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EC8" w:rsidRPr="008278F3" w:rsidRDefault="008278F3" w:rsidP="008278F3">
      <w:r>
        <w:rPr>
          <w:noProof/>
          <w:lang w:val="en-US" w:eastAsia="en-US"/>
        </w:rPr>
        <w:drawing>
          <wp:inline distT="0" distB="0" distL="0" distR="0">
            <wp:extent cx="6858000" cy="9575484"/>
            <wp:effectExtent l="19050" t="0" r="0" b="0"/>
            <wp:docPr id="1" name="Picture 1" descr="C:\Users\IEUser\Desktop\working\03112021_doubledll\Restoration of Official E-mail (Cons Affairs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EUser\Desktop\working\03112021_doubledll\Restoration of Official E-mail (Cons Affairs)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5754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07EC8" w:rsidRPr="008278F3" w:rsidSect="008278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an-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LGC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font274">
    <w:charset w:val="00"/>
    <w:family w:val="auto"/>
    <w:pitch w:val="variable"/>
    <w:sig w:usb0="00000000" w:usb1="00000000" w:usb2="00000000" w:usb3="00000000" w:csb0="00000000" w:csb1="00000000"/>
  </w:font>
  <w:font w:name="Helvetica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ont294">
    <w:charset w:val="00"/>
    <w:family w:val="auto"/>
    <w:pitch w:val="variable"/>
    <w:sig w:usb0="00000000" w:usb1="00000000" w:usb2="00000000" w:usb3="00000000" w:csb0="00000000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LCJC F+ Myriad Pro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FuturaDemiG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DINCondensedWebC">
    <w:charset w:val="00"/>
    <w:family w:val="auto"/>
    <w:pitch w:val="default"/>
    <w:sig w:usb0="00000000" w:usb1="00000000" w:usb2="00000000" w:usb3="00000000" w:csb0="00000000" w:csb1="00000000"/>
  </w:font>
  <w:font w:name="monospace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79AA"/>
    <w:multiLevelType w:val="multilevel"/>
    <w:tmpl w:val="8B329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757D51"/>
    <w:multiLevelType w:val="multilevel"/>
    <w:tmpl w:val="C8A4E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A43718"/>
    <w:multiLevelType w:val="multilevel"/>
    <w:tmpl w:val="BAB68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D33470"/>
    <w:multiLevelType w:val="multilevel"/>
    <w:tmpl w:val="BB52B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E73D84"/>
    <w:multiLevelType w:val="multilevel"/>
    <w:tmpl w:val="87483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227D38"/>
    <w:multiLevelType w:val="multilevel"/>
    <w:tmpl w:val="215C1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C44315"/>
    <w:multiLevelType w:val="multilevel"/>
    <w:tmpl w:val="927C2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973CE9"/>
    <w:multiLevelType w:val="multilevel"/>
    <w:tmpl w:val="007C0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BD2F8A"/>
    <w:multiLevelType w:val="multilevel"/>
    <w:tmpl w:val="DF58A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EE7C0D"/>
    <w:multiLevelType w:val="multilevel"/>
    <w:tmpl w:val="C2502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F913EFE"/>
    <w:multiLevelType w:val="multilevel"/>
    <w:tmpl w:val="BDA04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0B45A3A"/>
    <w:multiLevelType w:val="multilevel"/>
    <w:tmpl w:val="4ED24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2D56B42"/>
    <w:multiLevelType w:val="multilevel"/>
    <w:tmpl w:val="0C64B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646051F"/>
    <w:multiLevelType w:val="multilevel"/>
    <w:tmpl w:val="321A9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CF7056"/>
    <w:multiLevelType w:val="multilevel"/>
    <w:tmpl w:val="E3C23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F980526"/>
    <w:multiLevelType w:val="multilevel"/>
    <w:tmpl w:val="6450C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77A063E"/>
    <w:multiLevelType w:val="multilevel"/>
    <w:tmpl w:val="320EB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8456C4F"/>
    <w:multiLevelType w:val="multilevel"/>
    <w:tmpl w:val="DA5EE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8E149F5"/>
    <w:multiLevelType w:val="multilevel"/>
    <w:tmpl w:val="19EE3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2BF6745"/>
    <w:multiLevelType w:val="multilevel"/>
    <w:tmpl w:val="0DC8E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2DD64B8"/>
    <w:multiLevelType w:val="multilevel"/>
    <w:tmpl w:val="68029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31001C5"/>
    <w:multiLevelType w:val="multilevel"/>
    <w:tmpl w:val="2A64B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3A01EFC"/>
    <w:multiLevelType w:val="multilevel"/>
    <w:tmpl w:val="B36EF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638201A"/>
    <w:multiLevelType w:val="multilevel"/>
    <w:tmpl w:val="6C56B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8017FA8"/>
    <w:multiLevelType w:val="multilevel"/>
    <w:tmpl w:val="35347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EF01C27"/>
    <w:multiLevelType w:val="multilevel"/>
    <w:tmpl w:val="8834A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2215BF"/>
    <w:multiLevelType w:val="multilevel"/>
    <w:tmpl w:val="D48A5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0260962"/>
    <w:multiLevelType w:val="multilevel"/>
    <w:tmpl w:val="6986C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9F96E84"/>
    <w:multiLevelType w:val="multilevel"/>
    <w:tmpl w:val="233AC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C0B5986"/>
    <w:multiLevelType w:val="multilevel"/>
    <w:tmpl w:val="73120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11E7FE3"/>
    <w:multiLevelType w:val="multilevel"/>
    <w:tmpl w:val="188C1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1AB3082"/>
    <w:multiLevelType w:val="multilevel"/>
    <w:tmpl w:val="363E3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21930CD"/>
    <w:multiLevelType w:val="multilevel"/>
    <w:tmpl w:val="AF4C7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51B7DB0"/>
    <w:multiLevelType w:val="multilevel"/>
    <w:tmpl w:val="4558C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CD20575"/>
    <w:multiLevelType w:val="multilevel"/>
    <w:tmpl w:val="28C8D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13263BE"/>
    <w:multiLevelType w:val="multilevel"/>
    <w:tmpl w:val="91EA4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3165938"/>
    <w:multiLevelType w:val="multilevel"/>
    <w:tmpl w:val="229E4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D0E50D7"/>
    <w:multiLevelType w:val="multilevel"/>
    <w:tmpl w:val="3AC86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D601338"/>
    <w:multiLevelType w:val="multilevel"/>
    <w:tmpl w:val="20329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37"/>
  </w:num>
  <w:num w:numId="3">
    <w:abstractNumId w:val="26"/>
  </w:num>
  <w:num w:numId="4">
    <w:abstractNumId w:val="16"/>
  </w:num>
  <w:num w:numId="5">
    <w:abstractNumId w:val="8"/>
  </w:num>
  <w:num w:numId="6">
    <w:abstractNumId w:val="33"/>
  </w:num>
  <w:num w:numId="7">
    <w:abstractNumId w:val="14"/>
  </w:num>
  <w:num w:numId="8">
    <w:abstractNumId w:val="30"/>
  </w:num>
  <w:num w:numId="9">
    <w:abstractNumId w:val="0"/>
  </w:num>
  <w:num w:numId="10">
    <w:abstractNumId w:val="31"/>
  </w:num>
  <w:num w:numId="11">
    <w:abstractNumId w:val="25"/>
  </w:num>
  <w:num w:numId="12">
    <w:abstractNumId w:val="5"/>
  </w:num>
  <w:num w:numId="13">
    <w:abstractNumId w:val="23"/>
  </w:num>
  <w:num w:numId="14">
    <w:abstractNumId w:val="32"/>
  </w:num>
  <w:num w:numId="15">
    <w:abstractNumId w:val="12"/>
  </w:num>
  <w:num w:numId="16">
    <w:abstractNumId w:val="27"/>
  </w:num>
  <w:num w:numId="17">
    <w:abstractNumId w:val="17"/>
  </w:num>
  <w:num w:numId="18">
    <w:abstractNumId w:val="22"/>
  </w:num>
  <w:num w:numId="19">
    <w:abstractNumId w:val="13"/>
  </w:num>
  <w:num w:numId="20">
    <w:abstractNumId w:val="34"/>
  </w:num>
  <w:num w:numId="21">
    <w:abstractNumId w:val="18"/>
  </w:num>
  <w:num w:numId="22">
    <w:abstractNumId w:val="15"/>
  </w:num>
  <w:num w:numId="23">
    <w:abstractNumId w:val="36"/>
  </w:num>
  <w:num w:numId="24">
    <w:abstractNumId w:val="11"/>
  </w:num>
  <w:num w:numId="25">
    <w:abstractNumId w:val="38"/>
  </w:num>
  <w:num w:numId="26">
    <w:abstractNumId w:val="1"/>
  </w:num>
  <w:num w:numId="27">
    <w:abstractNumId w:val="21"/>
  </w:num>
  <w:num w:numId="28">
    <w:abstractNumId w:val="9"/>
  </w:num>
  <w:num w:numId="29">
    <w:abstractNumId w:val="28"/>
  </w:num>
  <w:num w:numId="30">
    <w:abstractNumId w:val="10"/>
  </w:num>
  <w:num w:numId="31">
    <w:abstractNumId w:val="2"/>
  </w:num>
  <w:num w:numId="32">
    <w:abstractNumId w:val="7"/>
  </w:num>
  <w:num w:numId="33">
    <w:abstractNumId w:val="6"/>
  </w:num>
  <w:num w:numId="34">
    <w:abstractNumId w:val="19"/>
  </w:num>
  <w:num w:numId="35">
    <w:abstractNumId w:val="29"/>
  </w:num>
  <w:num w:numId="36">
    <w:abstractNumId w:val="20"/>
  </w:num>
  <w:num w:numId="37">
    <w:abstractNumId w:val="3"/>
  </w:num>
  <w:num w:numId="38">
    <w:abstractNumId w:val="35"/>
  </w:num>
  <w:num w:numId="3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removePersonalInformation/>
  <w:removeDateAndTime/>
  <w:embedSystemFonts/>
  <w:proofState w:spelling="clean" w:grammar="clean"/>
  <w:attachedTemplate r:id="rId1"/>
  <w:stylePaneFormatFilter w:val="3F01"/>
  <w:doNotTrackMoves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606A"/>
    <w:rsid w:val="0000629F"/>
    <w:rsid w:val="00011D52"/>
    <w:rsid w:val="00034F9E"/>
    <w:rsid w:val="0004316A"/>
    <w:rsid w:val="00044F5B"/>
    <w:rsid w:val="00050246"/>
    <w:rsid w:val="00063313"/>
    <w:rsid w:val="0009799D"/>
    <w:rsid w:val="000A6920"/>
    <w:rsid w:val="000B6F68"/>
    <w:rsid w:val="000E4653"/>
    <w:rsid w:val="000E6462"/>
    <w:rsid w:val="00112E31"/>
    <w:rsid w:val="0012286C"/>
    <w:rsid w:val="00133AE3"/>
    <w:rsid w:val="00135C6B"/>
    <w:rsid w:val="00140A9C"/>
    <w:rsid w:val="00143B71"/>
    <w:rsid w:val="00147DBF"/>
    <w:rsid w:val="00175558"/>
    <w:rsid w:val="0018606A"/>
    <w:rsid w:val="001A1FEC"/>
    <w:rsid w:val="001B7DD3"/>
    <w:rsid w:val="001D0245"/>
    <w:rsid w:val="001E1AD9"/>
    <w:rsid w:val="001E1FB6"/>
    <w:rsid w:val="00206D29"/>
    <w:rsid w:val="00215EC1"/>
    <w:rsid w:val="00242256"/>
    <w:rsid w:val="002523F9"/>
    <w:rsid w:val="00255A18"/>
    <w:rsid w:val="002643F4"/>
    <w:rsid w:val="0028488D"/>
    <w:rsid w:val="00284F73"/>
    <w:rsid w:val="00292EC8"/>
    <w:rsid w:val="0029497E"/>
    <w:rsid w:val="00296595"/>
    <w:rsid w:val="0029759C"/>
    <w:rsid w:val="002B3D70"/>
    <w:rsid w:val="002F66B0"/>
    <w:rsid w:val="002F6F3F"/>
    <w:rsid w:val="00312F6F"/>
    <w:rsid w:val="0031611D"/>
    <w:rsid w:val="00323F24"/>
    <w:rsid w:val="003470EE"/>
    <w:rsid w:val="0035254C"/>
    <w:rsid w:val="00355150"/>
    <w:rsid w:val="003620BA"/>
    <w:rsid w:val="00371114"/>
    <w:rsid w:val="0038661F"/>
    <w:rsid w:val="003A53A7"/>
    <w:rsid w:val="003B365E"/>
    <w:rsid w:val="003C0B47"/>
    <w:rsid w:val="003D472C"/>
    <w:rsid w:val="003D5751"/>
    <w:rsid w:val="003F4A0B"/>
    <w:rsid w:val="004232CB"/>
    <w:rsid w:val="00423DE5"/>
    <w:rsid w:val="0042630A"/>
    <w:rsid w:val="00437C84"/>
    <w:rsid w:val="00440AA2"/>
    <w:rsid w:val="00441560"/>
    <w:rsid w:val="00457D75"/>
    <w:rsid w:val="0046496A"/>
    <w:rsid w:val="004721A3"/>
    <w:rsid w:val="0047618F"/>
    <w:rsid w:val="00476D39"/>
    <w:rsid w:val="0049176D"/>
    <w:rsid w:val="004B1A30"/>
    <w:rsid w:val="004B4965"/>
    <w:rsid w:val="004C6DAC"/>
    <w:rsid w:val="004F2437"/>
    <w:rsid w:val="00500824"/>
    <w:rsid w:val="00506AEB"/>
    <w:rsid w:val="00517E3B"/>
    <w:rsid w:val="005237FA"/>
    <w:rsid w:val="00527629"/>
    <w:rsid w:val="00543A45"/>
    <w:rsid w:val="00544B4F"/>
    <w:rsid w:val="00560EEC"/>
    <w:rsid w:val="005725BE"/>
    <w:rsid w:val="005755AB"/>
    <w:rsid w:val="005851B7"/>
    <w:rsid w:val="005A5BA4"/>
    <w:rsid w:val="005A6FE4"/>
    <w:rsid w:val="005B244F"/>
    <w:rsid w:val="005D0A27"/>
    <w:rsid w:val="005D3840"/>
    <w:rsid w:val="005D67FC"/>
    <w:rsid w:val="00620C95"/>
    <w:rsid w:val="00630A5B"/>
    <w:rsid w:val="0063418A"/>
    <w:rsid w:val="00686438"/>
    <w:rsid w:val="00686B32"/>
    <w:rsid w:val="006C39AD"/>
    <w:rsid w:val="006C6365"/>
    <w:rsid w:val="006E44A2"/>
    <w:rsid w:val="00702A56"/>
    <w:rsid w:val="00710C44"/>
    <w:rsid w:val="00710EFD"/>
    <w:rsid w:val="0072153D"/>
    <w:rsid w:val="00734052"/>
    <w:rsid w:val="007A03D6"/>
    <w:rsid w:val="007B75D3"/>
    <w:rsid w:val="007C5925"/>
    <w:rsid w:val="007E0478"/>
    <w:rsid w:val="007E1269"/>
    <w:rsid w:val="007E435E"/>
    <w:rsid w:val="007F79F3"/>
    <w:rsid w:val="00800C44"/>
    <w:rsid w:val="008278F3"/>
    <w:rsid w:val="00830C1D"/>
    <w:rsid w:val="00836131"/>
    <w:rsid w:val="0083714F"/>
    <w:rsid w:val="00840BB1"/>
    <w:rsid w:val="00844A96"/>
    <w:rsid w:val="0085100E"/>
    <w:rsid w:val="00874F9F"/>
    <w:rsid w:val="00876D0A"/>
    <w:rsid w:val="00892240"/>
    <w:rsid w:val="00892C85"/>
    <w:rsid w:val="008B7137"/>
    <w:rsid w:val="008C261C"/>
    <w:rsid w:val="008C2961"/>
    <w:rsid w:val="008E50CD"/>
    <w:rsid w:val="008E7A1A"/>
    <w:rsid w:val="00911B95"/>
    <w:rsid w:val="009122BD"/>
    <w:rsid w:val="009154F3"/>
    <w:rsid w:val="009221D4"/>
    <w:rsid w:val="00924FF6"/>
    <w:rsid w:val="00927B9F"/>
    <w:rsid w:val="00950BE7"/>
    <w:rsid w:val="00957B96"/>
    <w:rsid w:val="00962AC1"/>
    <w:rsid w:val="009714A0"/>
    <w:rsid w:val="00977766"/>
    <w:rsid w:val="00990797"/>
    <w:rsid w:val="0099265D"/>
    <w:rsid w:val="00992749"/>
    <w:rsid w:val="00995249"/>
    <w:rsid w:val="0099785C"/>
    <w:rsid w:val="009A16FD"/>
    <w:rsid w:val="009A383F"/>
    <w:rsid w:val="009A75FC"/>
    <w:rsid w:val="009B2564"/>
    <w:rsid w:val="009D1C57"/>
    <w:rsid w:val="009D2F09"/>
    <w:rsid w:val="009E28E2"/>
    <w:rsid w:val="00A24611"/>
    <w:rsid w:val="00A27EB4"/>
    <w:rsid w:val="00A351A0"/>
    <w:rsid w:val="00A421DE"/>
    <w:rsid w:val="00A527ED"/>
    <w:rsid w:val="00A608BB"/>
    <w:rsid w:val="00A71028"/>
    <w:rsid w:val="00A8604E"/>
    <w:rsid w:val="00AA40FD"/>
    <w:rsid w:val="00AD3C6B"/>
    <w:rsid w:val="00AD678E"/>
    <w:rsid w:val="00AE29CE"/>
    <w:rsid w:val="00AF2603"/>
    <w:rsid w:val="00B021EF"/>
    <w:rsid w:val="00B05E67"/>
    <w:rsid w:val="00B07551"/>
    <w:rsid w:val="00B27D9C"/>
    <w:rsid w:val="00B30D4B"/>
    <w:rsid w:val="00B31F5F"/>
    <w:rsid w:val="00B3376E"/>
    <w:rsid w:val="00B569A0"/>
    <w:rsid w:val="00B64ADF"/>
    <w:rsid w:val="00B84936"/>
    <w:rsid w:val="00B86C9D"/>
    <w:rsid w:val="00BA6E5F"/>
    <w:rsid w:val="00BB2486"/>
    <w:rsid w:val="00BC2653"/>
    <w:rsid w:val="00BF04DD"/>
    <w:rsid w:val="00BF3BDC"/>
    <w:rsid w:val="00BF51D0"/>
    <w:rsid w:val="00BF7B04"/>
    <w:rsid w:val="00C14049"/>
    <w:rsid w:val="00C20353"/>
    <w:rsid w:val="00C31040"/>
    <w:rsid w:val="00C35226"/>
    <w:rsid w:val="00C37A0B"/>
    <w:rsid w:val="00C413DC"/>
    <w:rsid w:val="00C45CE9"/>
    <w:rsid w:val="00C46DBD"/>
    <w:rsid w:val="00C566F1"/>
    <w:rsid w:val="00C669DA"/>
    <w:rsid w:val="00C70172"/>
    <w:rsid w:val="00C83BCA"/>
    <w:rsid w:val="00C9687B"/>
    <w:rsid w:val="00CA0AAC"/>
    <w:rsid w:val="00CE2956"/>
    <w:rsid w:val="00CF7805"/>
    <w:rsid w:val="00D26857"/>
    <w:rsid w:val="00D33A6E"/>
    <w:rsid w:val="00D65C56"/>
    <w:rsid w:val="00D904FC"/>
    <w:rsid w:val="00D9495A"/>
    <w:rsid w:val="00DA2336"/>
    <w:rsid w:val="00DB2463"/>
    <w:rsid w:val="00DB334B"/>
    <w:rsid w:val="00DE271D"/>
    <w:rsid w:val="00DF5957"/>
    <w:rsid w:val="00E03EB9"/>
    <w:rsid w:val="00E1254C"/>
    <w:rsid w:val="00E31522"/>
    <w:rsid w:val="00E5013F"/>
    <w:rsid w:val="00E511D0"/>
    <w:rsid w:val="00E52849"/>
    <w:rsid w:val="00E531FA"/>
    <w:rsid w:val="00E75296"/>
    <w:rsid w:val="00EA210E"/>
    <w:rsid w:val="00EA2B55"/>
    <w:rsid w:val="00EA3123"/>
    <w:rsid w:val="00EB276E"/>
    <w:rsid w:val="00EB46E8"/>
    <w:rsid w:val="00EB4BC0"/>
    <w:rsid w:val="00ED1956"/>
    <w:rsid w:val="00EE22E8"/>
    <w:rsid w:val="00EF21F2"/>
    <w:rsid w:val="00EF485C"/>
    <w:rsid w:val="00EF7D12"/>
    <w:rsid w:val="00F21FBB"/>
    <w:rsid w:val="00F243D7"/>
    <w:rsid w:val="00F34189"/>
    <w:rsid w:val="00F37EFC"/>
    <w:rsid w:val="00F47CDF"/>
    <w:rsid w:val="00F51503"/>
    <w:rsid w:val="00F53346"/>
    <w:rsid w:val="00F53ABB"/>
    <w:rsid w:val="00F55EC6"/>
    <w:rsid w:val="00F857CF"/>
    <w:rsid w:val="00F93458"/>
    <w:rsid w:val="00FA2A88"/>
    <w:rsid w:val="00FA6BD1"/>
    <w:rsid w:val="00FD68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7B9F"/>
    <w:rPr>
      <w:lang w:val="ru-RU" w:eastAsia="ru-RU"/>
    </w:rPr>
  </w:style>
  <w:style w:type="paragraph" w:styleId="Heading1">
    <w:name w:val="heading 1"/>
    <w:aliases w:val="Знак"/>
    <w:basedOn w:val="Normal"/>
    <w:next w:val="Normal"/>
    <w:link w:val="Heading1Char"/>
    <w:uiPriority w:val="9"/>
    <w:qFormat/>
    <w:rsid w:val="009A383F"/>
    <w:pPr>
      <w:keepNext/>
      <w:widowControl w:val="0"/>
      <w:overflowPunct w:val="0"/>
      <w:autoSpaceDE w:val="0"/>
      <w:autoSpaceDN w:val="0"/>
      <w:adjustRightInd w:val="0"/>
      <w:ind w:firstLine="720"/>
      <w:jc w:val="both"/>
      <w:textAlignment w:val="baseline"/>
      <w:outlineLvl w:val="0"/>
    </w:pPr>
    <w:rPr>
      <w:i/>
      <w:i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9A383F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A383F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rFonts w:ascii="Arial" w:hAnsi="Arial" w:cs="Arial"/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qFormat/>
    <w:rsid w:val="009A383F"/>
    <w:pPr>
      <w:keepNext/>
      <w:overflowPunct w:val="0"/>
      <w:autoSpaceDE w:val="0"/>
      <w:autoSpaceDN w:val="0"/>
      <w:adjustRightInd w:val="0"/>
      <w:spacing w:line="260" w:lineRule="exact"/>
      <w:jc w:val="center"/>
      <w:textAlignment w:val="baseline"/>
      <w:outlineLvl w:val="3"/>
    </w:pPr>
    <w:rPr>
      <w:b/>
      <w:bCs/>
      <w:spacing w:val="-20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qFormat/>
    <w:rsid w:val="009A383F"/>
    <w:pPr>
      <w:keepNext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qFormat/>
    <w:rsid w:val="009A383F"/>
    <w:pPr>
      <w:keepNext/>
      <w:jc w:val="center"/>
      <w:outlineLvl w:val="5"/>
    </w:pPr>
    <w:rPr>
      <w:rFonts w:ascii="Courier New" w:hAnsi="Courier New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9A383F"/>
    <w:pPr>
      <w:keepNext/>
      <w:autoSpaceDE w:val="0"/>
      <w:autoSpaceDN w:val="0"/>
      <w:jc w:val="center"/>
      <w:outlineLvl w:val="6"/>
    </w:pPr>
    <w:rPr>
      <w:rFonts w:ascii="Courier New" w:hAnsi="Courier New" w:cs="Courier New"/>
      <w:spacing w:val="-20"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qFormat/>
    <w:rsid w:val="009A383F"/>
    <w:pPr>
      <w:keepNext/>
      <w:overflowPunct w:val="0"/>
      <w:autoSpaceDE w:val="0"/>
      <w:autoSpaceDN w:val="0"/>
      <w:adjustRightInd w:val="0"/>
      <w:jc w:val="center"/>
      <w:textAlignment w:val="baseline"/>
      <w:outlineLvl w:val="7"/>
    </w:pPr>
    <w:rPr>
      <w:rFonts w:ascii="Courier New" w:hAnsi="Courier New" w:cs="Courier New"/>
      <w:sz w:val="26"/>
      <w:szCs w:val="26"/>
      <w:u w:val="single"/>
    </w:rPr>
  </w:style>
  <w:style w:type="paragraph" w:styleId="Heading9">
    <w:name w:val="heading 9"/>
    <w:basedOn w:val="Normal"/>
    <w:next w:val="Normal"/>
    <w:link w:val="Heading9Char"/>
    <w:uiPriority w:val="9"/>
    <w:qFormat/>
    <w:rsid w:val="009A383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Îáû÷íûé"/>
    <w:rsid w:val="00927B9F"/>
    <w:rPr>
      <w:rFonts w:ascii="Arial" w:hAnsi="Arial"/>
      <w:sz w:val="18"/>
      <w:lang w:val="ru-RU" w:eastAsia="ru-RU"/>
    </w:rPr>
  </w:style>
  <w:style w:type="character" w:customStyle="1" w:styleId="a0">
    <w:name w:val="Îñíîâíîé øðèôò"/>
    <w:rsid w:val="00927B9F"/>
  </w:style>
  <w:style w:type="character" w:customStyle="1" w:styleId="a1">
    <w:name w:val="Ãèïåðññûëêà"/>
    <w:rsid w:val="00927B9F"/>
    <w:rPr>
      <w:color w:val="0000FF"/>
      <w:u w:val="single"/>
    </w:rPr>
  </w:style>
  <w:style w:type="paragraph" w:customStyle="1" w:styleId="Iauiue">
    <w:name w:val="Iau?iue"/>
    <w:rsid w:val="00927B9F"/>
    <w:pPr>
      <w:spacing w:before="100" w:after="100"/>
    </w:pPr>
    <w:rPr>
      <w:sz w:val="24"/>
      <w:lang w:val="ru-RU" w:eastAsia="ru-RU"/>
    </w:rPr>
  </w:style>
  <w:style w:type="character" w:customStyle="1" w:styleId="Iniiaiieoeoo">
    <w:name w:val="Iniiaiie o?eoo"/>
    <w:rsid w:val="00927B9F"/>
  </w:style>
  <w:style w:type="character" w:customStyle="1" w:styleId="Aeiannueea">
    <w:name w:val="Aeia?nnueea"/>
    <w:rsid w:val="00927B9F"/>
    <w:rPr>
      <w:color w:val="0000FF"/>
      <w:u w:val="single"/>
    </w:rPr>
  </w:style>
  <w:style w:type="paragraph" w:customStyle="1" w:styleId="iauiue0">
    <w:name w:val="iauiue0"/>
    <w:basedOn w:val="Normal"/>
    <w:rsid w:val="00927B9F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2">
    <w:name w:val="Знак Знак Знак Знак Знак Знак Знак"/>
    <w:basedOn w:val="Normal"/>
    <w:rsid w:val="00135C6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Hyperlink">
    <w:name w:val="Hyperlink"/>
    <w:uiPriority w:val="99"/>
    <w:rsid w:val="00D65C56"/>
    <w:rPr>
      <w:color w:val="0000FF"/>
      <w:u w:val="single"/>
    </w:rPr>
  </w:style>
  <w:style w:type="character" w:customStyle="1" w:styleId="1">
    <w:name w:val="Заголовок 1 Знак"/>
    <w:uiPriority w:val="9"/>
    <w:rsid w:val="009A383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9A383F"/>
    <w:rPr>
      <w:sz w:val="24"/>
      <w:szCs w:val="24"/>
    </w:rPr>
  </w:style>
  <w:style w:type="character" w:customStyle="1" w:styleId="Heading3Char">
    <w:name w:val="Heading 3 Char"/>
    <w:link w:val="Heading3"/>
    <w:uiPriority w:val="9"/>
    <w:rsid w:val="009A383F"/>
    <w:rPr>
      <w:rFonts w:ascii="Arial" w:hAnsi="Arial" w:cs="Arial"/>
      <w:b/>
      <w:bCs/>
      <w:sz w:val="32"/>
      <w:szCs w:val="32"/>
    </w:rPr>
  </w:style>
  <w:style w:type="character" w:customStyle="1" w:styleId="Heading4Char">
    <w:name w:val="Heading 4 Char"/>
    <w:link w:val="Heading4"/>
    <w:uiPriority w:val="9"/>
    <w:rsid w:val="009A383F"/>
    <w:rPr>
      <w:b/>
      <w:bCs/>
      <w:spacing w:val="-20"/>
      <w:sz w:val="26"/>
      <w:szCs w:val="26"/>
    </w:rPr>
  </w:style>
  <w:style w:type="character" w:customStyle="1" w:styleId="Heading5Char">
    <w:name w:val="Heading 5 Char"/>
    <w:link w:val="Heading5"/>
    <w:uiPriority w:val="9"/>
    <w:rsid w:val="009A383F"/>
    <w:rPr>
      <w:b/>
      <w:bCs/>
      <w:sz w:val="28"/>
      <w:szCs w:val="28"/>
    </w:rPr>
  </w:style>
  <w:style w:type="character" w:customStyle="1" w:styleId="Heading6Char">
    <w:name w:val="Heading 6 Char"/>
    <w:link w:val="Heading6"/>
    <w:uiPriority w:val="9"/>
    <w:rsid w:val="009A383F"/>
    <w:rPr>
      <w:rFonts w:ascii="Courier New" w:hAnsi="Courier New"/>
      <w:b/>
      <w:bCs/>
    </w:rPr>
  </w:style>
  <w:style w:type="character" w:customStyle="1" w:styleId="Heading7Char">
    <w:name w:val="Heading 7 Char"/>
    <w:link w:val="Heading7"/>
    <w:uiPriority w:val="9"/>
    <w:rsid w:val="009A383F"/>
    <w:rPr>
      <w:rFonts w:ascii="Courier New" w:hAnsi="Courier New" w:cs="Courier New"/>
      <w:spacing w:val="-20"/>
      <w:sz w:val="26"/>
      <w:szCs w:val="26"/>
    </w:rPr>
  </w:style>
  <w:style w:type="character" w:customStyle="1" w:styleId="Heading8Char">
    <w:name w:val="Heading 8 Char"/>
    <w:link w:val="Heading8"/>
    <w:uiPriority w:val="9"/>
    <w:rsid w:val="009A383F"/>
    <w:rPr>
      <w:rFonts w:ascii="Courier New" w:hAnsi="Courier New" w:cs="Courier New"/>
      <w:sz w:val="26"/>
      <w:szCs w:val="26"/>
      <w:u w:val="single"/>
    </w:rPr>
  </w:style>
  <w:style w:type="character" w:customStyle="1" w:styleId="Heading9Char">
    <w:name w:val="Heading 9 Char"/>
    <w:link w:val="Heading9"/>
    <w:uiPriority w:val="9"/>
    <w:rsid w:val="009A383F"/>
    <w:rPr>
      <w:rFonts w:ascii="Arial" w:hAnsi="Arial" w:cs="Arial"/>
      <w:sz w:val="22"/>
      <w:szCs w:val="22"/>
    </w:rPr>
  </w:style>
  <w:style w:type="character" w:customStyle="1" w:styleId="Heading1Char">
    <w:name w:val="Heading 1 Char"/>
    <w:aliases w:val="Знак Char"/>
    <w:link w:val="Heading1"/>
    <w:uiPriority w:val="9"/>
    <w:rsid w:val="009A383F"/>
    <w:rPr>
      <w:i/>
      <w:iCs/>
      <w:sz w:val="24"/>
      <w:szCs w:val="24"/>
    </w:rPr>
  </w:style>
  <w:style w:type="character" w:customStyle="1" w:styleId="5">
    <w:name w:val="Знак Знак5"/>
    <w:rsid w:val="009A383F"/>
    <w:rPr>
      <w:i/>
      <w:iCs/>
      <w:sz w:val="24"/>
      <w:szCs w:val="24"/>
      <w:lang w:val="ru-RU" w:eastAsia="ru-RU" w:bidi="ar-SA"/>
    </w:rPr>
  </w:style>
  <w:style w:type="paragraph" w:customStyle="1" w:styleId="Char1">
    <w:name w:val="Char1"/>
    <w:basedOn w:val="Normal"/>
    <w:semiHidden/>
    <w:rsid w:val="009A383F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4">
    <w:name w:val="Знак Знак4"/>
    <w:rsid w:val="009A383F"/>
    <w:rPr>
      <w:sz w:val="24"/>
      <w:szCs w:val="24"/>
      <w:lang w:val="ru-RU" w:eastAsia="ru-RU" w:bidi="ar-SA"/>
    </w:rPr>
  </w:style>
  <w:style w:type="paragraph" w:styleId="Header">
    <w:name w:val="header"/>
    <w:basedOn w:val="Normal"/>
    <w:link w:val="HeaderChar"/>
    <w:rsid w:val="009A383F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character" w:customStyle="1" w:styleId="HeaderChar">
    <w:name w:val="Header Char"/>
    <w:link w:val="Header"/>
    <w:rsid w:val="009A383F"/>
    <w:rPr>
      <w:rFonts w:ascii="Courier New" w:hAnsi="Courier New" w:cs="Courier New"/>
    </w:rPr>
  </w:style>
  <w:style w:type="character" w:customStyle="1" w:styleId="10">
    <w:name w:val="Знак Знак1"/>
    <w:rsid w:val="009A383F"/>
    <w:rPr>
      <w:rFonts w:ascii="Courier New" w:hAnsi="Courier New" w:cs="Courier New"/>
      <w:lang w:val="ru-RU" w:eastAsia="ru-RU" w:bidi="ar-SA"/>
    </w:rPr>
  </w:style>
  <w:style w:type="character" w:styleId="PageNumber">
    <w:name w:val="page number"/>
    <w:rsid w:val="009A383F"/>
  </w:style>
  <w:style w:type="paragraph" w:styleId="Footer">
    <w:name w:val="footer"/>
    <w:basedOn w:val="Normal"/>
    <w:link w:val="FooterChar"/>
    <w:rsid w:val="009A383F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character" w:customStyle="1" w:styleId="FooterChar">
    <w:name w:val="Footer Char"/>
    <w:link w:val="Footer"/>
    <w:rsid w:val="009A383F"/>
    <w:rPr>
      <w:rFonts w:ascii="Courier New" w:hAnsi="Courier New" w:cs="Courier New"/>
    </w:rPr>
  </w:style>
  <w:style w:type="paragraph" w:styleId="BodyText">
    <w:name w:val="Body Text"/>
    <w:basedOn w:val="Normal"/>
    <w:link w:val="BodyTextChar"/>
    <w:rsid w:val="009A383F"/>
    <w:pPr>
      <w:widowControl w:val="0"/>
      <w:overflowPunct w:val="0"/>
      <w:autoSpaceDE w:val="0"/>
      <w:autoSpaceDN w:val="0"/>
      <w:adjustRightInd w:val="0"/>
      <w:textAlignment w:val="baseline"/>
    </w:pPr>
    <w:rPr>
      <w:sz w:val="28"/>
      <w:szCs w:val="28"/>
    </w:rPr>
  </w:style>
  <w:style w:type="character" w:customStyle="1" w:styleId="BodyTextChar">
    <w:name w:val="Body Text Char"/>
    <w:link w:val="BodyText"/>
    <w:rsid w:val="009A383F"/>
    <w:rPr>
      <w:sz w:val="28"/>
      <w:szCs w:val="28"/>
    </w:rPr>
  </w:style>
  <w:style w:type="character" w:customStyle="1" w:styleId="2">
    <w:name w:val="Знак Знак2"/>
    <w:rsid w:val="009A383F"/>
    <w:rPr>
      <w:sz w:val="28"/>
      <w:szCs w:val="28"/>
      <w:lang w:val="ru-RU" w:eastAsia="ru-RU" w:bidi="ar-SA"/>
    </w:rPr>
  </w:style>
  <w:style w:type="paragraph" w:styleId="BodyTextIndent">
    <w:name w:val="Body Text Indent"/>
    <w:basedOn w:val="Normal"/>
    <w:link w:val="BodyTextIndentChar"/>
    <w:rsid w:val="009A383F"/>
    <w:pPr>
      <w:jc w:val="both"/>
    </w:pPr>
    <w:rPr>
      <w:sz w:val="26"/>
      <w:szCs w:val="26"/>
    </w:rPr>
  </w:style>
  <w:style w:type="character" w:customStyle="1" w:styleId="BodyTextIndentChar">
    <w:name w:val="Body Text Indent Char"/>
    <w:link w:val="BodyTextIndent"/>
    <w:rsid w:val="009A383F"/>
    <w:rPr>
      <w:sz w:val="26"/>
      <w:szCs w:val="26"/>
    </w:rPr>
  </w:style>
  <w:style w:type="character" w:customStyle="1" w:styleId="20">
    <w:name w:val="Знак Знак2"/>
    <w:locked/>
    <w:rsid w:val="009A383F"/>
    <w:rPr>
      <w:sz w:val="26"/>
      <w:szCs w:val="26"/>
      <w:lang w:val="ru-RU" w:eastAsia="ru-RU" w:bidi="ar-SA"/>
    </w:rPr>
  </w:style>
  <w:style w:type="paragraph" w:styleId="BodyTextIndent2">
    <w:name w:val="Body Text Indent 2"/>
    <w:basedOn w:val="Normal"/>
    <w:link w:val="BodyTextIndent2Char"/>
    <w:rsid w:val="009A383F"/>
    <w:pPr>
      <w:widowControl w:val="0"/>
      <w:overflowPunct w:val="0"/>
      <w:autoSpaceDE w:val="0"/>
      <w:autoSpaceDN w:val="0"/>
      <w:adjustRightInd w:val="0"/>
      <w:spacing w:line="360" w:lineRule="auto"/>
      <w:ind w:left="4962"/>
      <w:jc w:val="both"/>
      <w:textAlignment w:val="baseline"/>
    </w:pPr>
    <w:rPr>
      <w:sz w:val="28"/>
      <w:szCs w:val="28"/>
    </w:rPr>
  </w:style>
  <w:style w:type="character" w:customStyle="1" w:styleId="BodyTextIndent2Char">
    <w:name w:val="Body Text Indent 2 Char"/>
    <w:link w:val="BodyTextIndent2"/>
    <w:rsid w:val="009A383F"/>
    <w:rPr>
      <w:sz w:val="28"/>
      <w:szCs w:val="28"/>
    </w:rPr>
  </w:style>
  <w:style w:type="paragraph" w:styleId="Title">
    <w:name w:val="Title"/>
    <w:basedOn w:val="Normal"/>
    <w:next w:val="BodyText"/>
    <w:link w:val="TitleChar"/>
    <w:rsid w:val="009A383F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character" w:customStyle="1" w:styleId="TitleChar">
    <w:name w:val="Title Char"/>
    <w:link w:val="Title"/>
    <w:uiPriority w:val="10"/>
    <w:rsid w:val="009A383F"/>
    <w:rPr>
      <w:rFonts w:ascii="Courier New" w:hAnsi="Courier New" w:cs="Courier New"/>
      <w:b/>
      <w:bCs/>
      <w:i/>
      <w:iCs/>
      <w:spacing w:val="-20"/>
      <w:sz w:val="26"/>
      <w:szCs w:val="26"/>
    </w:rPr>
  </w:style>
  <w:style w:type="paragraph" w:customStyle="1" w:styleId="iaii">
    <w:name w:val="ia?ii?"/>
    <w:basedOn w:val="Normal"/>
    <w:rsid w:val="009A383F"/>
    <w:pPr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  <w:spacing w:val="-20"/>
      <w:sz w:val="26"/>
      <w:szCs w:val="26"/>
    </w:rPr>
  </w:style>
  <w:style w:type="paragraph" w:styleId="BodyText3">
    <w:name w:val="Body Text 3"/>
    <w:basedOn w:val="Normal"/>
    <w:link w:val="BodyText3Char"/>
    <w:rsid w:val="009A383F"/>
    <w:pPr>
      <w:overflowPunct w:val="0"/>
      <w:autoSpaceDE w:val="0"/>
      <w:autoSpaceDN w:val="0"/>
      <w:adjustRightInd w:val="0"/>
    </w:pPr>
    <w:rPr>
      <w:sz w:val="26"/>
      <w:szCs w:val="26"/>
    </w:rPr>
  </w:style>
  <w:style w:type="character" w:customStyle="1" w:styleId="BodyText3Char">
    <w:name w:val="Body Text 3 Char"/>
    <w:link w:val="BodyText3"/>
    <w:rsid w:val="009A383F"/>
    <w:rPr>
      <w:sz w:val="26"/>
      <w:szCs w:val="26"/>
    </w:rPr>
  </w:style>
  <w:style w:type="character" w:customStyle="1" w:styleId="a3">
    <w:name w:val="Знак Знак"/>
    <w:semiHidden/>
    <w:rsid w:val="009A383F"/>
    <w:rPr>
      <w:sz w:val="26"/>
      <w:szCs w:val="26"/>
      <w:lang w:val="ru-RU" w:eastAsia="ru-RU" w:bidi="ar-SA"/>
    </w:rPr>
  </w:style>
  <w:style w:type="paragraph" w:customStyle="1" w:styleId="iaii1">
    <w:name w:val="ia?ii?1"/>
    <w:basedOn w:val="iaii"/>
    <w:rsid w:val="009A383F"/>
    <w:pPr>
      <w:jc w:val="center"/>
    </w:pPr>
    <w:rPr>
      <w:b/>
      <w:bCs/>
      <w:i/>
      <w:iCs/>
      <w:caps/>
      <w:sz w:val="27"/>
      <w:szCs w:val="27"/>
    </w:rPr>
  </w:style>
  <w:style w:type="paragraph" w:customStyle="1" w:styleId="iaii2">
    <w:name w:val="ia?ii?2"/>
    <w:basedOn w:val="iaii"/>
    <w:rsid w:val="009A383F"/>
    <w:pPr>
      <w:jc w:val="center"/>
    </w:pPr>
    <w:rPr>
      <w:b/>
      <w:bCs/>
      <w:caps/>
    </w:rPr>
  </w:style>
  <w:style w:type="paragraph" w:customStyle="1" w:styleId="iaii3">
    <w:name w:val="ia?ii?3"/>
    <w:basedOn w:val="Normal"/>
    <w:rsid w:val="009A383F"/>
    <w:pPr>
      <w:overflowPunct w:val="0"/>
      <w:autoSpaceDE w:val="0"/>
      <w:autoSpaceDN w:val="0"/>
      <w:adjustRightInd w:val="0"/>
      <w:jc w:val="center"/>
      <w:textAlignment w:val="baseline"/>
    </w:pPr>
    <w:rPr>
      <w:rFonts w:ascii="Courier New" w:hAnsi="Courier New" w:cs="Courier New"/>
      <w:i/>
      <w:iCs/>
      <w:spacing w:val="-20"/>
      <w:sz w:val="26"/>
      <w:szCs w:val="26"/>
    </w:rPr>
  </w:style>
  <w:style w:type="character" w:styleId="Strong">
    <w:name w:val="Strong"/>
    <w:uiPriority w:val="22"/>
    <w:qFormat/>
    <w:rsid w:val="009A383F"/>
    <w:rPr>
      <w:b/>
      <w:bCs/>
    </w:rPr>
  </w:style>
  <w:style w:type="paragraph" w:customStyle="1" w:styleId="a4">
    <w:name w:val="ìåðîïð"/>
    <w:basedOn w:val="Normal"/>
    <w:rsid w:val="009A383F"/>
    <w:pPr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  <w:spacing w:val="-20"/>
      <w:sz w:val="26"/>
      <w:szCs w:val="26"/>
    </w:rPr>
  </w:style>
  <w:style w:type="paragraph" w:customStyle="1" w:styleId="11">
    <w:name w:val="ìåðîïð1"/>
    <w:basedOn w:val="a4"/>
    <w:rsid w:val="009A383F"/>
    <w:pPr>
      <w:jc w:val="center"/>
    </w:pPr>
    <w:rPr>
      <w:b/>
      <w:bCs/>
      <w:i/>
      <w:iCs/>
      <w:caps/>
      <w:sz w:val="27"/>
      <w:szCs w:val="27"/>
    </w:rPr>
  </w:style>
  <w:style w:type="paragraph" w:customStyle="1" w:styleId="21">
    <w:name w:val="ìåðîïð2"/>
    <w:basedOn w:val="a4"/>
    <w:rsid w:val="009A383F"/>
    <w:pPr>
      <w:jc w:val="center"/>
    </w:pPr>
    <w:rPr>
      <w:b/>
      <w:bCs/>
      <w:caps/>
    </w:rPr>
  </w:style>
  <w:style w:type="paragraph" w:customStyle="1" w:styleId="3">
    <w:name w:val="ìåðîïð3"/>
    <w:basedOn w:val="Normal"/>
    <w:rsid w:val="009A383F"/>
    <w:pPr>
      <w:overflowPunct w:val="0"/>
      <w:autoSpaceDE w:val="0"/>
      <w:autoSpaceDN w:val="0"/>
      <w:adjustRightInd w:val="0"/>
      <w:jc w:val="center"/>
      <w:textAlignment w:val="baseline"/>
    </w:pPr>
    <w:rPr>
      <w:rFonts w:ascii="Courier New" w:hAnsi="Courier New" w:cs="Courier New"/>
      <w:i/>
      <w:iCs/>
      <w:spacing w:val="-20"/>
      <w:sz w:val="26"/>
      <w:szCs w:val="26"/>
    </w:rPr>
  </w:style>
  <w:style w:type="paragraph" w:customStyle="1" w:styleId="a5">
    <w:name w:val="ÌÅÐÎÏÐ"/>
    <w:basedOn w:val="Normal"/>
    <w:rsid w:val="009A383F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  <w:spacing w:val="-20"/>
      <w:sz w:val="26"/>
      <w:szCs w:val="26"/>
    </w:rPr>
  </w:style>
  <w:style w:type="paragraph" w:customStyle="1" w:styleId="12">
    <w:name w:val="меропр1"/>
    <w:basedOn w:val="a6"/>
    <w:rsid w:val="009A383F"/>
    <w:pPr>
      <w:jc w:val="center"/>
    </w:pPr>
    <w:rPr>
      <w:b/>
      <w:bCs/>
      <w:i/>
      <w:iCs/>
      <w:caps/>
      <w:sz w:val="27"/>
      <w:szCs w:val="27"/>
    </w:rPr>
  </w:style>
  <w:style w:type="paragraph" w:customStyle="1" w:styleId="a6">
    <w:name w:val="меропр"/>
    <w:basedOn w:val="Normal"/>
    <w:rsid w:val="009A383F"/>
    <w:pPr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  <w:spacing w:val="-20"/>
      <w:sz w:val="26"/>
      <w:szCs w:val="26"/>
    </w:rPr>
  </w:style>
  <w:style w:type="paragraph" w:customStyle="1" w:styleId="30">
    <w:name w:val="меропр3"/>
    <w:basedOn w:val="Normal"/>
    <w:rsid w:val="009A383F"/>
    <w:pPr>
      <w:overflowPunct w:val="0"/>
      <w:autoSpaceDE w:val="0"/>
      <w:autoSpaceDN w:val="0"/>
      <w:adjustRightInd w:val="0"/>
      <w:jc w:val="center"/>
      <w:textAlignment w:val="baseline"/>
    </w:pPr>
    <w:rPr>
      <w:rFonts w:ascii="Courier New" w:hAnsi="Courier New" w:cs="Courier New"/>
      <w:i/>
      <w:iCs/>
      <w:spacing w:val="-20"/>
      <w:sz w:val="26"/>
      <w:szCs w:val="26"/>
    </w:rPr>
  </w:style>
  <w:style w:type="paragraph" w:customStyle="1" w:styleId="22">
    <w:name w:val="меропр2"/>
    <w:basedOn w:val="a6"/>
    <w:rsid w:val="009A383F"/>
    <w:pPr>
      <w:jc w:val="center"/>
    </w:pPr>
    <w:rPr>
      <w:b/>
      <w:bCs/>
      <w:caps/>
    </w:rPr>
  </w:style>
  <w:style w:type="paragraph" w:customStyle="1" w:styleId="a7">
    <w:name w:val="МЕРОПР"/>
    <w:basedOn w:val="Normal"/>
    <w:rsid w:val="009A383F"/>
    <w:pPr>
      <w:widowControl w:val="0"/>
      <w:autoSpaceDE w:val="0"/>
      <w:autoSpaceDN w:val="0"/>
    </w:pPr>
    <w:rPr>
      <w:rFonts w:ascii="Courier New" w:hAnsi="Courier New" w:cs="Courier New"/>
      <w:spacing w:val="-20"/>
      <w:sz w:val="26"/>
      <w:szCs w:val="26"/>
    </w:rPr>
  </w:style>
  <w:style w:type="paragraph" w:styleId="BlockText">
    <w:name w:val="Block Text"/>
    <w:basedOn w:val="Normal"/>
    <w:rsid w:val="009A383F"/>
    <w:pPr>
      <w:tabs>
        <w:tab w:val="left" w:pos="110"/>
      </w:tabs>
      <w:overflowPunct w:val="0"/>
      <w:autoSpaceDE w:val="0"/>
      <w:autoSpaceDN w:val="0"/>
      <w:adjustRightInd w:val="0"/>
      <w:ind w:left="110" w:right="-108" w:hanging="110"/>
      <w:textAlignment w:val="baseline"/>
    </w:pPr>
    <w:rPr>
      <w:sz w:val="24"/>
      <w:szCs w:val="24"/>
    </w:rPr>
  </w:style>
  <w:style w:type="paragraph" w:customStyle="1" w:styleId="a8">
    <w:name w:val="ижний колонтитул"/>
    <w:basedOn w:val="Normal"/>
    <w:rsid w:val="009A383F"/>
    <w:pPr>
      <w:widowControl w:val="0"/>
      <w:tabs>
        <w:tab w:val="center" w:pos="4153"/>
        <w:tab w:val="right" w:pos="8306"/>
      </w:tabs>
      <w:ind w:firstLine="709"/>
      <w:jc w:val="both"/>
    </w:pPr>
    <w:rPr>
      <w:sz w:val="28"/>
      <w:szCs w:val="28"/>
    </w:rPr>
  </w:style>
  <w:style w:type="paragraph" w:customStyle="1" w:styleId="ConsTitle">
    <w:name w:val="ConsTitle"/>
    <w:rsid w:val="009A383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  <w:lang w:val="ru-RU" w:eastAsia="ru-RU"/>
    </w:rPr>
  </w:style>
  <w:style w:type="paragraph" w:customStyle="1" w:styleId="ConsNormal">
    <w:name w:val="ConsNormal"/>
    <w:rsid w:val="009A383F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 w:cs="Arial"/>
      <w:lang w:val="ru-RU" w:eastAsia="ru-RU"/>
    </w:rPr>
  </w:style>
  <w:style w:type="paragraph" w:styleId="PlainText">
    <w:name w:val="Plain Text"/>
    <w:basedOn w:val="Normal"/>
    <w:link w:val="PlainTextChar1"/>
    <w:uiPriority w:val="99"/>
    <w:rsid w:val="009A383F"/>
    <w:pPr>
      <w:tabs>
        <w:tab w:val="left" w:pos="284"/>
      </w:tabs>
      <w:overflowPunct w:val="0"/>
      <w:autoSpaceDE w:val="0"/>
      <w:autoSpaceDN w:val="0"/>
      <w:adjustRightInd w:val="0"/>
      <w:spacing w:line="240" w:lineRule="exact"/>
      <w:ind w:firstLine="397"/>
      <w:jc w:val="both"/>
      <w:textAlignment w:val="baseline"/>
    </w:pPr>
    <w:rPr>
      <w:rFonts w:ascii="Courier New" w:hAnsi="Courier New" w:cs="Courier New"/>
    </w:rPr>
  </w:style>
  <w:style w:type="character" w:customStyle="1" w:styleId="PlainTextChar1">
    <w:name w:val="Plain Text Char1"/>
    <w:link w:val="PlainText"/>
    <w:uiPriority w:val="99"/>
    <w:rsid w:val="009A383F"/>
    <w:rPr>
      <w:rFonts w:ascii="Courier New" w:hAnsi="Courier New" w:cs="Courier New"/>
    </w:rPr>
  </w:style>
  <w:style w:type="paragraph" w:customStyle="1" w:styleId="a9">
    <w:name w:val="Без отступа"/>
    <w:basedOn w:val="Normal"/>
    <w:rsid w:val="009A383F"/>
    <w:rPr>
      <w:sz w:val="28"/>
      <w:szCs w:val="28"/>
    </w:rPr>
  </w:style>
  <w:style w:type="paragraph" w:styleId="Caption">
    <w:name w:val="caption"/>
    <w:basedOn w:val="Normal"/>
    <w:uiPriority w:val="35"/>
    <w:qFormat/>
    <w:rsid w:val="009A383F"/>
    <w:pPr>
      <w:jc w:val="center"/>
    </w:pPr>
    <w:rPr>
      <w:b/>
      <w:bCs/>
      <w:i/>
      <w:iCs/>
      <w:sz w:val="26"/>
      <w:szCs w:val="26"/>
    </w:rPr>
  </w:style>
  <w:style w:type="paragraph" w:styleId="NormalWeb">
    <w:name w:val="Normal (Web)"/>
    <w:basedOn w:val="Normal"/>
    <w:uiPriority w:val="99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caaieiaie1">
    <w:name w:val="caaieiaie 1"/>
    <w:basedOn w:val="Iauiue"/>
    <w:next w:val="Iauiue"/>
    <w:rsid w:val="009A383F"/>
    <w:pPr>
      <w:keepNext/>
      <w:spacing w:before="0" w:after="0"/>
      <w:jc w:val="center"/>
    </w:pPr>
    <w:rPr>
      <w:rFonts w:ascii="Arial" w:hAnsi="Arial"/>
      <w:b/>
      <w:sz w:val="20"/>
    </w:rPr>
  </w:style>
  <w:style w:type="character" w:styleId="FollowedHyperlink">
    <w:name w:val="FollowedHyperlink"/>
    <w:uiPriority w:val="99"/>
    <w:rsid w:val="009A383F"/>
    <w:rPr>
      <w:color w:val="800080"/>
      <w:u w:val="single"/>
    </w:rPr>
  </w:style>
  <w:style w:type="paragraph" w:customStyle="1" w:styleId="meny">
    <w:name w:val="meny"/>
    <w:basedOn w:val="Normal"/>
    <w:rsid w:val="009A383F"/>
    <w:pPr>
      <w:spacing w:before="80" w:after="40"/>
    </w:pPr>
    <w:rPr>
      <w:rFonts w:ascii="Verdana" w:eastAsia="Arial Unicode MS" w:hAnsi="Verdana" w:cs="Arial Unicode MS"/>
      <w:color w:val="800000"/>
      <w:sz w:val="16"/>
      <w:szCs w:val="16"/>
    </w:rPr>
  </w:style>
  <w:style w:type="paragraph" w:customStyle="1" w:styleId="news">
    <w:name w:val="news"/>
    <w:basedOn w:val="Normal"/>
    <w:rsid w:val="009A383F"/>
    <w:pPr>
      <w:spacing w:before="100" w:after="100"/>
      <w:jc w:val="center"/>
    </w:pPr>
    <w:rPr>
      <w:rFonts w:ascii="Verdana" w:eastAsia="Arial Unicode MS" w:hAnsi="Verdana" w:cs="Arial Unicode MS"/>
      <w:color w:val="800000"/>
      <w:sz w:val="15"/>
      <w:szCs w:val="15"/>
    </w:rPr>
  </w:style>
  <w:style w:type="paragraph" w:customStyle="1" w:styleId="head1">
    <w:name w:val="head1"/>
    <w:basedOn w:val="Normal"/>
    <w:rsid w:val="009A383F"/>
    <w:pPr>
      <w:spacing w:before="120" w:after="120"/>
      <w:ind w:left="100" w:right="100"/>
    </w:pPr>
    <w:rPr>
      <w:rFonts w:ascii="Verdana" w:eastAsia="Arial Unicode MS" w:hAnsi="Verdana" w:cs="Arial Unicode MS"/>
      <w:b/>
      <w:bCs/>
      <w:color w:val="800000"/>
      <w:sz w:val="16"/>
      <w:szCs w:val="16"/>
    </w:rPr>
  </w:style>
  <w:style w:type="paragraph" w:customStyle="1" w:styleId="head2">
    <w:name w:val="head2"/>
    <w:basedOn w:val="Normal"/>
    <w:rsid w:val="009A383F"/>
    <w:pPr>
      <w:spacing w:before="100" w:after="100"/>
      <w:ind w:left="100" w:right="100"/>
    </w:pPr>
    <w:rPr>
      <w:rFonts w:ascii="Verdana" w:eastAsia="Arial Unicode MS" w:hAnsi="Verdana" w:cs="Arial Unicode MS"/>
      <w:color w:val="800000"/>
      <w:sz w:val="15"/>
      <w:szCs w:val="15"/>
    </w:rPr>
  </w:style>
  <w:style w:type="paragraph" w:customStyle="1" w:styleId="head3">
    <w:name w:val="head3"/>
    <w:basedOn w:val="Normal"/>
    <w:rsid w:val="009A383F"/>
    <w:pPr>
      <w:spacing w:before="60" w:after="60"/>
      <w:jc w:val="center"/>
    </w:pPr>
    <w:rPr>
      <w:rFonts w:ascii="Verdana" w:eastAsia="Arial Unicode MS" w:hAnsi="Verdana" w:cs="Arial Unicode MS"/>
      <w:b/>
      <w:bCs/>
      <w:color w:val="B00000"/>
      <w:sz w:val="15"/>
      <w:szCs w:val="15"/>
    </w:rPr>
  </w:style>
  <w:style w:type="paragraph" w:customStyle="1" w:styleId="head4">
    <w:name w:val="head4"/>
    <w:basedOn w:val="Normal"/>
    <w:rsid w:val="009A383F"/>
    <w:pPr>
      <w:spacing w:before="60" w:after="40"/>
    </w:pPr>
    <w:rPr>
      <w:rFonts w:ascii="Verdana" w:eastAsia="Arial Unicode MS" w:hAnsi="Verdana" w:cs="Arial Unicode MS"/>
      <w:color w:val="B00000"/>
    </w:rPr>
  </w:style>
  <w:style w:type="paragraph" w:customStyle="1" w:styleId="head5">
    <w:name w:val="head5"/>
    <w:basedOn w:val="Normal"/>
    <w:rsid w:val="009A383F"/>
    <w:pPr>
      <w:spacing w:before="60" w:after="60"/>
      <w:jc w:val="center"/>
    </w:pPr>
    <w:rPr>
      <w:rFonts w:ascii="Verdana" w:eastAsia="Arial Unicode MS" w:hAnsi="Verdana" w:cs="Arial Unicode MS"/>
      <w:b/>
      <w:bCs/>
      <w:color w:val="CC0000"/>
      <w:sz w:val="16"/>
      <w:szCs w:val="16"/>
    </w:rPr>
  </w:style>
  <w:style w:type="paragraph" w:customStyle="1" w:styleId="txtbottom2">
    <w:name w:val="txt_bottom2"/>
    <w:basedOn w:val="Normal"/>
    <w:rsid w:val="009A383F"/>
    <w:pPr>
      <w:spacing w:before="60" w:after="40"/>
    </w:pPr>
    <w:rPr>
      <w:rFonts w:ascii="Verdana" w:eastAsia="Arial Unicode MS" w:hAnsi="Verdana" w:cs="Arial Unicode MS"/>
      <w:color w:val="800000"/>
      <w:sz w:val="15"/>
      <w:szCs w:val="15"/>
    </w:rPr>
  </w:style>
  <w:style w:type="paragraph" w:customStyle="1" w:styleId="txtbottom1">
    <w:name w:val="txt_bottom1"/>
    <w:basedOn w:val="Normal"/>
    <w:rsid w:val="009A383F"/>
    <w:pPr>
      <w:spacing w:before="60" w:after="40"/>
      <w:jc w:val="center"/>
    </w:pPr>
    <w:rPr>
      <w:rFonts w:ascii="Verdana" w:eastAsia="Arial Unicode MS" w:hAnsi="Verdana" w:cs="Arial Unicode MS"/>
      <w:color w:val="800000"/>
      <w:sz w:val="15"/>
      <w:szCs w:val="15"/>
    </w:rPr>
  </w:style>
  <w:style w:type="paragraph" w:customStyle="1" w:styleId="txtbottom3">
    <w:name w:val="txt_bottom3"/>
    <w:basedOn w:val="Normal"/>
    <w:rsid w:val="009A383F"/>
    <w:pPr>
      <w:spacing w:before="60" w:after="40"/>
      <w:jc w:val="center"/>
    </w:pPr>
    <w:rPr>
      <w:rFonts w:ascii="Verdana" w:eastAsia="Arial Unicode MS" w:hAnsi="Verdana" w:cs="Arial Unicode MS"/>
      <w:color w:val="000000"/>
      <w:sz w:val="12"/>
      <w:szCs w:val="12"/>
    </w:rPr>
  </w:style>
  <w:style w:type="paragraph" w:customStyle="1" w:styleId="txtbottom4">
    <w:name w:val="txt_bottom4"/>
    <w:basedOn w:val="Normal"/>
    <w:rsid w:val="009A383F"/>
    <w:pPr>
      <w:spacing w:before="60" w:after="40"/>
    </w:pPr>
    <w:rPr>
      <w:rFonts w:ascii="Verdana" w:eastAsia="Arial Unicode MS" w:hAnsi="Verdana" w:cs="Arial Unicode MS"/>
      <w:color w:val="800000"/>
      <w:sz w:val="12"/>
      <w:szCs w:val="12"/>
    </w:rPr>
  </w:style>
  <w:style w:type="paragraph" w:customStyle="1" w:styleId="gb">
    <w:name w:val="gb"/>
    <w:basedOn w:val="Normal"/>
    <w:rsid w:val="009A383F"/>
    <w:pPr>
      <w:spacing w:before="60" w:after="40"/>
    </w:pPr>
    <w:rPr>
      <w:rFonts w:ascii="Verdana" w:eastAsia="Arial Unicode MS" w:hAnsi="Verdana" w:cs="Arial Unicode MS"/>
      <w:color w:val="800000"/>
      <w:sz w:val="15"/>
      <w:szCs w:val="15"/>
    </w:rPr>
  </w:style>
  <w:style w:type="paragraph" w:customStyle="1" w:styleId="headstyle">
    <w:name w:val="headstyle"/>
    <w:basedOn w:val="Normal"/>
    <w:rsid w:val="009A383F"/>
    <w:pPr>
      <w:spacing w:before="60" w:after="40"/>
    </w:pPr>
    <w:rPr>
      <w:rFonts w:ascii="Verdana" w:eastAsia="Arial Unicode MS" w:hAnsi="Verdana" w:cs="Arial Unicode MS"/>
      <w:b/>
      <w:bCs/>
      <w:color w:val="CC0000"/>
      <w:sz w:val="15"/>
      <w:szCs w:val="15"/>
    </w:rPr>
  </w:style>
  <w:style w:type="paragraph" w:customStyle="1" w:styleId="textstyle">
    <w:name w:val="textstyle"/>
    <w:basedOn w:val="Normal"/>
    <w:rsid w:val="009A383F"/>
    <w:pPr>
      <w:spacing w:before="60" w:after="40"/>
      <w:jc w:val="both"/>
    </w:pPr>
    <w:rPr>
      <w:rFonts w:ascii="Verdana" w:eastAsia="Arial Unicode MS" w:hAnsi="Verdana" w:cs="Arial Unicode MS"/>
      <w:color w:val="800000"/>
    </w:rPr>
  </w:style>
  <w:style w:type="paragraph" w:customStyle="1" w:styleId="namenews">
    <w:name w:val="namenews"/>
    <w:basedOn w:val="Normal"/>
    <w:rsid w:val="009A383F"/>
    <w:pPr>
      <w:spacing w:before="60" w:after="40"/>
    </w:pPr>
    <w:rPr>
      <w:rFonts w:ascii="Verdana" w:eastAsia="Arial Unicode MS" w:hAnsi="Verdana" w:cs="Arial Unicode MS"/>
      <w:color w:val="800000"/>
    </w:rPr>
  </w:style>
  <w:style w:type="paragraph" w:customStyle="1" w:styleId="commentstyle">
    <w:name w:val="commentstyle"/>
    <w:basedOn w:val="Normal"/>
    <w:rsid w:val="009A383F"/>
    <w:pPr>
      <w:spacing w:before="60" w:after="40"/>
      <w:jc w:val="center"/>
    </w:pPr>
    <w:rPr>
      <w:rFonts w:ascii="Verdana" w:eastAsia="Arial Unicode MS" w:hAnsi="Verdana" w:cs="Arial Unicode MS"/>
      <w:color w:val="800000"/>
      <w:sz w:val="16"/>
      <w:szCs w:val="16"/>
    </w:rPr>
  </w:style>
  <w:style w:type="paragraph" w:customStyle="1" w:styleId="publstyle">
    <w:name w:val="publstyle"/>
    <w:basedOn w:val="Normal"/>
    <w:rsid w:val="009A383F"/>
    <w:pPr>
      <w:spacing w:before="60" w:after="40"/>
    </w:pPr>
    <w:rPr>
      <w:rFonts w:ascii="Verdana" w:eastAsia="Arial Unicode MS" w:hAnsi="Verdana" w:cs="Arial Unicode MS"/>
      <w:color w:val="800000"/>
    </w:rPr>
  </w:style>
  <w:style w:type="paragraph" w:customStyle="1" w:styleId="rubrstyle">
    <w:name w:val="rubrstyle"/>
    <w:basedOn w:val="Normal"/>
    <w:rsid w:val="009A383F"/>
    <w:pPr>
      <w:spacing w:before="60" w:after="40"/>
    </w:pPr>
    <w:rPr>
      <w:rFonts w:ascii="Verdana" w:eastAsia="Arial Unicode MS" w:hAnsi="Verdana" w:cs="Arial Unicode MS"/>
      <w:color w:val="800000"/>
    </w:rPr>
  </w:style>
  <w:style w:type="paragraph" w:customStyle="1" w:styleId="nonews">
    <w:name w:val="nonews"/>
    <w:basedOn w:val="Normal"/>
    <w:rsid w:val="009A383F"/>
    <w:pPr>
      <w:spacing w:before="60" w:after="40"/>
      <w:jc w:val="center"/>
    </w:pPr>
    <w:rPr>
      <w:rFonts w:ascii="Verdana" w:eastAsia="Arial Unicode MS" w:hAnsi="Verdana" w:cs="Arial Unicode MS"/>
      <w:color w:val="800000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rsid w:val="009A38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Arial Unicode MS" w:hAnsi="Courier New" w:cs="Courier New"/>
    </w:rPr>
  </w:style>
  <w:style w:type="character" w:customStyle="1" w:styleId="HTMLPreformattedChar">
    <w:name w:val="HTML Preformatted Char"/>
    <w:link w:val="HTMLPreformatted"/>
    <w:uiPriority w:val="99"/>
    <w:rsid w:val="009A383F"/>
    <w:rPr>
      <w:rFonts w:ascii="Courier New" w:eastAsia="Arial Unicode MS" w:hAnsi="Courier New" w:cs="Courier New"/>
    </w:rPr>
  </w:style>
  <w:style w:type="character" w:styleId="Emphasis">
    <w:name w:val="Emphasis"/>
    <w:uiPriority w:val="20"/>
    <w:qFormat/>
    <w:rsid w:val="009A383F"/>
    <w:rPr>
      <w:i/>
      <w:iCs/>
    </w:rPr>
  </w:style>
  <w:style w:type="paragraph" w:customStyle="1" w:styleId="aa">
    <w:name w:val="План"/>
    <w:basedOn w:val="BodyText2"/>
    <w:rsid w:val="009A383F"/>
    <w:pPr>
      <w:spacing w:before="0" w:after="0" w:line="240" w:lineRule="auto"/>
    </w:pPr>
    <w:rPr>
      <w:rFonts w:ascii="Courier New" w:hAnsi="Courier New" w:cs="Courier New"/>
      <w:b/>
      <w:bCs/>
    </w:rPr>
  </w:style>
  <w:style w:type="paragraph" w:styleId="BodyText2">
    <w:name w:val="Body Text 2"/>
    <w:basedOn w:val="Normal"/>
    <w:link w:val="BodyText2Char"/>
    <w:rsid w:val="009A383F"/>
    <w:pPr>
      <w:spacing w:before="100" w:after="120" w:line="480" w:lineRule="auto"/>
    </w:pPr>
    <w:rPr>
      <w:sz w:val="24"/>
      <w:szCs w:val="24"/>
    </w:rPr>
  </w:style>
  <w:style w:type="character" w:customStyle="1" w:styleId="BodyText2Char">
    <w:name w:val="Body Text 2 Char"/>
    <w:link w:val="BodyText2"/>
    <w:rsid w:val="009A383F"/>
    <w:rPr>
      <w:sz w:val="24"/>
      <w:szCs w:val="24"/>
    </w:rPr>
  </w:style>
  <w:style w:type="character" w:customStyle="1" w:styleId="ab">
    <w:name w:val="Знак Знак"/>
    <w:semiHidden/>
    <w:locked/>
    <w:rsid w:val="009A383F"/>
    <w:rPr>
      <w:sz w:val="24"/>
      <w:szCs w:val="24"/>
      <w:lang w:val="ru-RU" w:eastAsia="ru-RU" w:bidi="ar-SA"/>
    </w:rPr>
  </w:style>
  <w:style w:type="paragraph" w:customStyle="1" w:styleId="300">
    <w:name w:val="30"/>
    <w:basedOn w:val="Normal"/>
    <w:rsid w:val="009A383F"/>
    <w:pPr>
      <w:overflowPunct w:val="0"/>
      <w:autoSpaceDE w:val="0"/>
      <w:autoSpaceDN w:val="0"/>
      <w:jc w:val="center"/>
    </w:pPr>
    <w:rPr>
      <w:rFonts w:ascii="Courier New" w:hAnsi="Courier New" w:cs="Courier New"/>
      <w:i/>
      <w:iCs/>
      <w:spacing w:val="-20"/>
      <w:sz w:val="26"/>
      <w:szCs w:val="26"/>
    </w:rPr>
  </w:style>
  <w:style w:type="paragraph" w:customStyle="1" w:styleId="200">
    <w:name w:val="20"/>
    <w:basedOn w:val="Normal"/>
    <w:rsid w:val="009A383F"/>
    <w:pPr>
      <w:overflowPunct w:val="0"/>
      <w:autoSpaceDE w:val="0"/>
      <w:autoSpaceDN w:val="0"/>
      <w:jc w:val="center"/>
    </w:pPr>
    <w:rPr>
      <w:rFonts w:ascii="Courier New" w:hAnsi="Courier New" w:cs="Courier New"/>
      <w:b/>
      <w:bCs/>
      <w:caps/>
      <w:spacing w:val="-20"/>
      <w:sz w:val="26"/>
      <w:szCs w:val="26"/>
    </w:rPr>
  </w:style>
  <w:style w:type="paragraph" w:styleId="Subtitle">
    <w:name w:val="Subtitle"/>
    <w:basedOn w:val="Normal"/>
    <w:link w:val="SubtitleChar"/>
    <w:uiPriority w:val="11"/>
    <w:qFormat/>
    <w:rsid w:val="009A383F"/>
    <w:pPr>
      <w:jc w:val="center"/>
    </w:pPr>
    <w:rPr>
      <w:rFonts w:ascii="Courier New" w:hAnsi="Courier New"/>
      <w:b/>
      <w:bCs/>
      <w:sz w:val="27"/>
      <w:szCs w:val="27"/>
    </w:rPr>
  </w:style>
  <w:style w:type="character" w:customStyle="1" w:styleId="SubtitleChar">
    <w:name w:val="Subtitle Char"/>
    <w:link w:val="Subtitle"/>
    <w:uiPriority w:val="11"/>
    <w:rsid w:val="009A383F"/>
    <w:rPr>
      <w:rFonts w:ascii="Courier New" w:hAnsi="Courier New"/>
      <w:b/>
      <w:bCs/>
      <w:sz w:val="27"/>
      <w:szCs w:val="27"/>
    </w:rPr>
  </w:style>
  <w:style w:type="paragraph" w:customStyle="1" w:styleId="caaieiaie2">
    <w:name w:val="caaieiaie 2"/>
    <w:basedOn w:val="Iauiue"/>
    <w:next w:val="Iauiue"/>
    <w:rsid w:val="009A383F"/>
    <w:pPr>
      <w:keepNext/>
      <w:spacing w:before="0" w:after="0"/>
      <w:jc w:val="both"/>
    </w:pPr>
    <w:rPr>
      <w:rFonts w:ascii="Arial" w:hAnsi="Arial"/>
      <w:b/>
      <w:i/>
      <w:sz w:val="20"/>
    </w:rPr>
  </w:style>
  <w:style w:type="paragraph" w:customStyle="1" w:styleId="Iniiaiieoaeno">
    <w:name w:val="Iniiaiie oaeno"/>
    <w:basedOn w:val="Iauiue"/>
    <w:rsid w:val="009A383F"/>
    <w:pPr>
      <w:spacing w:before="0" w:after="0"/>
      <w:jc w:val="both"/>
    </w:pPr>
    <w:rPr>
      <w:rFonts w:ascii="Arial" w:hAnsi="Arial"/>
      <w:sz w:val="18"/>
    </w:rPr>
  </w:style>
  <w:style w:type="paragraph" w:styleId="BalloonText">
    <w:name w:val="Balloon Text"/>
    <w:basedOn w:val="Normal"/>
    <w:link w:val="BalloonTextChar"/>
    <w:rsid w:val="009A38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A383F"/>
    <w:rPr>
      <w:rFonts w:ascii="Tahoma" w:hAnsi="Tahoma" w:cs="Tahoma"/>
      <w:sz w:val="16"/>
      <w:szCs w:val="16"/>
    </w:rPr>
  </w:style>
  <w:style w:type="paragraph" w:styleId="EnvelopeAddress">
    <w:name w:val="envelope address"/>
    <w:basedOn w:val="Normal"/>
    <w:rsid w:val="009A383F"/>
    <w:pPr>
      <w:framePr w:w="7920" w:h="1980" w:hRule="exact" w:hSpace="180" w:wrap="auto" w:hAnchor="page" w:xAlign="center" w:yAlign="bottom"/>
      <w:ind w:left="2880"/>
    </w:pPr>
    <w:rPr>
      <w:rFonts w:ascii="Courier New" w:hAnsi="Courier New" w:cs="Courier New"/>
      <w:b/>
      <w:bCs/>
      <w:i/>
      <w:iCs/>
      <w:sz w:val="36"/>
      <w:szCs w:val="36"/>
    </w:rPr>
  </w:style>
  <w:style w:type="character" w:customStyle="1" w:styleId="newsdata1">
    <w:name w:val="newsdata1"/>
    <w:rsid w:val="009A383F"/>
    <w:rPr>
      <w:b/>
      <w:bCs/>
      <w:color w:val="auto"/>
      <w:shd w:val="clear" w:color="auto" w:fill="FFFFFF"/>
    </w:rPr>
  </w:style>
  <w:style w:type="paragraph" w:customStyle="1" w:styleId="ac">
    <w:name w:val="a"/>
    <w:basedOn w:val="Normal"/>
    <w:rsid w:val="009A383F"/>
    <w:pPr>
      <w:overflowPunct w:val="0"/>
      <w:autoSpaceDE w:val="0"/>
      <w:autoSpaceDN w:val="0"/>
    </w:pPr>
    <w:rPr>
      <w:rFonts w:ascii="Courier New" w:hAnsi="Courier New" w:cs="Courier New"/>
      <w:spacing w:val="-20"/>
      <w:sz w:val="26"/>
      <w:szCs w:val="26"/>
    </w:rPr>
  </w:style>
  <w:style w:type="paragraph" w:customStyle="1" w:styleId="31">
    <w:name w:val="3"/>
    <w:basedOn w:val="Normal"/>
    <w:rsid w:val="009A383F"/>
    <w:pPr>
      <w:overflowPunct w:val="0"/>
      <w:autoSpaceDE w:val="0"/>
      <w:autoSpaceDN w:val="0"/>
      <w:jc w:val="center"/>
    </w:pPr>
    <w:rPr>
      <w:rFonts w:ascii="Courier New" w:eastAsia="Arial Unicode MS" w:hAnsi="Courier New" w:cs="Courier New"/>
      <w:i/>
      <w:iCs/>
      <w:spacing w:val="-20"/>
      <w:sz w:val="26"/>
      <w:szCs w:val="26"/>
    </w:rPr>
  </w:style>
  <w:style w:type="paragraph" w:customStyle="1" w:styleId="13">
    <w:name w:val="1"/>
    <w:basedOn w:val="Normal"/>
    <w:rsid w:val="009A383F"/>
    <w:pPr>
      <w:overflowPunct w:val="0"/>
      <w:autoSpaceDE w:val="0"/>
      <w:autoSpaceDN w:val="0"/>
      <w:jc w:val="center"/>
    </w:pPr>
    <w:rPr>
      <w:rFonts w:ascii="Courier New" w:eastAsia="Arial Unicode MS" w:hAnsi="Courier New" w:cs="Courier New"/>
      <w:b/>
      <w:bCs/>
      <w:i/>
      <w:iCs/>
      <w:caps/>
      <w:spacing w:val="-20"/>
      <w:sz w:val="27"/>
      <w:szCs w:val="27"/>
    </w:rPr>
  </w:style>
  <w:style w:type="paragraph" w:customStyle="1" w:styleId="23">
    <w:name w:val="2"/>
    <w:basedOn w:val="Normal"/>
    <w:rsid w:val="009A383F"/>
    <w:pPr>
      <w:overflowPunct w:val="0"/>
      <w:autoSpaceDE w:val="0"/>
      <w:autoSpaceDN w:val="0"/>
      <w:jc w:val="center"/>
    </w:pPr>
    <w:rPr>
      <w:rFonts w:ascii="Courier New" w:eastAsia="Arial Unicode MS" w:hAnsi="Courier New" w:cs="Courier New"/>
      <w:b/>
      <w:bCs/>
      <w:caps/>
      <w:spacing w:val="-20"/>
      <w:sz w:val="26"/>
      <w:szCs w:val="26"/>
    </w:rPr>
  </w:style>
  <w:style w:type="character" w:customStyle="1" w:styleId="tendersubject1">
    <w:name w:val="tendersubject1"/>
    <w:rsid w:val="009A383F"/>
    <w:rPr>
      <w:b/>
      <w:bCs/>
      <w:color w:val="0000FF"/>
      <w:sz w:val="20"/>
      <w:szCs w:val="20"/>
    </w:rPr>
  </w:style>
  <w:style w:type="character" w:customStyle="1" w:styleId="headstyle1">
    <w:name w:val="headstyle1"/>
    <w:rsid w:val="009A383F"/>
    <w:rPr>
      <w:rFonts w:ascii="Verdana" w:hAnsi="Verdana" w:cs="Verdana"/>
      <w:b/>
      <w:bCs/>
      <w:color w:val="auto"/>
      <w:sz w:val="14"/>
      <w:szCs w:val="14"/>
    </w:rPr>
  </w:style>
  <w:style w:type="character" w:customStyle="1" w:styleId="txtbl11">
    <w:name w:val="txtbl11"/>
    <w:rsid w:val="009A383F"/>
    <w:rPr>
      <w:b/>
      <w:bCs/>
      <w:color w:val="auto"/>
    </w:rPr>
  </w:style>
  <w:style w:type="character" w:customStyle="1" w:styleId="ad">
    <w:name w:val="МЕРОПР Знак"/>
    <w:rsid w:val="009A383F"/>
    <w:rPr>
      <w:rFonts w:ascii="Courier New" w:hAnsi="Courier New" w:cs="Courier New"/>
      <w:spacing w:val="-20"/>
      <w:sz w:val="26"/>
      <w:szCs w:val="26"/>
      <w:lang w:val="ru-RU" w:eastAsia="ru-RU"/>
    </w:rPr>
  </w:style>
  <w:style w:type="paragraph" w:customStyle="1" w:styleId="iauiue1">
    <w:name w:val="iauiue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H2">
    <w:name w:val="H2"/>
    <w:basedOn w:val="Normal"/>
    <w:next w:val="Normal"/>
    <w:rsid w:val="009A383F"/>
    <w:pPr>
      <w:keepNext/>
      <w:autoSpaceDE w:val="0"/>
      <w:autoSpaceDN w:val="0"/>
      <w:adjustRightInd w:val="0"/>
      <w:spacing w:before="100" w:after="100"/>
      <w:outlineLvl w:val="2"/>
    </w:pPr>
    <w:rPr>
      <w:rFonts w:ascii="Courier New" w:hAnsi="Courier New"/>
      <w:b/>
      <w:bCs/>
      <w:sz w:val="36"/>
      <w:szCs w:val="36"/>
    </w:rPr>
  </w:style>
  <w:style w:type="paragraph" w:customStyle="1" w:styleId="FR1">
    <w:name w:val="FR1"/>
    <w:rsid w:val="009A383F"/>
    <w:pPr>
      <w:widowControl w:val="0"/>
      <w:spacing w:before="20"/>
    </w:pPr>
    <w:rPr>
      <w:rFonts w:ascii="Arial" w:hAnsi="Arial" w:cs="Arial"/>
      <w:lang w:val="ru-RU" w:eastAsia="ru-RU"/>
    </w:rPr>
  </w:style>
  <w:style w:type="paragraph" w:customStyle="1" w:styleId="ConsPlusTitle">
    <w:name w:val="ConsPlusTitle"/>
    <w:rsid w:val="009A383F"/>
    <w:pPr>
      <w:widowControl w:val="0"/>
      <w:autoSpaceDE w:val="0"/>
      <w:autoSpaceDN w:val="0"/>
      <w:adjustRightInd w:val="0"/>
    </w:pPr>
    <w:rPr>
      <w:b/>
      <w:bCs/>
      <w:sz w:val="24"/>
      <w:szCs w:val="24"/>
      <w:lang w:val="ru-RU" w:eastAsia="ru-RU"/>
    </w:rPr>
  </w:style>
  <w:style w:type="paragraph" w:customStyle="1" w:styleId="ae">
    <w:name w:val="заголовок мой"/>
    <w:basedOn w:val="Normal"/>
    <w:rsid w:val="009A383F"/>
    <w:pPr>
      <w:spacing w:after="600"/>
      <w:jc w:val="center"/>
    </w:pPr>
    <w:rPr>
      <w:b/>
      <w:bCs/>
      <w:smallCaps/>
      <w:sz w:val="28"/>
      <w:szCs w:val="28"/>
    </w:rPr>
  </w:style>
  <w:style w:type="paragraph" w:customStyle="1" w:styleId="af">
    <w:name w:val="краткое"/>
    <w:basedOn w:val="Normal"/>
    <w:rsid w:val="009A383F"/>
    <w:pPr>
      <w:spacing w:after="600"/>
      <w:ind w:right="4820"/>
      <w:jc w:val="both"/>
    </w:pPr>
    <w:rPr>
      <w:sz w:val="28"/>
      <w:szCs w:val="28"/>
    </w:rPr>
  </w:style>
  <w:style w:type="paragraph" w:styleId="BodyTextIndent3">
    <w:name w:val="Body Text Indent 3"/>
    <w:basedOn w:val="Normal"/>
    <w:link w:val="BodyTextIndent3Char"/>
    <w:rsid w:val="009A383F"/>
    <w:pPr>
      <w:ind w:left="426" w:hanging="426"/>
      <w:jc w:val="both"/>
    </w:pPr>
    <w:rPr>
      <w:sz w:val="28"/>
      <w:szCs w:val="28"/>
    </w:rPr>
  </w:style>
  <w:style w:type="character" w:customStyle="1" w:styleId="BodyTextIndent3Char">
    <w:name w:val="Body Text Indent 3 Char"/>
    <w:link w:val="BodyTextIndent3"/>
    <w:rsid w:val="009A383F"/>
    <w:rPr>
      <w:sz w:val="28"/>
      <w:szCs w:val="28"/>
    </w:rPr>
  </w:style>
  <w:style w:type="paragraph" w:styleId="Signature">
    <w:name w:val="Signature"/>
    <w:basedOn w:val="Normal"/>
    <w:next w:val="Normal"/>
    <w:link w:val="SignatureChar"/>
    <w:rsid w:val="009A383F"/>
    <w:pPr>
      <w:keepLines/>
      <w:spacing w:line="192" w:lineRule="auto"/>
    </w:pPr>
    <w:rPr>
      <w:sz w:val="28"/>
      <w:szCs w:val="28"/>
    </w:rPr>
  </w:style>
  <w:style w:type="character" w:customStyle="1" w:styleId="SignatureChar">
    <w:name w:val="Signature Char"/>
    <w:link w:val="Signature"/>
    <w:rsid w:val="009A383F"/>
    <w:rPr>
      <w:sz w:val="28"/>
      <w:szCs w:val="28"/>
    </w:rPr>
  </w:style>
  <w:style w:type="paragraph" w:customStyle="1" w:styleId="14">
    <w:name w:val="Знак1"/>
    <w:basedOn w:val="Normal"/>
    <w:rsid w:val="009A383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NoSpacing">
    <w:name w:val="No Spacing"/>
    <w:uiPriority w:val="1"/>
    <w:qFormat/>
    <w:rsid w:val="009A383F"/>
    <w:rPr>
      <w:rFonts w:ascii="Calibri" w:hAnsi="Calibri" w:cs="Calibri"/>
      <w:sz w:val="22"/>
      <w:szCs w:val="22"/>
      <w:lang w:val="ru-RU" w:eastAsia="ru-RU"/>
    </w:rPr>
  </w:style>
  <w:style w:type="paragraph" w:customStyle="1" w:styleId="15">
    <w:name w:val="заголовок 1"/>
    <w:basedOn w:val="Normal"/>
    <w:next w:val="Normal"/>
    <w:rsid w:val="009A383F"/>
    <w:pPr>
      <w:keepNext/>
      <w:widowControl w:val="0"/>
      <w:jc w:val="center"/>
    </w:pPr>
    <w:rPr>
      <w:rFonts w:ascii="Courier New" w:hAnsi="Courier New" w:cs="Courier New"/>
      <w:sz w:val="24"/>
      <w:szCs w:val="24"/>
    </w:rPr>
  </w:style>
  <w:style w:type="character" w:customStyle="1" w:styleId="ss1">
    <w:name w:val="ss1"/>
    <w:rsid w:val="009A383F"/>
    <w:rPr>
      <w:rFonts w:ascii="Verdana" w:hAnsi="Verdana" w:cs="Verdana"/>
      <w:color w:val="auto"/>
      <w:sz w:val="18"/>
      <w:szCs w:val="18"/>
    </w:rPr>
  </w:style>
  <w:style w:type="character" w:customStyle="1" w:styleId="address">
    <w:name w:val="address"/>
    <w:rsid w:val="009A383F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9A383F"/>
  </w:style>
  <w:style w:type="character" w:customStyle="1" w:styleId="af0">
    <w:name w:val="меропр Знак"/>
    <w:rsid w:val="009A383F"/>
    <w:rPr>
      <w:rFonts w:ascii="Courier New" w:hAnsi="Courier New" w:cs="Courier New"/>
      <w:spacing w:val="-20"/>
      <w:sz w:val="26"/>
      <w:szCs w:val="26"/>
      <w:lang w:val="ru-RU" w:eastAsia="ru-RU"/>
    </w:rPr>
  </w:style>
  <w:style w:type="character" w:customStyle="1" w:styleId="tendersubject">
    <w:name w:val="tendersubject"/>
    <w:rsid w:val="009A383F"/>
    <w:rPr>
      <w:rFonts w:ascii="Times New Roman" w:hAnsi="Times New Roman" w:cs="Times New Roman"/>
    </w:rPr>
  </w:style>
  <w:style w:type="paragraph" w:customStyle="1" w:styleId="24">
    <w:name w:val="Знак2"/>
    <w:basedOn w:val="Normal"/>
    <w:next w:val="Heading2"/>
    <w:autoRedefine/>
    <w:rsid w:val="009A383F"/>
    <w:pPr>
      <w:spacing w:after="160" w:line="240" w:lineRule="exact"/>
    </w:pPr>
    <w:rPr>
      <w:sz w:val="24"/>
      <w:lang w:val="en-US" w:eastAsia="en-US"/>
    </w:rPr>
  </w:style>
  <w:style w:type="paragraph" w:customStyle="1" w:styleId="16">
    <w:name w:val="Знак1"/>
    <w:basedOn w:val="Normal"/>
    <w:next w:val="Heading2"/>
    <w:autoRedefine/>
    <w:rsid w:val="009A383F"/>
    <w:pPr>
      <w:spacing w:after="160" w:line="240" w:lineRule="exact"/>
    </w:pPr>
    <w:rPr>
      <w:sz w:val="24"/>
      <w:lang w:val="en-US" w:eastAsia="en-US"/>
    </w:rPr>
  </w:style>
  <w:style w:type="paragraph" w:customStyle="1" w:styleId="BodyText21">
    <w:name w:val="Body Text 21"/>
    <w:basedOn w:val="Normal"/>
    <w:rsid w:val="009A383F"/>
    <w:pPr>
      <w:widowControl w:val="0"/>
      <w:overflowPunct w:val="0"/>
      <w:autoSpaceDE w:val="0"/>
      <w:autoSpaceDN w:val="0"/>
      <w:adjustRightInd w:val="0"/>
      <w:spacing w:line="288" w:lineRule="auto"/>
      <w:jc w:val="both"/>
      <w:textAlignment w:val="baseline"/>
    </w:pPr>
    <w:rPr>
      <w:sz w:val="26"/>
    </w:rPr>
  </w:style>
  <w:style w:type="paragraph" w:customStyle="1" w:styleId="BodyTextIndent21">
    <w:name w:val="Body Text Indent 21"/>
    <w:basedOn w:val="Normal"/>
    <w:rsid w:val="009A383F"/>
    <w:pPr>
      <w:widowControl w:val="0"/>
      <w:overflowPunct w:val="0"/>
      <w:autoSpaceDE w:val="0"/>
      <w:autoSpaceDN w:val="0"/>
      <w:adjustRightInd w:val="0"/>
      <w:spacing w:line="238" w:lineRule="exact"/>
      <w:ind w:firstLine="720"/>
      <w:textAlignment w:val="baseline"/>
    </w:pPr>
    <w:rPr>
      <w:sz w:val="28"/>
    </w:rPr>
  </w:style>
  <w:style w:type="paragraph" w:customStyle="1" w:styleId="BodyText31">
    <w:name w:val="Body Text 31"/>
    <w:basedOn w:val="Normal"/>
    <w:rsid w:val="009A383F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customStyle="1" w:styleId="BlockText1">
    <w:name w:val="Block Text1"/>
    <w:basedOn w:val="Normal"/>
    <w:rsid w:val="009A383F"/>
    <w:pPr>
      <w:tabs>
        <w:tab w:val="left" w:pos="110"/>
      </w:tabs>
      <w:overflowPunct w:val="0"/>
      <w:autoSpaceDE w:val="0"/>
      <w:autoSpaceDN w:val="0"/>
      <w:adjustRightInd w:val="0"/>
      <w:ind w:left="110" w:right="-108" w:hanging="110"/>
      <w:textAlignment w:val="baseline"/>
    </w:pPr>
    <w:rPr>
      <w:sz w:val="24"/>
    </w:rPr>
  </w:style>
  <w:style w:type="paragraph" w:customStyle="1" w:styleId="17">
    <w:name w:val="Знак1 Знак Знак Знак Знак Знак Знак"/>
    <w:basedOn w:val="Normal"/>
    <w:rsid w:val="009A383F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rsid w:val="009A383F"/>
    <w:pPr>
      <w:jc w:val="both"/>
    </w:pPr>
  </w:style>
  <w:style w:type="character" w:customStyle="1" w:styleId="FootnoteTextChar">
    <w:name w:val="Footnote Text Char"/>
    <w:basedOn w:val="DefaultParagraphFont"/>
    <w:link w:val="FootnoteText"/>
    <w:rsid w:val="009A383F"/>
  </w:style>
  <w:style w:type="paragraph" w:customStyle="1" w:styleId="18">
    <w:name w:val="Знак Знак Знак1 Знак Знак Знак Знак"/>
    <w:basedOn w:val="Normal"/>
    <w:autoRedefine/>
    <w:rsid w:val="009A383F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trong1">
    <w:name w:val="Strong1"/>
    <w:rsid w:val="009A383F"/>
    <w:rPr>
      <w:b/>
    </w:rPr>
  </w:style>
  <w:style w:type="character" w:customStyle="1" w:styleId="32">
    <w:name w:val="Знак Знак3"/>
    <w:rsid w:val="009A383F"/>
    <w:rPr>
      <w:sz w:val="28"/>
      <w:lang w:val="ru-RU" w:eastAsia="ru-RU" w:bidi="ar-SA"/>
    </w:rPr>
  </w:style>
  <w:style w:type="character" w:customStyle="1" w:styleId="Typewriter">
    <w:name w:val="Typewriter"/>
    <w:rsid w:val="009A383F"/>
    <w:rPr>
      <w:rFonts w:ascii="Courier New" w:hAnsi="Courier New"/>
      <w:sz w:val="20"/>
    </w:rPr>
  </w:style>
  <w:style w:type="paragraph" w:customStyle="1" w:styleId="NoSpacing1">
    <w:name w:val="No Spacing1"/>
    <w:link w:val="af1"/>
    <w:qFormat/>
    <w:rsid w:val="009A383F"/>
    <w:rPr>
      <w:rFonts w:ascii="Calibri" w:hAnsi="Calibri" w:cs="Calibri"/>
      <w:sz w:val="22"/>
      <w:szCs w:val="22"/>
      <w:lang w:val="ru-RU" w:eastAsia="ru-RU"/>
    </w:rPr>
  </w:style>
  <w:style w:type="character" w:customStyle="1" w:styleId="af1">
    <w:name w:val="Без интервала Знак"/>
    <w:link w:val="NoSpacing1"/>
    <w:locked/>
    <w:rsid w:val="009A383F"/>
    <w:rPr>
      <w:rFonts w:ascii="Calibri" w:hAnsi="Calibri" w:cs="Calibri"/>
      <w:sz w:val="22"/>
      <w:szCs w:val="22"/>
    </w:rPr>
  </w:style>
  <w:style w:type="character" w:customStyle="1" w:styleId="textbody">
    <w:name w:val="textbody"/>
    <w:rsid w:val="009A383F"/>
  </w:style>
  <w:style w:type="paragraph" w:customStyle="1" w:styleId="19">
    <w:name w:val="1 Знак Знак Знак Знак Знак Знак Знак Знак Знак Знак Знак Знак"/>
    <w:basedOn w:val="Normal"/>
    <w:rsid w:val="009A383F"/>
    <w:pPr>
      <w:spacing w:after="160" w:line="240" w:lineRule="exact"/>
    </w:pPr>
    <w:rPr>
      <w:rFonts w:eastAsia="Calibri"/>
      <w:lang w:eastAsia="zh-CN"/>
    </w:rPr>
  </w:style>
  <w:style w:type="character" w:customStyle="1" w:styleId="Hyperlink1">
    <w:name w:val="Hyperlink1"/>
    <w:rsid w:val="009A383F"/>
    <w:rPr>
      <w:color w:val="0000FF"/>
      <w:u w:val="single"/>
    </w:rPr>
  </w:style>
  <w:style w:type="paragraph" w:customStyle="1" w:styleId="text">
    <w:name w:val="text"/>
    <w:basedOn w:val="Normal"/>
    <w:rsid w:val="009A383F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Iacaaiea">
    <w:name w:val="Iacaaiea"/>
    <w:basedOn w:val="Iauiue"/>
    <w:rsid w:val="009A383F"/>
    <w:pPr>
      <w:spacing w:before="0" w:after="0"/>
      <w:jc w:val="center"/>
    </w:pPr>
    <w:rPr>
      <w:rFonts w:ascii="Arial" w:hAnsi="Arial"/>
      <w:b/>
      <w:sz w:val="18"/>
    </w:rPr>
  </w:style>
  <w:style w:type="paragraph" w:customStyle="1" w:styleId="ConsPlusNormal">
    <w:name w:val="ConsPlusNormal"/>
    <w:rsid w:val="009A3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customStyle="1" w:styleId="af2">
    <w:name w:val="Знак"/>
    <w:basedOn w:val="Normal"/>
    <w:rsid w:val="009A383F"/>
    <w:pPr>
      <w:spacing w:after="160" w:line="240" w:lineRule="exact"/>
    </w:pPr>
    <w:rPr>
      <w:rFonts w:ascii="Verdana" w:hAnsi="Verdana"/>
      <w:color w:val="000000"/>
      <w:sz w:val="24"/>
      <w:szCs w:val="24"/>
      <w:lang w:val="en-US" w:eastAsia="en-US"/>
    </w:rPr>
  </w:style>
  <w:style w:type="paragraph" w:customStyle="1" w:styleId="help">
    <w:name w:val="help"/>
    <w:basedOn w:val="Normal"/>
    <w:rsid w:val="009A383F"/>
    <w:pPr>
      <w:spacing w:before="24"/>
      <w:ind w:left="360" w:right="240"/>
    </w:pPr>
    <w:rPr>
      <w:rFonts w:ascii="Verdana" w:hAnsi="Verdana"/>
      <w:color w:val="000000"/>
      <w:sz w:val="24"/>
      <w:szCs w:val="24"/>
    </w:rPr>
  </w:style>
  <w:style w:type="paragraph" w:customStyle="1" w:styleId="helpindent">
    <w:name w:val="help_indent"/>
    <w:basedOn w:val="Normal"/>
    <w:rsid w:val="009A383F"/>
    <w:pPr>
      <w:shd w:val="clear" w:color="auto" w:fill="FFFFFF"/>
      <w:spacing w:before="24"/>
      <w:ind w:right="240"/>
    </w:pPr>
    <w:rPr>
      <w:rFonts w:ascii="Verdana" w:hAnsi="Verdana"/>
      <w:color w:val="000000"/>
      <w:sz w:val="24"/>
      <w:szCs w:val="24"/>
    </w:rPr>
  </w:style>
  <w:style w:type="paragraph" w:customStyle="1" w:styleId="wpslink">
    <w:name w:val="wpslink"/>
    <w:basedOn w:val="Normal"/>
    <w:rsid w:val="009A383F"/>
    <w:pPr>
      <w:spacing w:before="60"/>
      <w:ind w:right="60"/>
    </w:pPr>
    <w:rPr>
      <w:rFonts w:ascii="Verdana" w:hAnsi="Verdana"/>
      <w:color w:val="800000"/>
      <w:sz w:val="16"/>
      <w:szCs w:val="16"/>
    </w:rPr>
  </w:style>
  <w:style w:type="paragraph" w:customStyle="1" w:styleId="generalerrortext">
    <w:name w:val="generalerrortext"/>
    <w:basedOn w:val="Normal"/>
    <w:rsid w:val="009A383F"/>
    <w:pPr>
      <w:spacing w:before="60"/>
      <w:ind w:right="60"/>
    </w:pPr>
    <w:rPr>
      <w:rFonts w:ascii="Verdana" w:hAnsi="Verdana"/>
      <w:color w:val="000000"/>
      <w:sz w:val="19"/>
      <w:szCs w:val="19"/>
    </w:rPr>
  </w:style>
  <w:style w:type="paragraph" w:customStyle="1" w:styleId="clearing">
    <w:name w:val="clearing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ayoutrow">
    <w:name w:val="layoutrow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ayoutcolumn">
    <w:name w:val="layoutcolumn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themeheader">
    <w:name w:val="themeheader"/>
    <w:basedOn w:val="Normal"/>
    <w:rsid w:val="009A383F"/>
    <w:rPr>
      <w:rFonts w:ascii="Verdana" w:hAnsi="Verdana"/>
      <w:sz w:val="16"/>
      <w:szCs w:val="16"/>
    </w:rPr>
  </w:style>
  <w:style w:type="paragraph" w:customStyle="1" w:styleId="banner">
    <w:name w:val="banner"/>
    <w:basedOn w:val="Normal"/>
    <w:rsid w:val="009A383F"/>
    <w:pPr>
      <w:pBdr>
        <w:bottom w:val="single" w:sz="4" w:space="0" w:color="3161A5"/>
      </w:pBdr>
      <w:shd w:val="clear" w:color="auto" w:fill="E8EBF1"/>
    </w:pPr>
    <w:rPr>
      <w:rFonts w:ascii="Verdana" w:hAnsi="Verdana"/>
      <w:color w:val="800000"/>
      <w:sz w:val="16"/>
      <w:szCs w:val="16"/>
    </w:rPr>
  </w:style>
  <w:style w:type="paragraph" w:customStyle="1" w:styleId="bannertitle">
    <w:name w:val="bannertitle"/>
    <w:basedOn w:val="Normal"/>
    <w:rsid w:val="009A383F"/>
    <w:pPr>
      <w:spacing w:before="60"/>
      <w:ind w:right="60"/>
    </w:pPr>
    <w:rPr>
      <w:rFonts w:ascii="Verdana" w:hAnsi="Verdana"/>
      <w:b/>
      <w:bCs/>
      <w:color w:val="3161A5"/>
      <w:sz w:val="72"/>
      <w:szCs w:val="72"/>
    </w:rPr>
  </w:style>
  <w:style w:type="paragraph" w:customStyle="1" w:styleId="launch">
    <w:name w:val="launch"/>
    <w:basedOn w:val="Normal"/>
    <w:rsid w:val="009A383F"/>
    <w:pPr>
      <w:shd w:val="clear" w:color="auto" w:fill="3880DE"/>
      <w:ind w:right="60"/>
    </w:pPr>
    <w:rPr>
      <w:rFonts w:ascii="Verdana" w:hAnsi="Verdana"/>
      <w:b/>
      <w:bCs/>
      <w:color w:val="FFFFFF"/>
      <w:sz w:val="36"/>
      <w:szCs w:val="36"/>
    </w:rPr>
  </w:style>
  <w:style w:type="paragraph" w:customStyle="1" w:styleId="main-menu">
    <w:name w:val="main-menu"/>
    <w:basedOn w:val="Normal"/>
    <w:rsid w:val="009A383F"/>
    <w:pPr>
      <w:pBdr>
        <w:top w:val="single" w:sz="4" w:space="0" w:color="3161A5"/>
        <w:left w:val="single" w:sz="4" w:space="0" w:color="3161A5"/>
        <w:bottom w:val="single" w:sz="4" w:space="0" w:color="3161A5"/>
        <w:right w:val="single" w:sz="4" w:space="0" w:color="3161A5"/>
      </w:pBdr>
      <w:shd w:val="clear" w:color="auto" w:fill="EBF1F7"/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main-menu-border">
    <w:name w:val="main-menu-border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main-menu-item-selected">
    <w:name w:val="main-menu-item-selected"/>
    <w:basedOn w:val="Normal"/>
    <w:rsid w:val="009A383F"/>
    <w:pPr>
      <w:pBdr>
        <w:top w:val="single" w:sz="4" w:space="2" w:color="B9CEEA"/>
        <w:bottom w:val="single" w:sz="4" w:space="2" w:color="B9CEEA"/>
      </w:pBdr>
      <w:shd w:val="clear" w:color="auto" w:fill="E2EEFF"/>
      <w:spacing w:before="60"/>
      <w:ind w:right="60"/>
    </w:pPr>
    <w:rPr>
      <w:rFonts w:ascii="Verdana" w:hAnsi="Verdana"/>
      <w:color w:val="000000"/>
      <w:sz w:val="27"/>
      <w:szCs w:val="27"/>
    </w:rPr>
  </w:style>
  <w:style w:type="paragraph" w:customStyle="1" w:styleId="portlet-separator">
    <w:name w:val="portlet-separator"/>
    <w:basedOn w:val="Normal"/>
    <w:rsid w:val="009A383F"/>
    <w:pPr>
      <w:shd w:val="clear" w:color="auto" w:fill="999999"/>
      <w:spacing w:line="12" w:lineRule="atLeast"/>
    </w:pPr>
    <w:rPr>
      <w:rFonts w:ascii="Verdana" w:hAnsi="Verdana"/>
      <w:sz w:val="16"/>
      <w:szCs w:val="16"/>
    </w:rPr>
  </w:style>
  <w:style w:type="paragraph" w:customStyle="1" w:styleId="breadcrumbnav">
    <w:name w:val="breadcrumbnav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searchcontrol">
    <w:name w:val="searchcontrol"/>
    <w:basedOn w:val="Normal"/>
    <w:rsid w:val="009A383F"/>
    <w:pPr>
      <w:spacing w:before="36"/>
      <w:ind w:right="60"/>
    </w:pPr>
    <w:rPr>
      <w:rFonts w:ascii="Verdana" w:hAnsi="Verdana"/>
      <w:color w:val="800000"/>
      <w:sz w:val="16"/>
      <w:szCs w:val="16"/>
    </w:rPr>
  </w:style>
  <w:style w:type="paragraph" w:customStyle="1" w:styleId="toolbar">
    <w:name w:val="toolbar"/>
    <w:basedOn w:val="Normal"/>
    <w:rsid w:val="009A383F"/>
    <w:pPr>
      <w:spacing w:before="60"/>
      <w:ind w:right="60"/>
    </w:pPr>
    <w:rPr>
      <w:rFonts w:ascii="Verdana" w:hAnsi="Verdana"/>
      <w:color w:val="800000"/>
      <w:sz w:val="16"/>
      <w:szCs w:val="16"/>
    </w:rPr>
  </w:style>
  <w:style w:type="paragraph" w:customStyle="1" w:styleId="toolbarlink">
    <w:name w:val="toolbarlink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agebarfirstrow">
    <w:name w:val="wpspagebarfirstrow"/>
    <w:basedOn w:val="Normal"/>
    <w:rsid w:val="009A383F"/>
    <w:pPr>
      <w:shd w:val="clear" w:color="auto" w:fill="FEEFAC"/>
    </w:pPr>
    <w:rPr>
      <w:rFonts w:ascii="san-serif" w:hAnsi="san-serif"/>
      <w:b/>
      <w:bCs/>
      <w:sz w:val="13"/>
      <w:szCs w:val="13"/>
    </w:rPr>
  </w:style>
  <w:style w:type="paragraph" w:customStyle="1" w:styleId="wpspagebar">
    <w:name w:val="wpspagebar"/>
    <w:basedOn w:val="Normal"/>
    <w:rsid w:val="009A383F"/>
    <w:pPr>
      <w:shd w:val="clear" w:color="auto" w:fill="FEEFAC"/>
    </w:pPr>
    <w:rPr>
      <w:rFonts w:ascii="san-serif" w:hAnsi="san-serif"/>
      <w:color w:val="B00000"/>
      <w:sz w:val="13"/>
      <w:szCs w:val="13"/>
    </w:rPr>
  </w:style>
  <w:style w:type="paragraph" w:customStyle="1" w:styleId="pagebarseparator">
    <w:name w:val="pagebarseparator"/>
    <w:basedOn w:val="Normal"/>
    <w:rsid w:val="009A383F"/>
    <w:pPr>
      <w:pBdr>
        <w:top w:val="single" w:sz="4" w:space="0" w:color="800000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pagebarseparator1">
    <w:name w:val="pagebarseparator1"/>
    <w:basedOn w:val="Normal"/>
    <w:rsid w:val="009A383F"/>
    <w:pPr>
      <w:shd w:val="clear" w:color="auto" w:fill="800000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selectedpage">
    <w:name w:val="wpsselectedpage"/>
    <w:basedOn w:val="Normal"/>
    <w:rsid w:val="009A383F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auto" w:fill="B00000"/>
      <w:spacing w:before="60"/>
      <w:ind w:right="60"/>
    </w:pPr>
    <w:rPr>
      <w:rFonts w:ascii="Verdana" w:hAnsi="Verdana"/>
      <w:color w:val="FEEFAC"/>
      <w:sz w:val="16"/>
      <w:szCs w:val="16"/>
    </w:rPr>
  </w:style>
  <w:style w:type="paragraph" w:customStyle="1" w:styleId="wpsunselectedpage">
    <w:name w:val="wpsunselectedpage"/>
    <w:basedOn w:val="Normal"/>
    <w:rsid w:val="009A383F"/>
    <w:pPr>
      <w:spacing w:before="60"/>
      <w:ind w:right="60"/>
    </w:pPr>
    <w:rPr>
      <w:rFonts w:ascii="Verdana" w:hAnsi="Verdana"/>
      <w:color w:val="B00000"/>
      <w:sz w:val="16"/>
      <w:szCs w:val="16"/>
    </w:rPr>
  </w:style>
  <w:style w:type="paragraph" w:customStyle="1" w:styleId="menulink">
    <w:name w:val="menulink"/>
    <w:basedOn w:val="Normal"/>
    <w:rsid w:val="009A383F"/>
    <w:pPr>
      <w:spacing w:before="60"/>
      <w:ind w:left="48" w:right="60"/>
    </w:pPr>
    <w:rPr>
      <w:rFonts w:ascii="Verdana" w:hAnsi="Verdana"/>
      <w:sz w:val="16"/>
      <w:szCs w:val="16"/>
    </w:rPr>
  </w:style>
  <w:style w:type="paragraph" w:customStyle="1" w:styleId="wpssidenav">
    <w:name w:val="wpssidenav"/>
    <w:basedOn w:val="Normal"/>
    <w:rsid w:val="009A383F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auto" w:fill="FFE897"/>
      <w:ind w:right="60"/>
    </w:pPr>
    <w:rPr>
      <w:rFonts w:ascii="Verdana" w:hAnsi="Verdana"/>
      <w:sz w:val="27"/>
      <w:szCs w:val="27"/>
    </w:rPr>
  </w:style>
  <w:style w:type="paragraph" w:customStyle="1" w:styleId="wpsnavitem">
    <w:name w:val="wpsnavitem"/>
    <w:basedOn w:val="Normal"/>
    <w:rsid w:val="009A383F"/>
    <w:pPr>
      <w:spacing w:before="60"/>
      <w:ind w:right="60"/>
    </w:pPr>
    <w:rPr>
      <w:rFonts w:ascii="Verdana" w:hAnsi="Verdana"/>
      <w:color w:val="B00000"/>
      <w:sz w:val="16"/>
      <w:szCs w:val="16"/>
    </w:rPr>
  </w:style>
  <w:style w:type="paragraph" w:customStyle="1" w:styleId="selected">
    <w:name w:val="selected"/>
    <w:basedOn w:val="Normal"/>
    <w:rsid w:val="009A383F"/>
    <w:pPr>
      <w:shd w:val="clear" w:color="auto" w:fill="B00000"/>
      <w:spacing w:before="60"/>
      <w:ind w:right="60"/>
    </w:pPr>
    <w:rPr>
      <w:rFonts w:ascii="Verdana" w:hAnsi="Verdana"/>
      <w:color w:val="FFE897"/>
      <w:sz w:val="16"/>
      <w:szCs w:val="16"/>
    </w:rPr>
  </w:style>
  <w:style w:type="paragraph" w:customStyle="1" w:styleId="wpsnavicon">
    <w:name w:val="wpsnavicon"/>
    <w:basedOn w:val="Normal"/>
    <w:rsid w:val="009A383F"/>
    <w:rPr>
      <w:rFonts w:ascii="Verdana" w:hAnsi="Verdana"/>
      <w:sz w:val="16"/>
      <w:szCs w:val="16"/>
    </w:rPr>
  </w:style>
  <w:style w:type="paragraph" w:customStyle="1" w:styleId="menulinksidenav">
    <w:name w:val="menulinksidenav"/>
    <w:basedOn w:val="Normal"/>
    <w:rsid w:val="009A383F"/>
    <w:pPr>
      <w:spacing w:before="60"/>
      <w:ind w:left="-120" w:right="60"/>
    </w:pPr>
    <w:rPr>
      <w:rFonts w:ascii="Verdana" w:hAnsi="Verdana"/>
      <w:sz w:val="16"/>
      <w:szCs w:val="16"/>
    </w:rPr>
  </w:style>
  <w:style w:type="paragraph" w:customStyle="1" w:styleId="wpsnavlevel1">
    <w:name w:val="wpsnavlevel1"/>
    <w:basedOn w:val="Normal"/>
    <w:rsid w:val="009A383F"/>
    <w:pPr>
      <w:spacing w:before="60"/>
      <w:ind w:right="60"/>
    </w:pPr>
    <w:rPr>
      <w:rFonts w:ascii="Verdana" w:hAnsi="Verdana"/>
      <w:b/>
      <w:bCs/>
      <w:color w:val="B00000"/>
      <w:sz w:val="13"/>
      <w:szCs w:val="13"/>
    </w:rPr>
  </w:style>
  <w:style w:type="paragraph" w:customStyle="1" w:styleId="portalflyout">
    <w:name w:val="portalflyout"/>
    <w:basedOn w:val="Normal"/>
    <w:rsid w:val="009A383F"/>
    <w:pPr>
      <w:shd w:val="clear" w:color="auto" w:fill="FEEFAC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portalflyoutexpanded">
    <w:name w:val="portalflyoutexpanded"/>
    <w:basedOn w:val="Normal"/>
    <w:rsid w:val="009A383F"/>
    <w:pPr>
      <w:pBdr>
        <w:top w:val="single" w:sz="4" w:space="0" w:color="FEEFAC"/>
        <w:left w:val="single" w:sz="4" w:space="0" w:color="FEEFAC"/>
        <w:bottom w:val="single" w:sz="4" w:space="0" w:color="FEEFAC"/>
      </w:pBdr>
      <w:shd w:val="clear" w:color="auto" w:fill="FEEFAC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portalflyoutcollapsed">
    <w:name w:val="portalflyoutcollapsed"/>
    <w:basedOn w:val="Normal"/>
    <w:rsid w:val="009A383F"/>
    <w:pPr>
      <w:shd w:val="clear" w:color="auto" w:fill="FEEFAC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portalflyoutiframe">
    <w:name w:val="portalflyoutifram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Footer1">
    <w:name w:val="Footer1"/>
    <w:basedOn w:val="Normal"/>
    <w:rsid w:val="009A383F"/>
    <w:pPr>
      <w:pBdr>
        <w:top w:val="single" w:sz="4" w:space="0" w:color="auto"/>
      </w:pBdr>
      <w:shd w:val="clear" w:color="auto" w:fill="E8EBF1"/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quicklinks">
    <w:name w:val="quicklinks"/>
    <w:basedOn w:val="Normal"/>
    <w:rsid w:val="009A383F"/>
    <w:pPr>
      <w:shd w:val="clear" w:color="auto" w:fill="E8EBF1"/>
    </w:pPr>
    <w:rPr>
      <w:rFonts w:ascii="Verdana" w:hAnsi="Verdana"/>
      <w:color w:val="000000"/>
      <w:sz w:val="24"/>
      <w:szCs w:val="24"/>
    </w:rPr>
  </w:style>
  <w:style w:type="paragraph" w:customStyle="1" w:styleId="quicklinkitem">
    <w:name w:val="quicklinkitem"/>
    <w:basedOn w:val="Normal"/>
    <w:rsid w:val="009A383F"/>
    <w:pPr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wpsflyflyout">
    <w:name w:val="wpsflyflyout"/>
    <w:basedOn w:val="Normal"/>
    <w:rsid w:val="009A383F"/>
    <w:pPr>
      <w:pBdr>
        <w:top w:val="single" w:sz="48" w:space="0" w:color="9EB0CB"/>
        <w:left w:val="single" w:sz="48" w:space="0" w:color="9EB0CB"/>
        <w:bottom w:val="single" w:sz="48" w:space="0" w:color="9EB0CB"/>
        <w:right w:val="single" w:sz="48" w:space="0" w:color="9EB0CB"/>
      </w:pBdr>
      <w:shd w:val="clear" w:color="auto" w:fill="FEEFAC"/>
      <w:spacing w:before="60"/>
      <w:ind w:right="60"/>
    </w:pPr>
    <w:rPr>
      <w:rFonts w:ascii="Verdana" w:hAnsi="Verdana"/>
      <w:color w:val="800000"/>
      <w:sz w:val="16"/>
      <w:szCs w:val="16"/>
    </w:rPr>
  </w:style>
  <w:style w:type="paragraph" w:customStyle="1" w:styleId="dnddropaware">
    <w:name w:val="dnddropaware"/>
    <w:basedOn w:val="Normal"/>
    <w:rsid w:val="009A383F"/>
    <w:pPr>
      <w:shd w:val="clear" w:color="auto" w:fill="FFEBC5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dnddropactive">
    <w:name w:val="dnddropactive"/>
    <w:basedOn w:val="Normal"/>
    <w:rsid w:val="009A383F"/>
    <w:pPr>
      <w:shd w:val="clear" w:color="auto" w:fill="FF9000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dnddragging">
    <w:name w:val="dnddragging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dnddragselected">
    <w:name w:val="dnddragselected"/>
    <w:basedOn w:val="Normal"/>
    <w:rsid w:val="009A383F"/>
    <w:pPr>
      <w:shd w:val="clear" w:color="auto" w:fill="DDDDDD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contentpalettedragclass">
    <w:name w:val="contentpalettedragclass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">
    <w:name w:val="wpsportlet"/>
    <w:basedOn w:val="Normal"/>
    <w:rsid w:val="009A383F"/>
    <w:pPr>
      <w:pBdr>
        <w:left w:val="single" w:sz="4" w:space="0" w:color="800000"/>
        <w:bottom w:val="single" w:sz="4" w:space="0" w:color="800000"/>
        <w:right w:val="single" w:sz="4" w:space="0" w:color="800000"/>
      </w:pBdr>
      <w:spacing w:before="60" w:after="60"/>
      <w:ind w:left="60" w:right="60"/>
    </w:pPr>
    <w:rPr>
      <w:rFonts w:ascii="Verdana" w:hAnsi="Verdana"/>
      <w:sz w:val="16"/>
      <w:szCs w:val="16"/>
    </w:rPr>
  </w:style>
  <w:style w:type="paragraph" w:customStyle="1" w:styleId="wpsportletbody">
    <w:name w:val="wpsportletbody"/>
    <w:basedOn w:val="Normal"/>
    <w:rsid w:val="009A383F"/>
    <w:pPr>
      <w:spacing w:before="60" w:after="60"/>
      <w:ind w:left="60" w:right="60"/>
    </w:pPr>
    <w:rPr>
      <w:rFonts w:ascii="Verdana" w:hAnsi="Verdana"/>
      <w:sz w:val="16"/>
      <w:szCs w:val="16"/>
    </w:rPr>
  </w:style>
  <w:style w:type="paragraph" w:customStyle="1" w:styleId="wpsportlettitlebar">
    <w:name w:val="wpsportlettitlebar"/>
    <w:basedOn w:val="Normal"/>
    <w:rsid w:val="009A383F"/>
    <w:pPr>
      <w:shd w:val="clear" w:color="auto" w:fill="FEEFAC"/>
      <w:spacing w:before="60"/>
      <w:ind w:right="60"/>
    </w:pPr>
    <w:rPr>
      <w:rFonts w:ascii="Verdana" w:hAnsi="Verdana"/>
      <w:color w:val="800000"/>
      <w:sz w:val="36"/>
      <w:szCs w:val="36"/>
    </w:rPr>
  </w:style>
  <w:style w:type="paragraph" w:customStyle="1" w:styleId="wpsportleticons">
    <w:name w:val="wpsportleticons"/>
    <w:basedOn w:val="Normal"/>
    <w:rsid w:val="009A383F"/>
    <w:pPr>
      <w:spacing w:before="60"/>
      <w:ind w:right="60"/>
      <w:jc w:val="right"/>
      <w:textAlignment w:val="top"/>
    </w:pPr>
    <w:rPr>
      <w:rFonts w:ascii="Verdana" w:hAnsi="Verdana"/>
      <w:sz w:val="16"/>
      <w:szCs w:val="16"/>
    </w:rPr>
  </w:style>
  <w:style w:type="paragraph" w:customStyle="1" w:styleId="wpsthinskincontainerbar">
    <w:name w:val="wpsthinskincontainerbar"/>
    <w:basedOn w:val="Normal"/>
    <w:rsid w:val="009A383F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60" w:after="24"/>
      <w:ind w:right="60"/>
    </w:pPr>
    <w:rPr>
      <w:rFonts w:ascii="Verdana" w:hAnsi="Verdana"/>
      <w:sz w:val="16"/>
      <w:szCs w:val="16"/>
    </w:rPr>
  </w:style>
  <w:style w:type="paragraph" w:customStyle="1" w:styleId="wpsthinskincontainerbarborder">
    <w:name w:val="wpsthinskincontainerbarborder"/>
    <w:basedOn w:val="Normal"/>
    <w:rsid w:val="009A383F"/>
    <w:pPr>
      <w:shd w:val="clear" w:color="auto" w:fill="FEEFAC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thinskindragzonecontainer">
    <w:name w:val="wpsthinskindragzonecontainer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thinskinmenucontainer">
    <w:name w:val="wpsthinskinmenucontainer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userinfo">
    <w:name w:val="userinfo"/>
    <w:basedOn w:val="Normal"/>
    <w:rsid w:val="009A383F"/>
    <w:pPr>
      <w:spacing w:before="60"/>
      <w:ind w:right="60"/>
    </w:pPr>
    <w:rPr>
      <w:rFonts w:ascii="Verdana" w:hAnsi="Verdana"/>
      <w:b/>
      <w:bCs/>
      <w:sz w:val="12"/>
      <w:szCs w:val="12"/>
    </w:rPr>
  </w:style>
  <w:style w:type="paragraph" w:customStyle="1" w:styleId="documentbody">
    <w:name w:val="documentbody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topmenutr">
    <w:name w:val="topmenutr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topmenudelim">
    <w:name w:val="topmenudelim"/>
    <w:basedOn w:val="Normal"/>
    <w:rsid w:val="009A383F"/>
    <w:pPr>
      <w:spacing w:before="40" w:after="40"/>
      <w:ind w:right="60"/>
      <w:jc w:val="center"/>
    </w:pPr>
    <w:rPr>
      <w:rFonts w:ascii="Verdana" w:hAnsi="Verdana"/>
      <w:color w:val="000000"/>
      <w:sz w:val="13"/>
      <w:szCs w:val="13"/>
    </w:rPr>
  </w:style>
  <w:style w:type="paragraph" w:customStyle="1" w:styleId="topmenutd">
    <w:name w:val="topmenutd"/>
    <w:basedOn w:val="Normal"/>
    <w:rsid w:val="009A383F"/>
    <w:pPr>
      <w:spacing w:before="40" w:after="40"/>
      <w:ind w:right="60"/>
      <w:jc w:val="center"/>
    </w:pPr>
    <w:rPr>
      <w:rFonts w:ascii="Verdana" w:hAnsi="Verdana"/>
      <w:b/>
      <w:bCs/>
      <w:color w:val="B00000"/>
      <w:sz w:val="13"/>
      <w:szCs w:val="13"/>
    </w:rPr>
  </w:style>
  <w:style w:type="paragraph" w:customStyle="1" w:styleId="topmenulink">
    <w:name w:val="topmenulink"/>
    <w:basedOn w:val="Normal"/>
    <w:rsid w:val="009A383F"/>
    <w:pPr>
      <w:spacing w:before="40" w:after="40"/>
      <w:ind w:right="60"/>
    </w:pPr>
    <w:rPr>
      <w:rFonts w:ascii="Verdana" w:hAnsi="Verdana"/>
      <w:b/>
      <w:bCs/>
      <w:color w:val="B00000"/>
      <w:sz w:val="13"/>
      <w:szCs w:val="13"/>
    </w:rPr>
  </w:style>
  <w:style w:type="paragraph" w:customStyle="1" w:styleId="portlet-dlg-icon-label">
    <w:name w:val="portlet-dlg-icon-label"/>
    <w:basedOn w:val="Normal"/>
    <w:rsid w:val="009A383F"/>
    <w:pPr>
      <w:spacing w:before="60"/>
      <w:ind w:right="60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portlet-icon-label">
    <w:name w:val="portlet-icon-label"/>
    <w:basedOn w:val="Normal"/>
    <w:rsid w:val="009A383F"/>
    <w:pPr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portlet-section-header">
    <w:name w:val="portlet-section-header"/>
    <w:basedOn w:val="Normal"/>
    <w:rsid w:val="009A383F"/>
    <w:pPr>
      <w:spacing w:before="60"/>
      <w:ind w:right="60"/>
    </w:pPr>
    <w:rPr>
      <w:rFonts w:ascii="Verdana" w:hAnsi="Verdana"/>
      <w:b/>
      <w:bCs/>
      <w:color w:val="800000"/>
      <w:sz w:val="17"/>
      <w:szCs w:val="17"/>
    </w:rPr>
  </w:style>
  <w:style w:type="paragraph" w:customStyle="1" w:styleId="portlet-section-header-highlight">
    <w:name w:val="portlet-section-header-highlight"/>
    <w:basedOn w:val="Normal"/>
    <w:rsid w:val="009A383F"/>
    <w:pPr>
      <w:shd w:val="clear" w:color="auto" w:fill="F0F0F0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portlet-font">
    <w:name w:val="portlet-font"/>
    <w:basedOn w:val="Normal"/>
    <w:rsid w:val="009A383F"/>
    <w:pPr>
      <w:spacing w:before="60"/>
      <w:ind w:right="60"/>
    </w:pPr>
    <w:rPr>
      <w:rFonts w:ascii="Verdana" w:hAnsi="Verdana"/>
      <w:color w:val="333333"/>
      <w:sz w:val="27"/>
      <w:szCs w:val="27"/>
    </w:rPr>
  </w:style>
  <w:style w:type="paragraph" w:customStyle="1" w:styleId="portlet-section-subheader">
    <w:name w:val="portlet-section-subheader"/>
    <w:basedOn w:val="Normal"/>
    <w:rsid w:val="009A383F"/>
    <w:pPr>
      <w:spacing w:before="60"/>
      <w:ind w:right="60"/>
    </w:pPr>
    <w:rPr>
      <w:rFonts w:ascii="Verdana" w:hAnsi="Verdana"/>
      <w:color w:val="333333"/>
      <w:sz w:val="16"/>
      <w:szCs w:val="16"/>
    </w:rPr>
  </w:style>
  <w:style w:type="paragraph" w:customStyle="1" w:styleId="portlet-table-selected">
    <w:name w:val="portlet-table-selected"/>
    <w:basedOn w:val="Normal"/>
    <w:rsid w:val="009A383F"/>
    <w:pPr>
      <w:shd w:val="clear" w:color="auto" w:fill="C5D1DE"/>
      <w:spacing w:before="60"/>
      <w:ind w:right="60"/>
    </w:pPr>
    <w:rPr>
      <w:rFonts w:ascii="Verdana" w:hAnsi="Verdana"/>
      <w:color w:val="333333"/>
      <w:sz w:val="16"/>
      <w:szCs w:val="16"/>
    </w:rPr>
  </w:style>
  <w:style w:type="paragraph" w:customStyle="1" w:styleId="portlet-table-alternate">
    <w:name w:val="portlet-table-alternate"/>
    <w:basedOn w:val="Normal"/>
    <w:rsid w:val="009A383F"/>
    <w:pPr>
      <w:spacing w:before="60"/>
      <w:ind w:right="60"/>
    </w:pPr>
    <w:rPr>
      <w:rFonts w:ascii="Verdana" w:hAnsi="Verdana"/>
      <w:color w:val="333333"/>
      <w:sz w:val="16"/>
      <w:szCs w:val="16"/>
    </w:rPr>
  </w:style>
  <w:style w:type="paragraph" w:customStyle="1" w:styleId="portlet-table-header">
    <w:name w:val="portlet-table-header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portlet-table-body">
    <w:name w:val="portlet-table-body"/>
    <w:basedOn w:val="Normal"/>
    <w:rsid w:val="009A383F"/>
    <w:pPr>
      <w:pBdr>
        <w:top w:val="single" w:sz="4" w:space="0" w:color="AAAAAA"/>
        <w:left w:val="single" w:sz="2" w:space="0" w:color="AAAAAA"/>
        <w:bottom w:val="single" w:sz="2" w:space="0" w:color="AAAAAA"/>
        <w:right w:val="single" w:sz="2" w:space="0" w:color="AAAAAA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portlet-table-subheader">
    <w:name w:val="portlet-table-subheader"/>
    <w:basedOn w:val="Normal"/>
    <w:rsid w:val="009A383F"/>
    <w:pPr>
      <w:spacing w:before="60"/>
      <w:ind w:right="60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portlet-form-input-field">
    <w:name w:val="portlet-form-input-field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color w:val="800000"/>
      <w:sz w:val="13"/>
      <w:szCs w:val="13"/>
    </w:rPr>
  </w:style>
  <w:style w:type="paragraph" w:customStyle="1" w:styleId="portlet-form-button">
    <w:name w:val="portlet-form-button"/>
    <w:basedOn w:val="Normal"/>
    <w:rsid w:val="009A383F"/>
    <w:pPr>
      <w:shd w:val="clear" w:color="auto" w:fill="FFE897"/>
      <w:spacing w:before="60"/>
      <w:ind w:right="60"/>
    </w:pPr>
    <w:rPr>
      <w:rFonts w:ascii="Verdana" w:hAnsi="Verdana"/>
      <w:color w:val="800000"/>
      <w:sz w:val="17"/>
      <w:szCs w:val="17"/>
    </w:rPr>
  </w:style>
  <w:style w:type="paragraph" w:customStyle="1" w:styleId="portlet-form-field">
    <w:name w:val="portlet-form-field"/>
    <w:basedOn w:val="Normal"/>
    <w:rsid w:val="009A383F"/>
    <w:pPr>
      <w:spacing w:before="60"/>
      <w:ind w:right="60"/>
    </w:pPr>
    <w:rPr>
      <w:rFonts w:ascii="Verdana" w:hAnsi="Verdana"/>
      <w:color w:val="333333"/>
      <w:sz w:val="16"/>
      <w:szCs w:val="16"/>
    </w:rPr>
  </w:style>
  <w:style w:type="paragraph" w:customStyle="1" w:styleId="portlet-form-field-label">
    <w:name w:val="portlet-form-field-label"/>
    <w:basedOn w:val="Normal"/>
    <w:rsid w:val="009A383F"/>
    <w:pPr>
      <w:spacing w:before="60"/>
      <w:ind w:right="60"/>
      <w:textAlignment w:val="top"/>
    </w:pPr>
    <w:rPr>
      <w:rFonts w:ascii="Verdana" w:hAnsi="Verdana"/>
      <w:b/>
      <w:bCs/>
      <w:color w:val="800000"/>
      <w:sz w:val="17"/>
      <w:szCs w:val="17"/>
    </w:rPr>
  </w:style>
  <w:style w:type="paragraph" w:customStyle="1" w:styleId="portlet-font-dim">
    <w:name w:val="portlet-font-dim"/>
    <w:basedOn w:val="Normal"/>
    <w:rsid w:val="009A383F"/>
    <w:pPr>
      <w:spacing w:before="60"/>
      <w:ind w:right="60"/>
    </w:pPr>
    <w:rPr>
      <w:rFonts w:ascii="Verdana" w:hAnsi="Verdana"/>
      <w:color w:val="808080"/>
      <w:sz w:val="16"/>
      <w:szCs w:val="16"/>
    </w:rPr>
  </w:style>
  <w:style w:type="paragraph" w:customStyle="1" w:styleId="portlet-form-label">
    <w:name w:val="portlet-form-label"/>
    <w:basedOn w:val="Normal"/>
    <w:rsid w:val="009A383F"/>
    <w:pPr>
      <w:spacing w:before="60"/>
      <w:ind w:right="60"/>
    </w:pPr>
    <w:rPr>
      <w:rFonts w:ascii="Verdana" w:hAnsi="Verdana"/>
      <w:color w:val="333333"/>
      <w:sz w:val="16"/>
      <w:szCs w:val="16"/>
    </w:rPr>
  </w:style>
  <w:style w:type="paragraph" w:customStyle="1" w:styleId="portlet-msg-error">
    <w:name w:val="portlet-msg-error"/>
    <w:basedOn w:val="Normal"/>
    <w:rsid w:val="009A383F"/>
    <w:pPr>
      <w:spacing w:before="60"/>
      <w:ind w:right="60"/>
    </w:pPr>
    <w:rPr>
      <w:rFonts w:ascii="Verdana" w:hAnsi="Verdana"/>
      <w:color w:val="CC0000"/>
      <w:sz w:val="17"/>
      <w:szCs w:val="17"/>
    </w:rPr>
  </w:style>
  <w:style w:type="paragraph" w:customStyle="1" w:styleId="portlet-msg-alert">
    <w:name w:val="portlet-msg-alert"/>
    <w:basedOn w:val="Normal"/>
    <w:rsid w:val="009A383F"/>
    <w:pPr>
      <w:spacing w:before="60"/>
      <w:ind w:right="60"/>
    </w:pPr>
    <w:rPr>
      <w:rFonts w:ascii="Verdana" w:hAnsi="Verdana"/>
      <w:color w:val="800000"/>
      <w:sz w:val="17"/>
      <w:szCs w:val="17"/>
    </w:rPr>
  </w:style>
  <w:style w:type="paragraph" w:customStyle="1" w:styleId="portlet-msg-success">
    <w:name w:val="portlet-msg-success"/>
    <w:basedOn w:val="Normal"/>
    <w:rsid w:val="009A383F"/>
    <w:pPr>
      <w:spacing w:before="60"/>
      <w:ind w:right="60"/>
    </w:pPr>
    <w:rPr>
      <w:rFonts w:ascii="Verdana" w:hAnsi="Verdana"/>
      <w:color w:val="800000"/>
      <w:sz w:val="17"/>
      <w:szCs w:val="17"/>
    </w:rPr>
  </w:style>
  <w:style w:type="paragraph" w:customStyle="1" w:styleId="portlet-msg-info">
    <w:name w:val="portlet-msg-info"/>
    <w:basedOn w:val="Normal"/>
    <w:rsid w:val="009A383F"/>
    <w:pPr>
      <w:spacing w:before="60"/>
      <w:ind w:right="60"/>
    </w:pPr>
    <w:rPr>
      <w:rFonts w:ascii="Verdana" w:hAnsi="Verdana"/>
      <w:color w:val="800000"/>
      <w:sz w:val="17"/>
      <w:szCs w:val="17"/>
    </w:rPr>
  </w:style>
  <w:style w:type="paragraph" w:customStyle="1" w:styleId="portlet-section-text">
    <w:name w:val="portlet-section-text"/>
    <w:basedOn w:val="Normal"/>
    <w:rsid w:val="009A383F"/>
    <w:pPr>
      <w:spacing w:before="60"/>
      <w:ind w:right="60"/>
    </w:pPr>
    <w:rPr>
      <w:rFonts w:ascii="Verdana" w:hAnsi="Verdana"/>
      <w:color w:val="666666"/>
      <w:sz w:val="16"/>
      <w:szCs w:val="16"/>
    </w:rPr>
  </w:style>
  <w:style w:type="paragraph" w:customStyle="1" w:styleId="portlet-msg-status">
    <w:name w:val="portlet-msg-status"/>
    <w:basedOn w:val="Normal"/>
    <w:rsid w:val="009A383F"/>
    <w:pPr>
      <w:spacing w:before="60"/>
      <w:ind w:right="60"/>
    </w:pPr>
    <w:rPr>
      <w:rFonts w:ascii="Verdana" w:hAnsi="Verdana"/>
      <w:color w:val="333333"/>
      <w:sz w:val="16"/>
      <w:szCs w:val="16"/>
    </w:rPr>
  </w:style>
  <w:style w:type="paragraph" w:customStyle="1" w:styleId="portlet-menu">
    <w:name w:val="portlet-menu"/>
    <w:basedOn w:val="Normal"/>
    <w:rsid w:val="009A383F"/>
    <w:pPr>
      <w:pBdr>
        <w:top w:val="single" w:sz="4" w:space="2" w:color="333333"/>
        <w:left w:val="single" w:sz="4" w:space="2" w:color="333333"/>
        <w:bottom w:val="single" w:sz="4" w:space="2" w:color="333333"/>
        <w:right w:val="single" w:sz="4" w:space="2" w:color="333333"/>
      </w:pBdr>
      <w:shd w:val="clear" w:color="auto" w:fill="EEEEEE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portlet-menu-item">
    <w:name w:val="portlet-menu-item"/>
    <w:basedOn w:val="Normal"/>
    <w:rsid w:val="009A383F"/>
    <w:pPr>
      <w:pBdr>
        <w:top w:val="single" w:sz="4" w:space="2" w:color="333333"/>
        <w:left w:val="single" w:sz="4" w:space="2" w:color="333333"/>
        <w:bottom w:val="single" w:sz="4" w:space="2" w:color="333333"/>
        <w:right w:val="single" w:sz="4" w:space="2" w:color="333333"/>
      </w:pBdr>
      <w:shd w:val="clear" w:color="auto" w:fill="EEEEEE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portlet-menu-item-selected">
    <w:name w:val="portlet-menu-item-selected"/>
    <w:basedOn w:val="Normal"/>
    <w:rsid w:val="009A383F"/>
    <w:pPr>
      <w:pBdr>
        <w:top w:val="single" w:sz="4" w:space="2" w:color="333333"/>
        <w:left w:val="single" w:sz="4" w:space="2" w:color="333333"/>
        <w:bottom w:val="single" w:sz="4" w:space="2" w:color="333333"/>
        <w:right w:val="single" w:sz="4" w:space="2" w:color="333333"/>
      </w:pBdr>
      <w:shd w:val="clear" w:color="auto" w:fill="AAAAAA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portlet-menu-item-hover">
    <w:name w:val="portlet-menu-item-hover"/>
    <w:basedOn w:val="Normal"/>
    <w:rsid w:val="009A383F"/>
    <w:pPr>
      <w:pBdr>
        <w:top w:val="single" w:sz="4" w:space="2" w:color="333333"/>
        <w:left w:val="single" w:sz="4" w:space="2" w:color="333333"/>
        <w:bottom w:val="single" w:sz="4" w:space="2" w:color="333333"/>
        <w:right w:val="single" w:sz="4" w:space="2" w:color="333333"/>
      </w:pBdr>
      <w:shd w:val="clear" w:color="auto" w:fill="CCCCCC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portlet-menu-item-hover-selected">
    <w:name w:val="portlet-menu-item-hover-selected"/>
    <w:basedOn w:val="Normal"/>
    <w:rsid w:val="009A383F"/>
    <w:pPr>
      <w:pBdr>
        <w:top w:val="single" w:sz="4" w:space="2" w:color="333333"/>
        <w:left w:val="single" w:sz="4" w:space="2" w:color="333333"/>
        <w:bottom w:val="single" w:sz="4" w:space="2" w:color="333333"/>
        <w:right w:val="single" w:sz="4" w:space="2" w:color="333333"/>
      </w:pBdr>
      <w:shd w:val="clear" w:color="auto" w:fill="CCCCCC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portlet-menu-cascade-item">
    <w:name w:val="portlet-menu-cascade-item"/>
    <w:basedOn w:val="Normal"/>
    <w:rsid w:val="009A383F"/>
    <w:pPr>
      <w:pBdr>
        <w:top w:val="single" w:sz="4" w:space="2" w:color="333333"/>
        <w:left w:val="single" w:sz="4" w:space="2" w:color="333333"/>
        <w:bottom w:val="single" w:sz="4" w:space="2" w:color="333333"/>
        <w:right w:val="single" w:sz="4" w:space="2" w:color="333333"/>
      </w:pBdr>
      <w:shd w:val="clear" w:color="auto" w:fill="EEEEEE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portlet-menu-cascade-item-selected">
    <w:name w:val="portlet-menu-cascade-item-selected"/>
    <w:basedOn w:val="Normal"/>
    <w:rsid w:val="009A383F"/>
    <w:pPr>
      <w:pBdr>
        <w:top w:val="single" w:sz="4" w:space="2" w:color="333333"/>
        <w:left w:val="single" w:sz="4" w:space="2" w:color="333333"/>
        <w:bottom w:val="single" w:sz="4" w:space="2" w:color="333333"/>
        <w:right w:val="single" w:sz="4" w:space="2" w:color="333333"/>
      </w:pBdr>
      <w:shd w:val="clear" w:color="auto" w:fill="CCCCCC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portlet-menu-caption">
    <w:name w:val="portlet-menu-caption"/>
    <w:basedOn w:val="Normal"/>
    <w:rsid w:val="009A383F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tableadminhead">
    <w:name w:val="wpstableadminhead"/>
    <w:basedOn w:val="Normal"/>
    <w:rsid w:val="009A383F"/>
    <w:pPr>
      <w:shd w:val="clear" w:color="auto" w:fill="CCCCCC"/>
      <w:spacing w:before="60"/>
      <w:ind w:right="60"/>
    </w:pPr>
    <w:rPr>
      <w:rFonts w:ascii="Verdana" w:hAnsi="Verdana"/>
      <w:color w:val="333333"/>
      <w:sz w:val="16"/>
      <w:szCs w:val="16"/>
    </w:rPr>
  </w:style>
  <w:style w:type="paragraph" w:customStyle="1" w:styleId="wpsadminheadseparator">
    <w:name w:val="wpsadminheadseparator"/>
    <w:basedOn w:val="Normal"/>
    <w:rsid w:val="009A383F"/>
    <w:pPr>
      <w:shd w:val="clear" w:color="auto" w:fill="999999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statusmsg">
    <w:name w:val="wpsstatusmsg"/>
    <w:basedOn w:val="Normal"/>
    <w:rsid w:val="009A383F"/>
    <w:pPr>
      <w:pBdr>
        <w:top w:val="single" w:sz="12" w:space="0" w:color="ABCACA"/>
        <w:left w:val="single" w:sz="12" w:space="0" w:color="ABCACA"/>
        <w:bottom w:val="single" w:sz="12" w:space="0" w:color="ABCACA"/>
        <w:right w:val="single" w:sz="12" w:space="0" w:color="ABCACA"/>
      </w:pBdr>
      <w:shd w:val="clear" w:color="auto" w:fill="E7EFF7"/>
    </w:pPr>
    <w:rPr>
      <w:rFonts w:ascii="Verdana" w:hAnsi="Verdana"/>
      <w:color w:val="000000"/>
      <w:sz w:val="16"/>
      <w:szCs w:val="16"/>
    </w:rPr>
  </w:style>
  <w:style w:type="paragraph" w:customStyle="1" w:styleId="wpsinstructiontext">
    <w:name w:val="wpsinstructiontext"/>
    <w:basedOn w:val="Normal"/>
    <w:rsid w:val="009A383F"/>
    <w:pPr>
      <w:spacing w:before="144"/>
    </w:pPr>
    <w:rPr>
      <w:rFonts w:ascii="Verdana" w:hAnsi="Verdana"/>
      <w:color w:val="6B6B6B"/>
      <w:sz w:val="16"/>
      <w:szCs w:val="16"/>
    </w:rPr>
  </w:style>
  <w:style w:type="paragraph" w:customStyle="1" w:styleId="wpsinstructionheadtext">
    <w:name w:val="wpsinstructionheadtext"/>
    <w:basedOn w:val="Normal"/>
    <w:rsid w:val="009A383F"/>
    <w:pPr>
      <w:spacing w:before="60"/>
      <w:ind w:right="60"/>
    </w:pPr>
    <w:rPr>
      <w:rFonts w:ascii="Verdana" w:hAnsi="Verdana"/>
      <w:b/>
      <w:bCs/>
      <w:color w:val="405380"/>
      <w:sz w:val="27"/>
      <w:szCs w:val="27"/>
    </w:rPr>
  </w:style>
  <w:style w:type="paragraph" w:customStyle="1" w:styleId="wpsindentxsmall">
    <w:name w:val="wpsindentxsmall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indentsmall">
    <w:name w:val="wpsindentsmall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indentmedium">
    <w:name w:val="wpsindentmedium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indentlarge">
    <w:name w:val="wpsindentlarg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indentxlarge">
    <w:name w:val="wpsindentxlarg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taskicontext">
    <w:name w:val="wpstaskicontext"/>
    <w:basedOn w:val="Normal"/>
    <w:rsid w:val="009A383F"/>
    <w:pPr>
      <w:spacing w:before="60"/>
      <w:ind w:right="60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wpstaskdisabledicontext">
    <w:name w:val="wpstaskdisabledicontext"/>
    <w:basedOn w:val="Normal"/>
    <w:rsid w:val="009A383F"/>
    <w:pPr>
      <w:spacing w:before="60"/>
      <w:ind w:right="60"/>
    </w:pPr>
    <w:rPr>
      <w:rFonts w:ascii="Verdana" w:hAnsi="Verdana"/>
      <w:b/>
      <w:bCs/>
      <w:color w:val="888888"/>
      <w:sz w:val="16"/>
      <w:szCs w:val="16"/>
    </w:rPr>
  </w:style>
  <w:style w:type="paragraph" w:customStyle="1" w:styleId="wpstaskiconbordertable">
    <w:name w:val="wpstaskiconbordertab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taskdisablediconbordertable">
    <w:name w:val="wpstaskdisablediconbordertab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taskicontextbackground">
    <w:name w:val="wpstaskicontextbackground"/>
    <w:basedOn w:val="Normal"/>
    <w:rsid w:val="009A383F"/>
    <w:pPr>
      <w:pBdr>
        <w:top w:val="single" w:sz="4" w:space="1" w:color="919191"/>
        <w:left w:val="single" w:sz="4" w:space="2" w:color="919191"/>
        <w:bottom w:val="single" w:sz="4" w:space="1" w:color="919191"/>
        <w:right w:val="single" w:sz="4" w:space="2" w:color="919191"/>
      </w:pBdr>
      <w:shd w:val="clear" w:color="auto" w:fill="DDDDDD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wpstaskdisabledicontextbackground">
    <w:name w:val="wpstaskdisabledicontextbackground"/>
    <w:basedOn w:val="Normal"/>
    <w:rsid w:val="009A383F"/>
    <w:pPr>
      <w:pBdr>
        <w:top w:val="single" w:sz="4" w:space="1" w:color="919191"/>
        <w:left w:val="single" w:sz="4" w:space="2" w:color="919191"/>
        <w:bottom w:val="single" w:sz="4" w:space="1" w:color="919191"/>
        <w:right w:val="single" w:sz="4" w:space="2" w:color="919191"/>
      </w:pBdr>
      <w:shd w:val="clear" w:color="auto" w:fill="DDDDDD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wpsdialogicontext">
    <w:name w:val="wpsdialogicontext"/>
    <w:basedOn w:val="Normal"/>
    <w:rsid w:val="009A383F"/>
    <w:pPr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wpsdialogdisabledicontext">
    <w:name w:val="wpsdialogdisabledicontext"/>
    <w:basedOn w:val="Normal"/>
    <w:rsid w:val="009A383F"/>
    <w:pPr>
      <w:spacing w:before="60"/>
      <w:ind w:right="60"/>
    </w:pPr>
    <w:rPr>
      <w:rFonts w:ascii="Verdana" w:hAnsi="Verdana"/>
      <w:color w:val="888888"/>
      <w:sz w:val="16"/>
      <w:szCs w:val="16"/>
    </w:rPr>
  </w:style>
  <w:style w:type="paragraph" w:customStyle="1" w:styleId="wpsdialogiconbackground">
    <w:name w:val="wpsdialogiconbackground"/>
    <w:basedOn w:val="Normal"/>
    <w:rsid w:val="009A383F"/>
    <w:pPr>
      <w:pBdr>
        <w:top w:val="single" w:sz="4" w:space="0" w:color="919191"/>
        <w:left w:val="single" w:sz="4" w:space="0" w:color="919191"/>
        <w:bottom w:val="single" w:sz="4" w:space="0" w:color="919191"/>
      </w:pBdr>
      <w:shd w:val="clear" w:color="auto" w:fill="DDDDDD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wpsdialogicontextbackground">
    <w:name w:val="wpsdialogicontextbackground"/>
    <w:basedOn w:val="Normal"/>
    <w:rsid w:val="009A383F"/>
    <w:pPr>
      <w:pBdr>
        <w:top w:val="single" w:sz="4" w:space="1" w:color="919191"/>
        <w:bottom w:val="single" w:sz="4" w:space="1" w:color="919191"/>
        <w:right w:val="single" w:sz="4" w:space="2" w:color="919191"/>
      </w:pBdr>
      <w:shd w:val="clear" w:color="auto" w:fill="DDDDDD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wpsdialogdisablediconbackground">
    <w:name w:val="wpsdialogdisablediconbackground"/>
    <w:basedOn w:val="Normal"/>
    <w:rsid w:val="009A383F"/>
    <w:pPr>
      <w:pBdr>
        <w:top w:val="single" w:sz="4" w:space="0" w:color="919191"/>
        <w:left w:val="single" w:sz="4" w:space="0" w:color="919191"/>
        <w:bottom w:val="single" w:sz="4" w:space="0" w:color="919191"/>
      </w:pBdr>
      <w:shd w:val="clear" w:color="auto" w:fill="DDDDDD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wpsdialogdisabledicontextbackground">
    <w:name w:val="wpsdialogdisabledicontextbackground"/>
    <w:basedOn w:val="Normal"/>
    <w:rsid w:val="009A383F"/>
    <w:pPr>
      <w:pBdr>
        <w:top w:val="single" w:sz="4" w:space="1" w:color="919191"/>
        <w:bottom w:val="single" w:sz="4" w:space="1" w:color="919191"/>
        <w:right w:val="single" w:sz="4" w:space="2" w:color="919191"/>
      </w:pBdr>
      <w:shd w:val="clear" w:color="auto" w:fill="DDDDDD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wpsdialogicon">
    <w:name w:val="wpsdialogicon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buttonbartop">
    <w:name w:val="wpsbuttonbartop"/>
    <w:basedOn w:val="Normal"/>
    <w:rsid w:val="009A383F"/>
    <w:pPr>
      <w:shd w:val="clear" w:color="auto" w:fill="DFDFD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buttonbarbottom">
    <w:name w:val="wpsbuttonbarbottom"/>
    <w:basedOn w:val="Normal"/>
    <w:rsid w:val="009A383F"/>
    <w:pPr>
      <w:shd w:val="clear" w:color="auto" w:fill="DFDFD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back">
    <w:name w:val="wpsportletback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editback">
    <w:name w:val="wpseditback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configureback">
    <w:name w:val="wpsconfigureback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advancedoptions">
    <w:name w:val="wpsadvancedoptions"/>
    <w:basedOn w:val="Normal"/>
    <w:rsid w:val="009A383F"/>
    <w:pPr>
      <w:pBdr>
        <w:top w:val="single" w:sz="4" w:space="0" w:color="4A4A4A"/>
        <w:left w:val="single" w:sz="4" w:space="0" w:color="4A4A4A"/>
        <w:bottom w:val="single" w:sz="4" w:space="0" w:color="4A4A4A"/>
        <w:right w:val="single" w:sz="4" w:space="0" w:color="4A4A4A"/>
      </w:pBdr>
      <w:shd w:val="clear" w:color="auto" w:fill="E4E4E4"/>
      <w:spacing w:before="60"/>
      <w:ind w:left="120" w:right="60"/>
    </w:pPr>
    <w:rPr>
      <w:rFonts w:ascii="Verdana" w:hAnsi="Verdana"/>
      <w:sz w:val="16"/>
      <w:szCs w:val="16"/>
    </w:rPr>
  </w:style>
  <w:style w:type="paragraph" w:customStyle="1" w:styleId="wpsportletcolorback">
    <w:name w:val="wpsportletcolorback"/>
    <w:basedOn w:val="Normal"/>
    <w:rsid w:val="009A383F"/>
    <w:pPr>
      <w:shd w:val="clear" w:color="auto" w:fill="CCCCCC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head">
    <w:name w:val="wpsportlethead"/>
    <w:basedOn w:val="Normal"/>
    <w:rsid w:val="009A383F"/>
    <w:pPr>
      <w:spacing w:before="60"/>
      <w:ind w:right="60"/>
    </w:pPr>
    <w:rPr>
      <w:rFonts w:ascii="Verdana" w:hAnsi="Verdana"/>
      <w:b/>
      <w:bCs/>
      <w:color w:val="333333"/>
      <w:sz w:val="16"/>
      <w:szCs w:val="16"/>
    </w:rPr>
  </w:style>
  <w:style w:type="paragraph" w:customStyle="1" w:styleId="wpsedithead">
    <w:name w:val="wpsedithead"/>
    <w:basedOn w:val="Normal"/>
    <w:rsid w:val="009A383F"/>
    <w:pPr>
      <w:spacing w:before="60"/>
      <w:ind w:right="60"/>
    </w:pPr>
    <w:rPr>
      <w:rFonts w:ascii="Verdana" w:hAnsi="Verdana"/>
      <w:b/>
      <w:bCs/>
      <w:color w:val="333333"/>
      <w:sz w:val="16"/>
      <w:szCs w:val="16"/>
    </w:rPr>
  </w:style>
  <w:style w:type="paragraph" w:customStyle="1" w:styleId="wpsportlettext">
    <w:name w:val="wpsportlettext"/>
    <w:basedOn w:val="Normal"/>
    <w:rsid w:val="009A383F"/>
    <w:pPr>
      <w:spacing w:before="60"/>
      <w:ind w:right="60"/>
    </w:pPr>
    <w:rPr>
      <w:rFonts w:ascii="Verdana" w:hAnsi="Verdana"/>
      <w:color w:val="333333"/>
      <w:sz w:val="27"/>
      <w:szCs w:val="27"/>
    </w:rPr>
  </w:style>
  <w:style w:type="paragraph" w:customStyle="1" w:styleId="wpsedittext">
    <w:name w:val="wpsedittext"/>
    <w:basedOn w:val="Normal"/>
    <w:rsid w:val="009A383F"/>
    <w:pPr>
      <w:spacing w:before="60"/>
      <w:ind w:right="60"/>
    </w:pPr>
    <w:rPr>
      <w:rFonts w:ascii="Verdana" w:hAnsi="Verdana"/>
      <w:color w:val="333333"/>
      <w:sz w:val="27"/>
      <w:szCs w:val="27"/>
    </w:rPr>
  </w:style>
  <w:style w:type="paragraph" w:customStyle="1" w:styleId="wpsportletsmtext">
    <w:name w:val="wpsportletsmtext"/>
    <w:basedOn w:val="Normal"/>
    <w:rsid w:val="009A383F"/>
    <w:pPr>
      <w:spacing w:before="60"/>
      <w:ind w:right="60"/>
    </w:pPr>
    <w:rPr>
      <w:rFonts w:ascii="Verdana" w:hAnsi="Verdana"/>
      <w:color w:val="333333"/>
      <w:sz w:val="27"/>
      <w:szCs w:val="27"/>
    </w:rPr>
  </w:style>
  <w:style w:type="paragraph" w:customStyle="1" w:styleId="wpseditsmtext">
    <w:name w:val="wpseditsmtext"/>
    <w:basedOn w:val="Normal"/>
    <w:rsid w:val="009A383F"/>
    <w:pPr>
      <w:spacing w:before="60"/>
      <w:ind w:right="60"/>
    </w:pPr>
    <w:rPr>
      <w:rFonts w:ascii="Verdana" w:hAnsi="Verdana"/>
      <w:color w:val="333333"/>
      <w:sz w:val="27"/>
      <w:szCs w:val="27"/>
    </w:rPr>
  </w:style>
  <w:style w:type="paragraph" w:customStyle="1" w:styleId="wpsportlettinytext">
    <w:name w:val="wpsportlettinytext"/>
    <w:basedOn w:val="Normal"/>
    <w:rsid w:val="009A383F"/>
    <w:pPr>
      <w:spacing w:before="60"/>
      <w:ind w:right="60"/>
    </w:pPr>
    <w:rPr>
      <w:rFonts w:ascii="Verdana" w:hAnsi="Verdana"/>
      <w:color w:val="333333"/>
      <w:sz w:val="27"/>
      <w:szCs w:val="27"/>
    </w:rPr>
  </w:style>
  <w:style w:type="paragraph" w:customStyle="1" w:styleId="wpscopyrighttext">
    <w:name w:val="wpscopyrighttext"/>
    <w:basedOn w:val="Normal"/>
    <w:rsid w:val="009A383F"/>
    <w:pPr>
      <w:spacing w:before="60"/>
      <w:ind w:right="60"/>
    </w:pPr>
    <w:rPr>
      <w:rFonts w:ascii="Verdana" w:hAnsi="Verdana"/>
      <w:color w:val="999999"/>
      <w:sz w:val="24"/>
      <w:szCs w:val="24"/>
    </w:rPr>
  </w:style>
  <w:style w:type="paragraph" w:customStyle="1" w:styleId="wpstablehead">
    <w:name w:val="wpstablehead"/>
    <w:basedOn w:val="Normal"/>
    <w:rsid w:val="009A383F"/>
    <w:pPr>
      <w:spacing w:before="60"/>
      <w:ind w:right="60"/>
    </w:pPr>
    <w:rPr>
      <w:rFonts w:ascii="Verdana" w:hAnsi="Verdana"/>
      <w:b/>
      <w:bCs/>
      <w:color w:val="989898"/>
      <w:sz w:val="16"/>
      <w:szCs w:val="16"/>
    </w:rPr>
  </w:style>
  <w:style w:type="paragraph" w:customStyle="1" w:styleId="wpstablerow">
    <w:name w:val="wpstablerow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color w:val="333333"/>
      <w:sz w:val="16"/>
      <w:szCs w:val="16"/>
    </w:rPr>
  </w:style>
  <w:style w:type="paragraph" w:customStyle="1" w:styleId="wpstablenrmrow">
    <w:name w:val="wpstablenrmrow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color w:val="333333"/>
      <w:sz w:val="16"/>
      <w:szCs w:val="16"/>
    </w:rPr>
  </w:style>
  <w:style w:type="paragraph" w:customStyle="1" w:styleId="wpstableselectedrow">
    <w:name w:val="wpstableselectedrow"/>
    <w:basedOn w:val="Normal"/>
    <w:rsid w:val="009A383F"/>
    <w:pPr>
      <w:shd w:val="clear" w:color="auto" w:fill="C5D1DE"/>
      <w:spacing w:before="60"/>
      <w:ind w:right="60"/>
    </w:pPr>
    <w:rPr>
      <w:rFonts w:ascii="Verdana" w:hAnsi="Verdana"/>
      <w:color w:val="333333"/>
      <w:sz w:val="16"/>
      <w:szCs w:val="16"/>
    </w:rPr>
  </w:style>
  <w:style w:type="paragraph" w:customStyle="1" w:styleId="wpstableshdrow">
    <w:name w:val="wpstableshdrow"/>
    <w:basedOn w:val="Normal"/>
    <w:rsid w:val="009A383F"/>
    <w:pPr>
      <w:spacing w:before="60"/>
      <w:ind w:right="60"/>
    </w:pPr>
    <w:rPr>
      <w:rFonts w:ascii="Verdana" w:hAnsi="Verdana"/>
      <w:color w:val="333333"/>
      <w:sz w:val="16"/>
      <w:szCs w:val="16"/>
    </w:rPr>
  </w:style>
  <w:style w:type="paragraph" w:customStyle="1" w:styleId="wpstable">
    <w:name w:val="wpstable"/>
    <w:basedOn w:val="Normal"/>
    <w:rsid w:val="009A383F"/>
    <w:pPr>
      <w:pBdr>
        <w:top w:val="single" w:sz="4" w:space="0" w:color="AAAAAA"/>
        <w:left w:val="single" w:sz="4" w:space="0" w:color="AAAAAA"/>
        <w:bottom w:val="single" w:sz="4" w:space="0" w:color="AAAAAA"/>
        <w:right w:val="single" w:sz="4" w:space="0" w:color="AAAAAA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tableheadstart">
    <w:name w:val="wpstableheadstart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wpstableheadmiddle">
    <w:name w:val="wpstableheadmiddle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wpstableheadend">
    <w:name w:val="wpstableheadend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wpstableheadstartaligncenter">
    <w:name w:val="wpstableheadstartaligncenter"/>
    <w:basedOn w:val="Normal"/>
    <w:rsid w:val="009A383F"/>
    <w:pPr>
      <w:shd w:val="clear" w:color="auto" w:fill="FFFFFF"/>
      <w:spacing w:before="60"/>
      <w:ind w:right="60"/>
      <w:jc w:val="center"/>
    </w:pPr>
    <w:rPr>
      <w:rFonts w:ascii="Verdana" w:hAnsi="Verdana"/>
      <w:color w:val="000000"/>
      <w:sz w:val="16"/>
      <w:szCs w:val="16"/>
    </w:rPr>
  </w:style>
  <w:style w:type="paragraph" w:customStyle="1" w:styleId="wpstableheadmiddlealigncenter">
    <w:name w:val="wpstableheadmiddlealigncenter"/>
    <w:basedOn w:val="Normal"/>
    <w:rsid w:val="009A383F"/>
    <w:pPr>
      <w:shd w:val="clear" w:color="auto" w:fill="FFFFFF"/>
      <w:spacing w:before="60"/>
      <w:ind w:right="60"/>
      <w:jc w:val="center"/>
    </w:pPr>
    <w:rPr>
      <w:rFonts w:ascii="Verdana" w:hAnsi="Verdana"/>
      <w:color w:val="000000"/>
      <w:sz w:val="16"/>
      <w:szCs w:val="16"/>
    </w:rPr>
  </w:style>
  <w:style w:type="paragraph" w:customStyle="1" w:styleId="wpstableheadendaligncenter">
    <w:name w:val="wpstableheadendaligncenter"/>
    <w:basedOn w:val="Normal"/>
    <w:rsid w:val="009A383F"/>
    <w:pPr>
      <w:shd w:val="clear" w:color="auto" w:fill="FFFFFF"/>
      <w:spacing w:before="60"/>
      <w:ind w:right="60"/>
      <w:jc w:val="center"/>
    </w:pPr>
    <w:rPr>
      <w:rFonts w:ascii="Verdana" w:hAnsi="Verdana"/>
      <w:color w:val="000000"/>
      <w:sz w:val="16"/>
      <w:szCs w:val="16"/>
    </w:rPr>
  </w:style>
  <w:style w:type="paragraph" w:customStyle="1" w:styleId="wpstableheadstartnumeric">
    <w:name w:val="wpstableheadstartnumeric"/>
    <w:basedOn w:val="Normal"/>
    <w:rsid w:val="009A383F"/>
    <w:pPr>
      <w:shd w:val="clear" w:color="auto" w:fill="FFFFFF"/>
      <w:spacing w:before="60"/>
      <w:ind w:right="60"/>
      <w:jc w:val="right"/>
    </w:pPr>
    <w:rPr>
      <w:rFonts w:ascii="Verdana" w:hAnsi="Verdana"/>
      <w:color w:val="000000"/>
      <w:sz w:val="16"/>
      <w:szCs w:val="16"/>
    </w:rPr>
  </w:style>
  <w:style w:type="paragraph" w:customStyle="1" w:styleId="wpstableheadmiddlenumeric">
    <w:name w:val="wpstableheadmiddlenumeric"/>
    <w:basedOn w:val="Normal"/>
    <w:rsid w:val="009A383F"/>
    <w:pPr>
      <w:shd w:val="clear" w:color="auto" w:fill="FFFFFF"/>
      <w:spacing w:before="60"/>
      <w:ind w:right="60"/>
      <w:jc w:val="right"/>
    </w:pPr>
    <w:rPr>
      <w:rFonts w:ascii="Verdana" w:hAnsi="Verdana"/>
      <w:color w:val="000000"/>
      <w:sz w:val="16"/>
      <w:szCs w:val="16"/>
    </w:rPr>
  </w:style>
  <w:style w:type="paragraph" w:customStyle="1" w:styleId="wpstableheadendnumeric">
    <w:name w:val="wpstableheadendnumeric"/>
    <w:basedOn w:val="Normal"/>
    <w:rsid w:val="009A383F"/>
    <w:pPr>
      <w:shd w:val="clear" w:color="auto" w:fill="FFFFFF"/>
      <w:spacing w:before="60"/>
      <w:ind w:right="60"/>
      <w:jc w:val="right"/>
    </w:pPr>
    <w:rPr>
      <w:rFonts w:ascii="Verdana" w:hAnsi="Verdana"/>
      <w:color w:val="000000"/>
      <w:sz w:val="16"/>
      <w:szCs w:val="16"/>
    </w:rPr>
  </w:style>
  <w:style w:type="paragraph" w:customStyle="1" w:styleId="wpstabledatastart">
    <w:name w:val="wpstabledatastart"/>
    <w:basedOn w:val="Normal"/>
    <w:rsid w:val="009A383F"/>
    <w:pPr>
      <w:pBdr>
        <w:top w:val="single" w:sz="4" w:space="0" w:color="AAAAAA"/>
        <w:left w:val="single" w:sz="2" w:space="0" w:color="AAAAAA"/>
        <w:bottom w:val="single" w:sz="2" w:space="0" w:color="AAAAAA"/>
        <w:right w:val="single" w:sz="2" w:space="0" w:color="AAAAAA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tabledatamiddle">
    <w:name w:val="wpstabledatamiddle"/>
    <w:basedOn w:val="Normal"/>
    <w:rsid w:val="009A383F"/>
    <w:pPr>
      <w:pBdr>
        <w:top w:val="single" w:sz="4" w:space="0" w:color="AAAAAA"/>
        <w:left w:val="single" w:sz="2" w:space="0" w:color="AAAAAA"/>
        <w:bottom w:val="single" w:sz="2" w:space="0" w:color="AAAAAA"/>
        <w:right w:val="single" w:sz="2" w:space="0" w:color="AAAAAA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tabledataend">
    <w:name w:val="wpstabledataend"/>
    <w:basedOn w:val="Normal"/>
    <w:rsid w:val="009A383F"/>
    <w:pPr>
      <w:pBdr>
        <w:top w:val="single" w:sz="4" w:space="0" w:color="AAAAAA"/>
        <w:left w:val="single" w:sz="2" w:space="0" w:color="AAAAAA"/>
        <w:bottom w:val="single" w:sz="2" w:space="0" w:color="AAAAAA"/>
        <w:right w:val="single" w:sz="2" w:space="0" w:color="AAAAAA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tabledatastartaligncenter">
    <w:name w:val="wpstabledatastartaligncenter"/>
    <w:basedOn w:val="Normal"/>
    <w:rsid w:val="009A383F"/>
    <w:pPr>
      <w:pBdr>
        <w:top w:val="single" w:sz="4" w:space="0" w:color="AAAAAA"/>
        <w:left w:val="single" w:sz="2" w:space="0" w:color="AAAAAA"/>
        <w:bottom w:val="single" w:sz="2" w:space="0" w:color="AAAAAA"/>
        <w:right w:val="single" w:sz="2" w:space="0" w:color="AAAAAA"/>
      </w:pBdr>
      <w:spacing w:before="60"/>
      <w:ind w:right="60"/>
      <w:jc w:val="center"/>
    </w:pPr>
    <w:rPr>
      <w:rFonts w:ascii="Verdana" w:hAnsi="Verdana"/>
      <w:sz w:val="16"/>
      <w:szCs w:val="16"/>
    </w:rPr>
  </w:style>
  <w:style w:type="paragraph" w:customStyle="1" w:styleId="wpstabledatamiddlealigncenter">
    <w:name w:val="wpstabledatamiddlealigncenter"/>
    <w:basedOn w:val="Normal"/>
    <w:rsid w:val="009A383F"/>
    <w:pPr>
      <w:pBdr>
        <w:top w:val="single" w:sz="4" w:space="0" w:color="AAAAAA"/>
        <w:left w:val="single" w:sz="2" w:space="0" w:color="AAAAAA"/>
        <w:bottom w:val="single" w:sz="2" w:space="0" w:color="AAAAAA"/>
        <w:right w:val="single" w:sz="2" w:space="0" w:color="AAAAAA"/>
      </w:pBdr>
      <w:spacing w:before="60"/>
      <w:ind w:right="60"/>
      <w:jc w:val="center"/>
    </w:pPr>
    <w:rPr>
      <w:rFonts w:ascii="Verdana" w:hAnsi="Verdana"/>
      <w:sz w:val="16"/>
      <w:szCs w:val="16"/>
    </w:rPr>
  </w:style>
  <w:style w:type="paragraph" w:customStyle="1" w:styleId="wpstabledataendaligncenter">
    <w:name w:val="wpstabledataendaligncenter"/>
    <w:basedOn w:val="Normal"/>
    <w:rsid w:val="009A383F"/>
    <w:pPr>
      <w:pBdr>
        <w:top w:val="single" w:sz="4" w:space="0" w:color="AAAAAA"/>
        <w:left w:val="single" w:sz="2" w:space="0" w:color="AAAAAA"/>
        <w:bottom w:val="single" w:sz="2" w:space="0" w:color="AAAAAA"/>
        <w:right w:val="single" w:sz="2" w:space="0" w:color="AAAAAA"/>
      </w:pBdr>
      <w:spacing w:before="60"/>
      <w:ind w:right="60"/>
      <w:jc w:val="center"/>
    </w:pPr>
    <w:rPr>
      <w:rFonts w:ascii="Verdana" w:hAnsi="Verdana"/>
      <w:sz w:val="16"/>
      <w:szCs w:val="16"/>
    </w:rPr>
  </w:style>
  <w:style w:type="paragraph" w:customStyle="1" w:styleId="wpstabledatastartnumeric">
    <w:name w:val="wpstabledatastartnumeric"/>
    <w:basedOn w:val="Normal"/>
    <w:rsid w:val="009A383F"/>
    <w:pPr>
      <w:pBdr>
        <w:top w:val="single" w:sz="4" w:space="0" w:color="AAAAAA"/>
        <w:left w:val="single" w:sz="2" w:space="0" w:color="AAAAAA"/>
        <w:bottom w:val="single" w:sz="2" w:space="0" w:color="AAAAAA"/>
        <w:right w:val="single" w:sz="2" w:space="0" w:color="AAAAAA"/>
      </w:pBdr>
      <w:spacing w:before="60"/>
      <w:ind w:right="60"/>
      <w:jc w:val="right"/>
    </w:pPr>
    <w:rPr>
      <w:rFonts w:ascii="Verdana" w:hAnsi="Verdana"/>
      <w:sz w:val="16"/>
      <w:szCs w:val="16"/>
    </w:rPr>
  </w:style>
  <w:style w:type="paragraph" w:customStyle="1" w:styleId="wpstabledatamiddlenumeric">
    <w:name w:val="wpstabledatamiddlenumeric"/>
    <w:basedOn w:val="Normal"/>
    <w:rsid w:val="009A383F"/>
    <w:pPr>
      <w:pBdr>
        <w:top w:val="single" w:sz="4" w:space="0" w:color="AAAAAA"/>
        <w:left w:val="single" w:sz="2" w:space="0" w:color="AAAAAA"/>
        <w:bottom w:val="single" w:sz="2" w:space="0" w:color="AAAAAA"/>
        <w:right w:val="single" w:sz="2" w:space="0" w:color="AAAAAA"/>
      </w:pBdr>
      <w:spacing w:before="60"/>
      <w:ind w:right="60"/>
      <w:jc w:val="right"/>
    </w:pPr>
    <w:rPr>
      <w:rFonts w:ascii="Verdana" w:hAnsi="Verdana"/>
      <w:sz w:val="16"/>
      <w:szCs w:val="16"/>
    </w:rPr>
  </w:style>
  <w:style w:type="paragraph" w:customStyle="1" w:styleId="wpstabledataendnumeric">
    <w:name w:val="wpstabledataendnumeric"/>
    <w:basedOn w:val="Normal"/>
    <w:rsid w:val="009A383F"/>
    <w:pPr>
      <w:pBdr>
        <w:top w:val="single" w:sz="4" w:space="0" w:color="AAAAAA"/>
        <w:left w:val="single" w:sz="2" w:space="0" w:color="AAAAAA"/>
        <w:bottom w:val="single" w:sz="2" w:space="0" w:color="AAAAAA"/>
        <w:right w:val="single" w:sz="2" w:space="0" w:color="AAAAAA"/>
      </w:pBdr>
      <w:spacing w:before="60"/>
      <w:ind w:right="60"/>
      <w:jc w:val="right"/>
    </w:pPr>
    <w:rPr>
      <w:rFonts w:ascii="Verdana" w:hAnsi="Verdana"/>
      <w:sz w:val="16"/>
      <w:szCs w:val="16"/>
    </w:rPr>
  </w:style>
  <w:style w:type="paragraph" w:customStyle="1" w:styleId="wpspagingtable">
    <w:name w:val="wpspagingtab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agingtableheader">
    <w:name w:val="wpspagingtableheader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agingtablefooter">
    <w:name w:val="wpspagingtablefooter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agingtablebody">
    <w:name w:val="wpspagingtablebody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agingtableheadericon">
    <w:name w:val="wpspagingtableheadericon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agingtablefootericon">
    <w:name w:val="wpspagingtablefootericon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agingtableheaderstart">
    <w:name w:val="wpspagingtableheaderstart"/>
    <w:basedOn w:val="Normal"/>
    <w:rsid w:val="009A383F"/>
    <w:pPr>
      <w:pBdr>
        <w:top w:val="single" w:sz="4" w:space="0" w:color="AAAAAA"/>
        <w:left w:val="single" w:sz="4" w:space="0" w:color="AAAAAA"/>
      </w:pBdr>
      <w:shd w:val="clear" w:color="auto" w:fill="F0F0F0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agingtableheadermiddle">
    <w:name w:val="wpspagingtableheadermiddle"/>
    <w:basedOn w:val="Normal"/>
    <w:rsid w:val="009A383F"/>
    <w:pPr>
      <w:pBdr>
        <w:top w:val="single" w:sz="4" w:space="0" w:color="AAAAAA"/>
      </w:pBdr>
      <w:shd w:val="clear" w:color="auto" w:fill="F0F0F0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agingtableheaderend">
    <w:name w:val="wpspagingtableheaderend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agingtablefooterstart">
    <w:name w:val="wpspagingtablefooterstart"/>
    <w:basedOn w:val="Normal"/>
    <w:rsid w:val="009A383F"/>
    <w:pPr>
      <w:pBdr>
        <w:left w:val="single" w:sz="4" w:space="0" w:color="AAAAAA"/>
        <w:bottom w:val="single" w:sz="4" w:space="0" w:color="AAAAAA"/>
      </w:pBdr>
      <w:shd w:val="clear" w:color="auto" w:fill="F0F0F0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agingtablefootermiddle">
    <w:name w:val="wpspagingtablefootermiddle"/>
    <w:basedOn w:val="Normal"/>
    <w:rsid w:val="009A383F"/>
    <w:pPr>
      <w:pBdr>
        <w:bottom w:val="single" w:sz="4" w:space="0" w:color="AAAAAA"/>
      </w:pBdr>
      <w:shd w:val="clear" w:color="auto" w:fill="F0F0F0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agingtablefooterend">
    <w:name w:val="wpspagingtablefooterend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agingtableheaderempty">
    <w:name w:val="wpspagingtableheaderempty"/>
    <w:basedOn w:val="Normal"/>
    <w:rsid w:val="009A383F"/>
    <w:pPr>
      <w:spacing w:before="60" w:line="12" w:lineRule="atLeast"/>
      <w:ind w:right="60"/>
    </w:pPr>
    <w:rPr>
      <w:rFonts w:ascii="Verdana" w:hAnsi="Verdana"/>
      <w:sz w:val="16"/>
      <w:szCs w:val="16"/>
    </w:rPr>
  </w:style>
  <w:style w:type="paragraph" w:customStyle="1" w:styleId="wpstablesectionhead">
    <w:name w:val="wpstablesectionhead"/>
    <w:basedOn w:val="Normal"/>
    <w:rsid w:val="009A383F"/>
    <w:pPr>
      <w:spacing w:before="60"/>
      <w:ind w:right="60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wpscompactcheckbox">
    <w:name w:val="wpscompactcheckbox"/>
    <w:basedOn w:val="Normal"/>
    <w:rsid w:val="009A383F"/>
    <w:pPr>
      <w:ind w:right="60"/>
    </w:pPr>
    <w:rPr>
      <w:rFonts w:ascii="Verdana" w:hAnsi="Verdana"/>
      <w:sz w:val="16"/>
      <w:szCs w:val="16"/>
    </w:rPr>
  </w:style>
  <w:style w:type="paragraph" w:customStyle="1" w:styleId="wpscompactradiobutton">
    <w:name w:val="wpscompactradiobutton"/>
    <w:basedOn w:val="Normal"/>
    <w:rsid w:val="009A383F"/>
    <w:pPr>
      <w:ind w:right="60"/>
    </w:pPr>
    <w:rPr>
      <w:rFonts w:ascii="Verdana" w:hAnsi="Verdana"/>
      <w:sz w:val="16"/>
      <w:szCs w:val="16"/>
    </w:rPr>
  </w:style>
  <w:style w:type="paragraph" w:customStyle="1" w:styleId="wpseditfield">
    <w:name w:val="wpseditfield"/>
    <w:basedOn w:val="Normal"/>
    <w:rsid w:val="009A383F"/>
    <w:pPr>
      <w:pBdr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buttontext">
    <w:name w:val="wpsbuttontext"/>
    <w:basedOn w:val="Normal"/>
    <w:rsid w:val="009A383F"/>
    <w:pPr>
      <w:pBdr>
        <w:top w:val="single" w:sz="4" w:space="1" w:color="919191"/>
        <w:left w:val="single" w:sz="4" w:space="2" w:color="919191"/>
        <w:bottom w:val="single" w:sz="4" w:space="1" w:color="919191"/>
        <w:right w:val="single" w:sz="4" w:space="2" w:color="919191"/>
      </w:pBdr>
      <w:shd w:val="clear" w:color="auto" w:fill="DDDDDD"/>
      <w:jc w:val="center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wpsbuttondisabledtext">
    <w:name w:val="wpsbuttondisabledtext"/>
    <w:basedOn w:val="Normal"/>
    <w:rsid w:val="009A383F"/>
    <w:pPr>
      <w:pBdr>
        <w:top w:val="single" w:sz="4" w:space="1" w:color="919191"/>
        <w:left w:val="single" w:sz="4" w:space="2" w:color="919191"/>
        <w:bottom w:val="single" w:sz="4" w:space="1" w:color="919191"/>
        <w:right w:val="single" w:sz="4" w:space="2" w:color="919191"/>
      </w:pBdr>
      <w:shd w:val="clear" w:color="auto" w:fill="DDDDDD"/>
      <w:jc w:val="center"/>
    </w:pPr>
    <w:rPr>
      <w:rFonts w:ascii="Verdana" w:hAnsi="Verdana"/>
      <w:b/>
      <w:bCs/>
      <w:color w:val="888888"/>
      <w:sz w:val="16"/>
      <w:szCs w:val="16"/>
    </w:rPr>
  </w:style>
  <w:style w:type="paragraph" w:customStyle="1" w:styleId="wpsdescriptiontext">
    <w:name w:val="wpsdescriptiontext"/>
    <w:basedOn w:val="Normal"/>
    <w:rsid w:val="009A383F"/>
    <w:pPr>
      <w:spacing w:before="60"/>
      <w:ind w:right="60"/>
    </w:pPr>
    <w:rPr>
      <w:rFonts w:ascii="Verdana" w:hAnsi="Verdana"/>
      <w:color w:val="808080"/>
      <w:sz w:val="16"/>
      <w:szCs w:val="16"/>
    </w:rPr>
  </w:style>
  <w:style w:type="paragraph" w:customStyle="1" w:styleId="wpsfielderrortext">
    <w:name w:val="wpsfielderrortext"/>
    <w:basedOn w:val="Normal"/>
    <w:rsid w:val="009A383F"/>
    <w:pPr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wpsfieldwarningtext">
    <w:name w:val="wpsfieldwarningtext"/>
    <w:basedOn w:val="Normal"/>
    <w:rsid w:val="009A383F"/>
    <w:pPr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wpsfieldsuccesstext">
    <w:name w:val="wpsfieldsuccesstext"/>
    <w:basedOn w:val="Normal"/>
    <w:rsid w:val="009A383F"/>
    <w:pPr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wpsfieldinfotext">
    <w:name w:val="wpsfieldinfotext"/>
    <w:basedOn w:val="Normal"/>
    <w:rsid w:val="009A383F"/>
    <w:pPr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wpsinlinehelptext">
    <w:name w:val="wpsinlinehelptext"/>
    <w:basedOn w:val="Normal"/>
    <w:rsid w:val="009A383F"/>
    <w:pPr>
      <w:spacing w:before="60"/>
      <w:ind w:right="60"/>
    </w:pPr>
    <w:rPr>
      <w:rFonts w:ascii="Verdana" w:hAnsi="Verdana"/>
      <w:color w:val="666666"/>
      <w:sz w:val="16"/>
      <w:szCs w:val="16"/>
    </w:rPr>
  </w:style>
  <w:style w:type="paragraph" w:customStyle="1" w:styleId="wpsfieldmonospaced">
    <w:name w:val="wpsfieldmonospaced"/>
    <w:basedOn w:val="Normal"/>
    <w:rsid w:val="009A383F"/>
    <w:pPr>
      <w:spacing w:before="60"/>
      <w:ind w:right="60"/>
    </w:pPr>
    <w:rPr>
      <w:rFonts w:ascii="Courier New" w:hAnsi="Courier New" w:cs="Courier New"/>
      <w:sz w:val="27"/>
      <w:szCs w:val="27"/>
    </w:rPr>
  </w:style>
  <w:style w:type="paragraph" w:customStyle="1" w:styleId="wpsflagtext">
    <w:name w:val="wpsflagtext"/>
    <w:basedOn w:val="Normal"/>
    <w:rsid w:val="009A383F"/>
    <w:pPr>
      <w:spacing w:before="60"/>
      <w:ind w:right="60"/>
    </w:pPr>
    <w:rPr>
      <w:rFonts w:ascii="Verdana" w:hAnsi="Verdana"/>
      <w:color w:val="FF0000"/>
      <w:sz w:val="24"/>
      <w:szCs w:val="24"/>
    </w:rPr>
  </w:style>
  <w:style w:type="paragraph" w:customStyle="1" w:styleId="wpsportlettabbarseparator">
    <w:name w:val="wpsportlettabbarseparator"/>
    <w:basedOn w:val="Normal"/>
    <w:rsid w:val="009A383F"/>
    <w:pPr>
      <w:shd w:val="clear" w:color="auto" w:fill="95A5B9"/>
    </w:pPr>
    <w:rPr>
      <w:rFonts w:ascii="Verdana" w:hAnsi="Verdana"/>
      <w:sz w:val="16"/>
      <w:szCs w:val="16"/>
    </w:rPr>
  </w:style>
  <w:style w:type="paragraph" w:customStyle="1" w:styleId="wpsportlettabset">
    <w:name w:val="wpsportlettabset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ab">
    <w:name w:val="wpsportlettab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selectedtab">
    <w:name w:val="wpsportletselectedtab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abtopstart">
    <w:name w:val="wpsportlettabtopstart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abtopcenter">
    <w:name w:val="wpsportlettabtopcenter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abtopend">
    <w:name w:val="wpsportlettabtopend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abmiddlestart">
    <w:name w:val="wpsportlettabmiddlestart"/>
    <w:basedOn w:val="Normal"/>
    <w:rsid w:val="009A383F"/>
    <w:pPr>
      <w:pBdr>
        <w:left w:val="single" w:sz="4" w:space="0" w:color="C0C0C0"/>
      </w:pBd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abmiddlecenter">
    <w:name w:val="wpsportlettabmiddlecenter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abmiddleend">
    <w:name w:val="wpsportlettabmiddleend"/>
    <w:basedOn w:val="Normal"/>
    <w:rsid w:val="009A383F"/>
    <w:pPr>
      <w:pBdr>
        <w:right w:val="single" w:sz="4" w:space="0" w:color="C0C0C0"/>
      </w:pBd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abbottomstart">
    <w:name w:val="wpsportlettabbottomstart"/>
    <w:basedOn w:val="Normal"/>
    <w:rsid w:val="009A383F"/>
    <w:pPr>
      <w:pBdr>
        <w:left w:val="single" w:sz="4" w:space="0" w:color="C0C0C0"/>
      </w:pBd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abbottomcenter">
    <w:name w:val="wpsportlettabbottomcenter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abbottomend">
    <w:name w:val="wpsportlettabbottomend"/>
    <w:basedOn w:val="Normal"/>
    <w:rsid w:val="009A383F"/>
    <w:pPr>
      <w:pBdr>
        <w:right w:val="single" w:sz="4" w:space="0" w:color="C0C0C0"/>
      </w:pBd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selectedtabtopstart">
    <w:name w:val="wpsportletselectedtabtopstart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selectedtabtopcenter">
    <w:name w:val="wpsportletselectedtabtopcenter"/>
    <w:basedOn w:val="Normal"/>
    <w:rsid w:val="009A383F"/>
    <w:pPr>
      <w:pBdr>
        <w:top w:val="single" w:sz="2" w:space="0" w:color="AAC2E6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selectedtabtopend">
    <w:name w:val="wpsportletselectedtabtopend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selectedtabmiddlestart">
    <w:name w:val="wpsportletselectedtabmiddlestart"/>
    <w:basedOn w:val="Normal"/>
    <w:rsid w:val="009A383F"/>
    <w:pPr>
      <w:pBdr>
        <w:left w:val="single" w:sz="4" w:space="0" w:color="AAC2E6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selectedtabmiddlecenter">
    <w:name w:val="wpsportletselectedtabmiddlecenter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selectedtabmiddleend">
    <w:name w:val="wpsportletselectedtabmiddleend"/>
    <w:basedOn w:val="Normal"/>
    <w:rsid w:val="009A383F"/>
    <w:pPr>
      <w:pBdr>
        <w:left w:val="single" w:sz="2" w:space="0" w:color="AAC2E6"/>
        <w:right w:val="single" w:sz="4" w:space="0" w:color="AAC2E6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selectedtabbottomstart">
    <w:name w:val="wpsportletselectedtabbottomstart"/>
    <w:basedOn w:val="Normal"/>
    <w:rsid w:val="009A383F"/>
    <w:pPr>
      <w:pBdr>
        <w:left w:val="single" w:sz="4" w:space="0" w:color="AAC2E6"/>
      </w:pBd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selectedtabbottomcenter">
    <w:name w:val="wpsportletselectedtabbottomcenter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selectedtabbottomend">
    <w:name w:val="wpsportletselectedtabbottomend"/>
    <w:basedOn w:val="Normal"/>
    <w:rsid w:val="009A383F"/>
    <w:pPr>
      <w:pBdr>
        <w:right w:val="single" w:sz="4" w:space="0" w:color="AAC2E6"/>
      </w:pBd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oolbar">
    <w:name w:val="wpsportlettoolbar"/>
    <w:basedOn w:val="Normal"/>
    <w:rsid w:val="009A383F"/>
    <w:pPr>
      <w:pBdr>
        <w:top w:val="single" w:sz="4" w:space="0" w:color="E4EDF5"/>
        <w:left w:val="single" w:sz="4" w:space="0" w:color="E4EDF5"/>
        <w:bottom w:val="single" w:sz="4" w:space="0" w:color="95A5B9"/>
        <w:right w:val="single" w:sz="4" w:space="0" w:color="95A5B9"/>
      </w:pBdr>
      <w:shd w:val="clear" w:color="auto" w:fill="C5D1DE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oolbarsection">
    <w:name w:val="wpsportlettoolbarsection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oolbarbutton">
    <w:name w:val="wpsportlettoolbarbutton"/>
    <w:basedOn w:val="Normal"/>
    <w:rsid w:val="009A383F"/>
    <w:pPr>
      <w:pBdr>
        <w:top w:val="single" w:sz="4" w:space="2" w:color="C5D1DE"/>
        <w:left w:val="single" w:sz="4" w:space="2" w:color="C5D1DE"/>
        <w:bottom w:val="single" w:sz="4" w:space="2" w:color="C5D1DE"/>
        <w:right w:val="single" w:sz="4" w:space="2" w:color="C5D1DE"/>
      </w:pBdr>
      <w:shd w:val="clear" w:color="auto" w:fill="C5D1DE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oolbarbuttonrollover">
    <w:name w:val="wpsportlettoolbarbuttonrollover"/>
    <w:basedOn w:val="Normal"/>
    <w:rsid w:val="009A383F"/>
    <w:pPr>
      <w:pBdr>
        <w:top w:val="single" w:sz="4" w:space="2" w:color="E4EDF5"/>
        <w:left w:val="single" w:sz="4" w:space="2" w:color="E4EDF5"/>
        <w:bottom w:val="single" w:sz="4" w:space="2" w:color="95A5B9"/>
        <w:right w:val="single" w:sz="4" w:space="2" w:color="95A5B9"/>
      </w:pBdr>
      <w:shd w:val="clear" w:color="auto" w:fill="C5D1DE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oolbarbuttonpressed">
    <w:name w:val="wpsportlettoolbarbuttonpressed"/>
    <w:basedOn w:val="Normal"/>
    <w:rsid w:val="009A383F"/>
    <w:pPr>
      <w:pBdr>
        <w:top w:val="single" w:sz="4" w:space="2" w:color="95A5B9"/>
        <w:left w:val="single" w:sz="4" w:space="2" w:color="95A5B9"/>
        <w:bottom w:val="single" w:sz="4" w:space="2" w:color="E4EDF5"/>
        <w:right w:val="single" w:sz="4" w:space="2" w:color="E4EDF5"/>
      </w:pBdr>
      <w:shd w:val="clear" w:color="auto" w:fill="DADFE5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oolbarbuttonselected">
    <w:name w:val="wpsportlettoolbarbuttonselected"/>
    <w:basedOn w:val="Normal"/>
    <w:rsid w:val="009A383F"/>
    <w:pPr>
      <w:pBdr>
        <w:top w:val="single" w:sz="4" w:space="2" w:color="95A5B9"/>
        <w:left w:val="single" w:sz="4" w:space="2" w:color="95A5B9"/>
        <w:bottom w:val="single" w:sz="4" w:space="2" w:color="E4EDF5"/>
        <w:right w:val="single" w:sz="4" w:space="2" w:color="E4EDF5"/>
      </w:pBdr>
      <w:shd w:val="clear" w:color="auto" w:fill="AEB8C4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oolbarbuttonselectedrollover">
    <w:name w:val="wpsportlettoolbarbuttonselectedrollover"/>
    <w:basedOn w:val="Normal"/>
    <w:rsid w:val="009A383F"/>
    <w:pPr>
      <w:pBdr>
        <w:top w:val="single" w:sz="4" w:space="2" w:color="E4EDF5"/>
        <w:left w:val="single" w:sz="4" w:space="2" w:color="E4EDF5"/>
        <w:bottom w:val="single" w:sz="4" w:space="2" w:color="95A5B9"/>
        <w:right w:val="single" w:sz="4" w:space="2" w:color="95A5B9"/>
      </w:pBdr>
      <w:shd w:val="clear" w:color="auto" w:fill="AEB8C4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oolbarbuttonicon">
    <w:name w:val="wpsportlettoolbarbuttonicon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oolbarcontrol">
    <w:name w:val="wpsportlettoolbarcontrol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oolbartext">
    <w:name w:val="wpsportlettoolbartext"/>
    <w:basedOn w:val="Normal"/>
    <w:rsid w:val="009A383F"/>
    <w:pPr>
      <w:spacing w:before="60"/>
      <w:ind w:right="60"/>
    </w:pPr>
    <w:rPr>
      <w:rFonts w:ascii="Verdana" w:hAnsi="Verdana"/>
      <w:color w:val="333333"/>
      <w:sz w:val="16"/>
      <w:szCs w:val="16"/>
    </w:rPr>
  </w:style>
  <w:style w:type="paragraph" w:customStyle="1" w:styleId="wpsportlettoolbardisabledtext">
    <w:name w:val="wpsportlettoolbardisabledtext"/>
    <w:basedOn w:val="Normal"/>
    <w:rsid w:val="009A383F"/>
    <w:pPr>
      <w:spacing w:before="60"/>
      <w:ind w:right="60"/>
    </w:pPr>
    <w:rPr>
      <w:rFonts w:ascii="Verdana" w:hAnsi="Verdana"/>
      <w:color w:val="999999"/>
      <w:sz w:val="16"/>
      <w:szCs w:val="16"/>
    </w:rPr>
  </w:style>
  <w:style w:type="paragraph" w:customStyle="1" w:styleId="wpsportlettoolbarseparator">
    <w:name w:val="wpsportlettoolbarseparator"/>
    <w:basedOn w:val="Normal"/>
    <w:rsid w:val="009A383F"/>
    <w:pPr>
      <w:pBdr>
        <w:right w:val="single" w:sz="4" w:space="0" w:color="E4EDF5"/>
      </w:pBdr>
      <w:shd w:val="clear" w:color="auto" w:fill="95A5B9"/>
    </w:pPr>
    <w:rPr>
      <w:rFonts w:ascii="Verdana" w:hAnsi="Verdana"/>
      <w:sz w:val="16"/>
      <w:szCs w:val="16"/>
    </w:rPr>
  </w:style>
  <w:style w:type="paragraph" w:customStyle="1" w:styleId="wpsportlettoolbarspacer">
    <w:name w:val="wpsportlettoolbarspacer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oolbarhandle">
    <w:name w:val="wpsportlettoolbarhandle"/>
    <w:basedOn w:val="Normal"/>
    <w:rsid w:val="009A383F"/>
    <w:pPr>
      <w:pBdr>
        <w:top w:val="single" w:sz="4" w:space="0" w:color="E4EDF5"/>
        <w:left w:val="single" w:sz="4" w:space="0" w:color="E4EDF5"/>
        <w:bottom w:val="single" w:sz="4" w:space="0" w:color="95A5B9"/>
        <w:right w:val="single" w:sz="4" w:space="0" w:color="95A5B9"/>
      </w:pBdr>
      <w:shd w:val="clear" w:color="auto" w:fill="C5D1DE"/>
    </w:pPr>
    <w:rPr>
      <w:rFonts w:ascii="Verdana" w:hAnsi="Verdana"/>
      <w:sz w:val="16"/>
      <w:szCs w:val="16"/>
    </w:rPr>
  </w:style>
  <w:style w:type="paragraph" w:customStyle="1" w:styleId="wpsbreadcrumbtrail">
    <w:name w:val="wpsbreadcrumbtrail"/>
    <w:basedOn w:val="Normal"/>
    <w:rsid w:val="009A383F"/>
    <w:pPr>
      <w:spacing w:before="60"/>
      <w:ind w:right="60"/>
    </w:pPr>
    <w:rPr>
      <w:rFonts w:ascii="Verdana" w:hAnsi="Verdana"/>
      <w:b/>
      <w:bCs/>
      <w:sz w:val="16"/>
      <w:szCs w:val="16"/>
    </w:rPr>
  </w:style>
  <w:style w:type="paragraph" w:customStyle="1" w:styleId="wpsportletaccentarea">
    <w:name w:val="wpsportletaccentarea"/>
    <w:basedOn w:val="Normal"/>
    <w:rsid w:val="009A383F"/>
    <w:pPr>
      <w:shd w:val="clear" w:color="auto" w:fill="C5D1DE"/>
      <w:spacing w:before="60"/>
      <w:ind w:right="60"/>
    </w:pPr>
    <w:rPr>
      <w:rFonts w:ascii="Verdana" w:hAnsi="Verdana"/>
      <w:color w:val="333333"/>
      <w:sz w:val="16"/>
      <w:szCs w:val="16"/>
    </w:rPr>
  </w:style>
  <w:style w:type="paragraph" w:customStyle="1" w:styleId="wpsportletaccentarea3dhighlight">
    <w:name w:val="wpsportletaccentarea3dhighlight"/>
    <w:basedOn w:val="Normal"/>
    <w:rsid w:val="009A383F"/>
    <w:pPr>
      <w:shd w:val="clear" w:color="auto" w:fill="E4EDF5"/>
      <w:spacing w:before="60"/>
      <w:ind w:right="60"/>
    </w:pPr>
    <w:rPr>
      <w:rFonts w:ascii="Verdana" w:hAnsi="Verdana"/>
      <w:color w:val="333333"/>
      <w:sz w:val="16"/>
      <w:szCs w:val="16"/>
    </w:rPr>
  </w:style>
  <w:style w:type="paragraph" w:customStyle="1" w:styleId="wpsportletaccentarea3dshadow">
    <w:name w:val="wpsportletaccentarea3dshadow"/>
    <w:basedOn w:val="Normal"/>
    <w:rsid w:val="009A383F"/>
    <w:pPr>
      <w:shd w:val="clear" w:color="auto" w:fill="95A5B9"/>
      <w:spacing w:before="60"/>
      <w:ind w:right="60"/>
    </w:pPr>
    <w:rPr>
      <w:rFonts w:ascii="Verdana" w:hAnsi="Verdana"/>
      <w:color w:val="333333"/>
      <w:sz w:val="16"/>
      <w:szCs w:val="16"/>
    </w:rPr>
  </w:style>
  <w:style w:type="paragraph" w:customStyle="1" w:styleId="wpswizardtitle">
    <w:name w:val="wpswizardtitle"/>
    <w:basedOn w:val="Normal"/>
    <w:rsid w:val="009A383F"/>
    <w:pPr>
      <w:shd w:val="clear" w:color="auto" w:fill="C1C1C1"/>
      <w:spacing w:before="60"/>
      <w:ind w:right="60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wpswizardstepnotification">
    <w:name w:val="wpswizardstepnotification"/>
    <w:basedOn w:val="Normal"/>
    <w:rsid w:val="009A383F"/>
    <w:pPr>
      <w:shd w:val="clear" w:color="auto" w:fill="DFDFDF"/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wpswizardbottomsubmit">
    <w:name w:val="wpswizardbottomsubmit"/>
    <w:basedOn w:val="Normal"/>
    <w:rsid w:val="009A383F"/>
    <w:pPr>
      <w:shd w:val="clear" w:color="auto" w:fill="C1C1C1"/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weekdayheader">
    <w:name w:val="weekday_header"/>
    <w:basedOn w:val="Normal"/>
    <w:rsid w:val="009A383F"/>
    <w:pPr>
      <w:shd w:val="clear" w:color="auto" w:fill="999999"/>
      <w:spacing w:before="60"/>
      <w:ind w:right="60"/>
    </w:pPr>
    <w:rPr>
      <w:rFonts w:ascii="Verdana" w:hAnsi="Verdana"/>
      <w:color w:val="333333"/>
      <w:sz w:val="27"/>
      <w:szCs w:val="27"/>
    </w:rPr>
  </w:style>
  <w:style w:type="paragraph" w:customStyle="1" w:styleId="othermonthheader">
    <w:name w:val="other_month_header"/>
    <w:basedOn w:val="Normal"/>
    <w:rsid w:val="009A383F"/>
    <w:pPr>
      <w:shd w:val="clear" w:color="auto" w:fill="E4E3E3"/>
      <w:spacing w:before="60"/>
      <w:ind w:right="60"/>
    </w:pPr>
    <w:rPr>
      <w:rFonts w:ascii="Verdana" w:hAnsi="Verdana"/>
      <w:color w:val="7E7001"/>
      <w:sz w:val="16"/>
      <w:szCs w:val="16"/>
    </w:rPr>
  </w:style>
  <w:style w:type="paragraph" w:customStyle="1" w:styleId="currentmonthheader">
    <w:name w:val="current_month_header"/>
    <w:basedOn w:val="Normal"/>
    <w:rsid w:val="009A383F"/>
    <w:pPr>
      <w:shd w:val="clear" w:color="auto" w:fill="CBDBF3"/>
      <w:spacing w:before="60"/>
      <w:ind w:right="60"/>
    </w:pPr>
    <w:rPr>
      <w:rFonts w:ascii="Verdana" w:hAnsi="Verdana"/>
      <w:color w:val="333333"/>
      <w:sz w:val="16"/>
      <w:szCs w:val="16"/>
    </w:rPr>
  </w:style>
  <w:style w:type="paragraph" w:customStyle="1" w:styleId="othermonthcell">
    <w:name w:val="other_month_cell"/>
    <w:basedOn w:val="Normal"/>
    <w:rsid w:val="009A383F"/>
    <w:pPr>
      <w:shd w:val="clear" w:color="auto" w:fill="F0F0F0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currentmonthcell">
    <w:name w:val="current_month_cell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currentdayheader">
    <w:name w:val="current_day_header"/>
    <w:basedOn w:val="Normal"/>
    <w:rsid w:val="009A383F"/>
    <w:pPr>
      <w:shd w:val="clear" w:color="auto" w:fill="92B5E6"/>
      <w:spacing w:before="60"/>
      <w:ind w:right="60"/>
    </w:pPr>
    <w:rPr>
      <w:rFonts w:ascii="Verdana" w:hAnsi="Verdana"/>
      <w:color w:val="333333"/>
      <w:sz w:val="27"/>
      <w:szCs w:val="27"/>
    </w:rPr>
  </w:style>
  <w:style w:type="paragraph" w:customStyle="1" w:styleId="wpsgettingstartedtitle">
    <w:name w:val="wpsgettingstartedtitle"/>
    <w:basedOn w:val="Normal"/>
    <w:rsid w:val="009A383F"/>
    <w:pPr>
      <w:spacing w:before="60"/>
      <w:ind w:right="60"/>
    </w:pPr>
    <w:rPr>
      <w:rFonts w:ascii="Verdana" w:hAnsi="Verdana"/>
      <w:color w:val="2055A3"/>
      <w:sz w:val="36"/>
      <w:szCs w:val="36"/>
    </w:rPr>
  </w:style>
  <w:style w:type="paragraph" w:customStyle="1" w:styleId="wpsgettingstartedheader">
    <w:name w:val="wpsgettingstartedheader"/>
    <w:basedOn w:val="Normal"/>
    <w:rsid w:val="009A383F"/>
    <w:pPr>
      <w:spacing w:before="60"/>
      <w:ind w:right="60"/>
    </w:pPr>
    <w:rPr>
      <w:rFonts w:ascii="Verdana" w:hAnsi="Verdana"/>
      <w:color w:val="2055A3"/>
      <w:sz w:val="27"/>
      <w:szCs w:val="27"/>
    </w:rPr>
  </w:style>
  <w:style w:type="paragraph" w:customStyle="1" w:styleId="wpsgettingstartedbody">
    <w:name w:val="wpsgettingstartedbody"/>
    <w:basedOn w:val="Normal"/>
    <w:rsid w:val="009A383F"/>
    <w:pPr>
      <w:spacing w:before="60"/>
      <w:ind w:right="60"/>
    </w:pPr>
    <w:rPr>
      <w:rFonts w:ascii="Verdana" w:hAnsi="Verdana"/>
      <w:color w:val="616161"/>
      <w:sz w:val="24"/>
      <w:szCs w:val="24"/>
    </w:rPr>
  </w:style>
  <w:style w:type="paragraph" w:customStyle="1" w:styleId="gstableoutside">
    <w:name w:val="gstableoutside"/>
    <w:basedOn w:val="Normal"/>
    <w:rsid w:val="009A383F"/>
    <w:pPr>
      <w:shd w:val="clear" w:color="auto" w:fill="E0EDFC"/>
      <w:spacing w:before="60"/>
      <w:ind w:right="60"/>
      <w:textAlignment w:val="top"/>
    </w:pPr>
    <w:rPr>
      <w:rFonts w:ascii="Verdana" w:hAnsi="Verdana"/>
      <w:sz w:val="16"/>
      <w:szCs w:val="16"/>
    </w:rPr>
  </w:style>
  <w:style w:type="paragraph" w:customStyle="1" w:styleId="gstableinside">
    <w:name w:val="gstableinside"/>
    <w:basedOn w:val="Normal"/>
    <w:rsid w:val="009A383F"/>
    <w:pPr>
      <w:shd w:val="clear" w:color="auto" w:fill="E0EDFC"/>
      <w:spacing w:before="60"/>
      <w:ind w:right="60"/>
      <w:textAlignment w:val="top"/>
    </w:pPr>
    <w:rPr>
      <w:rFonts w:ascii="Verdana" w:hAnsi="Verdana"/>
      <w:sz w:val="16"/>
      <w:szCs w:val="16"/>
    </w:rPr>
  </w:style>
  <w:style w:type="paragraph" w:customStyle="1" w:styleId="gstableend">
    <w:name w:val="gstableend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searchinfobar">
    <w:name w:val="wpssearchinfobar"/>
    <w:basedOn w:val="Normal"/>
    <w:rsid w:val="009A383F"/>
    <w:pPr>
      <w:shd w:val="clear" w:color="auto" w:fill="C7D9F1"/>
      <w:spacing w:before="60"/>
      <w:ind w:right="60"/>
    </w:pPr>
    <w:rPr>
      <w:rFonts w:ascii="Verdana" w:hAnsi="Verdana"/>
      <w:color w:val="333333"/>
      <w:sz w:val="27"/>
      <w:szCs w:val="27"/>
    </w:rPr>
  </w:style>
  <w:style w:type="paragraph" w:customStyle="1" w:styleId="wpssearchurl">
    <w:name w:val="wpssearchurl"/>
    <w:basedOn w:val="Normal"/>
    <w:rsid w:val="009A383F"/>
    <w:pPr>
      <w:spacing w:before="60"/>
      <w:ind w:right="60"/>
    </w:pPr>
    <w:rPr>
      <w:rFonts w:ascii="Verdana" w:hAnsi="Verdana"/>
      <w:b/>
      <w:bCs/>
      <w:sz w:val="16"/>
      <w:szCs w:val="16"/>
    </w:rPr>
  </w:style>
  <w:style w:type="paragraph" w:customStyle="1" w:styleId="wpssearchurladdresstext">
    <w:name w:val="wpssearchurladdresstext"/>
    <w:basedOn w:val="Normal"/>
    <w:rsid w:val="009A383F"/>
    <w:pPr>
      <w:spacing w:before="60"/>
      <w:ind w:right="60"/>
    </w:pPr>
    <w:rPr>
      <w:rFonts w:ascii="Verdana" w:hAnsi="Verdana"/>
      <w:i/>
      <w:iCs/>
      <w:color w:val="008000"/>
      <w:sz w:val="16"/>
      <w:szCs w:val="16"/>
    </w:rPr>
  </w:style>
  <w:style w:type="paragraph" w:customStyle="1" w:styleId="wpssearchattributetext">
    <w:name w:val="wpssearchattributetext"/>
    <w:basedOn w:val="Normal"/>
    <w:rsid w:val="009A383F"/>
    <w:pPr>
      <w:spacing w:before="60"/>
      <w:ind w:right="60"/>
    </w:pPr>
    <w:rPr>
      <w:rFonts w:ascii="Verdana" w:hAnsi="Verdana"/>
      <w:i/>
      <w:iCs/>
      <w:color w:val="C1C1C1"/>
      <w:sz w:val="16"/>
      <w:szCs w:val="16"/>
    </w:rPr>
  </w:style>
  <w:style w:type="paragraph" w:customStyle="1" w:styleId="lwp-teamspace-title">
    <w:name w:val="lwp-teamspace-title"/>
    <w:basedOn w:val="Normal"/>
    <w:rsid w:val="009A383F"/>
    <w:pPr>
      <w:shd w:val="clear" w:color="auto" w:fill="5C5C5C"/>
      <w:spacing w:before="60"/>
      <w:ind w:right="60"/>
    </w:pPr>
    <w:rPr>
      <w:rFonts w:ascii="Verdana" w:hAnsi="Verdana"/>
      <w:b/>
      <w:bCs/>
      <w:color w:val="FFFFFF"/>
      <w:sz w:val="16"/>
      <w:szCs w:val="16"/>
    </w:rPr>
  </w:style>
  <w:style w:type="paragraph" w:customStyle="1" w:styleId="lwp-webconference-title">
    <w:name w:val="lwp-webconference-title"/>
    <w:basedOn w:val="Normal"/>
    <w:rsid w:val="009A383F"/>
    <w:pPr>
      <w:shd w:val="clear" w:color="auto" w:fill="5C5C5C"/>
      <w:spacing w:before="60"/>
      <w:ind w:right="60"/>
    </w:pPr>
    <w:rPr>
      <w:rFonts w:ascii="Verdana" w:hAnsi="Verdana"/>
      <w:b/>
      <w:bCs/>
      <w:color w:val="FFFFFF"/>
      <w:sz w:val="16"/>
      <w:szCs w:val="16"/>
    </w:rPr>
  </w:style>
  <w:style w:type="paragraph" w:customStyle="1" w:styleId="popup-background">
    <w:name w:val="popup-background"/>
    <w:basedOn w:val="Normal"/>
    <w:rsid w:val="009A383F"/>
    <w:pPr>
      <w:shd w:val="clear" w:color="auto" w:fill="EEEEEE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-middletoolbar">
    <w:name w:val="lwp-middletoolbar"/>
    <w:basedOn w:val="Normal"/>
    <w:rsid w:val="009A383F"/>
    <w:pPr>
      <w:pBdr>
        <w:bottom w:val="single" w:sz="2" w:space="2" w:color="D8D8E0"/>
      </w:pBdr>
      <w:shd w:val="clear" w:color="auto" w:fill="FFFFFF"/>
    </w:pPr>
    <w:rPr>
      <w:rFonts w:ascii="Verdana" w:hAnsi="Verdana"/>
      <w:color w:val="737373"/>
      <w:sz w:val="27"/>
      <w:szCs w:val="27"/>
    </w:rPr>
  </w:style>
  <w:style w:type="paragraph" w:customStyle="1" w:styleId="lwpadminbutton">
    <w:name w:val="lwpadminbutton"/>
    <w:basedOn w:val="Normal"/>
    <w:rsid w:val="009A383F"/>
    <w:pPr>
      <w:shd w:val="clear" w:color="auto" w:fill="A0A0A0"/>
    </w:pPr>
    <w:rPr>
      <w:rFonts w:ascii="Verdana" w:hAnsi="Verdana"/>
      <w:color w:val="FFFFFF"/>
      <w:sz w:val="27"/>
      <w:szCs w:val="27"/>
    </w:rPr>
  </w:style>
  <w:style w:type="paragraph" w:customStyle="1" w:styleId="lwpnavbutton">
    <w:name w:val="lwpnavbutton"/>
    <w:basedOn w:val="Normal"/>
    <w:rsid w:val="009A383F"/>
    <w:pPr>
      <w:shd w:val="clear" w:color="auto" w:fill="70A8F0"/>
    </w:pPr>
    <w:rPr>
      <w:rFonts w:ascii="Verdana" w:hAnsi="Verdana"/>
      <w:color w:val="FFFFFF"/>
      <w:sz w:val="16"/>
      <w:szCs w:val="16"/>
    </w:rPr>
  </w:style>
  <w:style w:type="paragraph" w:customStyle="1" w:styleId="lwpbuttongroup">
    <w:name w:val="lwpbuttongroup"/>
    <w:basedOn w:val="Normal"/>
    <w:rsid w:val="009A383F"/>
    <w:pPr>
      <w:spacing w:before="60" w:after="60"/>
      <w:ind w:left="48" w:right="48"/>
    </w:pPr>
    <w:rPr>
      <w:rFonts w:ascii="Verdana" w:hAnsi="Verdana"/>
      <w:sz w:val="16"/>
      <w:szCs w:val="16"/>
    </w:rPr>
  </w:style>
  <w:style w:type="paragraph" w:customStyle="1" w:styleId="lwpicononly">
    <w:name w:val="lwpicononly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icononlydisabled">
    <w:name w:val="lwpicononlydisabled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dialogiconbackground">
    <w:name w:val="lwpdialogiconbackground"/>
    <w:basedOn w:val="Normal"/>
    <w:rsid w:val="009A383F"/>
    <w:pPr>
      <w:pBdr>
        <w:top w:val="single" w:sz="4" w:space="0" w:color="919191"/>
        <w:left w:val="single" w:sz="4" w:space="1" w:color="919191"/>
        <w:bottom w:val="single" w:sz="4" w:space="0" w:color="919191"/>
        <w:right w:val="single" w:sz="4" w:space="1" w:color="919191"/>
      </w:pBdr>
      <w:shd w:val="clear" w:color="auto" w:fill="DDDDDD"/>
      <w:jc w:val="center"/>
      <w:textAlignment w:val="top"/>
    </w:pPr>
    <w:rPr>
      <w:rFonts w:ascii="Verdana" w:hAnsi="Verdana"/>
      <w:color w:val="000000"/>
      <w:sz w:val="16"/>
      <w:szCs w:val="16"/>
    </w:rPr>
  </w:style>
  <w:style w:type="paragraph" w:customStyle="1" w:styleId="lwpdialogdisablediconbackground">
    <w:name w:val="lwpdialogdisablediconbackground"/>
    <w:basedOn w:val="Normal"/>
    <w:rsid w:val="009A383F"/>
    <w:pPr>
      <w:pBdr>
        <w:top w:val="single" w:sz="4" w:space="0" w:color="919191"/>
        <w:left w:val="single" w:sz="4" w:space="1" w:color="919191"/>
        <w:bottom w:val="single" w:sz="4" w:space="0" w:color="919191"/>
        <w:right w:val="single" w:sz="4" w:space="1" w:color="919191"/>
      </w:pBdr>
      <w:shd w:val="clear" w:color="auto" w:fill="DDDDDD"/>
      <w:jc w:val="center"/>
      <w:textAlignment w:val="top"/>
    </w:pPr>
    <w:rPr>
      <w:rFonts w:ascii="Verdana" w:hAnsi="Verdana"/>
      <w:color w:val="888888"/>
      <w:sz w:val="16"/>
      <w:szCs w:val="16"/>
    </w:rPr>
  </w:style>
  <w:style w:type="paragraph" w:customStyle="1" w:styleId="lwpdialogiconbackgrounddisabled">
    <w:name w:val="lwpdialogiconbackgrounddisabled"/>
    <w:basedOn w:val="Normal"/>
    <w:rsid w:val="009A383F"/>
    <w:pPr>
      <w:pBdr>
        <w:top w:val="single" w:sz="4" w:space="0" w:color="919191"/>
        <w:left w:val="single" w:sz="4" w:space="1" w:color="919191"/>
        <w:bottom w:val="single" w:sz="4" w:space="0" w:color="919191"/>
        <w:right w:val="single" w:sz="4" w:space="1" w:color="919191"/>
      </w:pBdr>
      <w:shd w:val="clear" w:color="auto" w:fill="DDDDDD"/>
      <w:jc w:val="center"/>
      <w:textAlignment w:val="top"/>
    </w:pPr>
    <w:rPr>
      <w:rFonts w:ascii="Verdana" w:hAnsi="Verdana"/>
      <w:color w:val="888888"/>
      <w:sz w:val="16"/>
      <w:szCs w:val="16"/>
    </w:rPr>
  </w:style>
  <w:style w:type="paragraph" w:customStyle="1" w:styleId="lwpbuttontext">
    <w:name w:val="lwpbuttontext"/>
    <w:basedOn w:val="Normal"/>
    <w:rsid w:val="009A383F"/>
    <w:pPr>
      <w:pBdr>
        <w:top w:val="single" w:sz="4" w:space="0" w:color="919191"/>
        <w:left w:val="single" w:sz="4" w:space="1" w:color="919191"/>
        <w:bottom w:val="single" w:sz="4" w:space="0" w:color="919191"/>
        <w:right w:val="single" w:sz="4" w:space="1" w:color="919191"/>
      </w:pBdr>
      <w:shd w:val="clear" w:color="auto" w:fill="DDDDDD"/>
      <w:jc w:val="center"/>
      <w:textAlignment w:val="center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lwpbuttontextdisabled">
    <w:name w:val="lwpbuttontextdisabled"/>
    <w:basedOn w:val="Normal"/>
    <w:rsid w:val="009A383F"/>
    <w:pPr>
      <w:pBdr>
        <w:top w:val="single" w:sz="4" w:space="0" w:color="919191"/>
        <w:left w:val="single" w:sz="4" w:space="1" w:color="919191"/>
        <w:bottom w:val="single" w:sz="4" w:space="0" w:color="919191"/>
        <w:right w:val="single" w:sz="4" w:space="1" w:color="919191"/>
      </w:pBdr>
      <w:shd w:val="clear" w:color="auto" w:fill="DDDDDD"/>
      <w:jc w:val="center"/>
      <w:textAlignment w:val="center"/>
    </w:pPr>
    <w:rPr>
      <w:rFonts w:ascii="Verdana" w:hAnsi="Verdana"/>
      <w:b/>
      <w:bCs/>
      <w:color w:val="888888"/>
      <w:sz w:val="16"/>
      <w:szCs w:val="16"/>
    </w:rPr>
  </w:style>
  <w:style w:type="paragraph" w:customStyle="1" w:styleId="lwpbuttonspacer">
    <w:name w:val="lwpbuttonspacer"/>
    <w:basedOn w:val="Normal"/>
    <w:rsid w:val="009A383F"/>
    <w:pPr>
      <w:spacing w:before="60"/>
      <w:ind w:right="24"/>
    </w:pPr>
    <w:rPr>
      <w:rFonts w:ascii="Verdana" w:hAnsi="Verdana"/>
      <w:sz w:val="16"/>
      <w:szCs w:val="16"/>
    </w:rPr>
  </w:style>
  <w:style w:type="paragraph" w:customStyle="1" w:styleId="lwpseparatorbg">
    <w:name w:val="lwpseparatorbg"/>
    <w:basedOn w:val="Normal"/>
    <w:rsid w:val="009A383F"/>
    <w:pPr>
      <w:shd w:val="clear" w:color="auto" w:fill="999999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portlettitleborder">
    <w:name w:val="lwpportlettitleborder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alignright">
    <w:name w:val="lwpalignright"/>
    <w:basedOn w:val="Normal"/>
    <w:rsid w:val="009A383F"/>
    <w:pPr>
      <w:spacing w:before="60"/>
      <w:ind w:right="60"/>
      <w:jc w:val="right"/>
    </w:pPr>
    <w:rPr>
      <w:rFonts w:ascii="Verdana" w:hAnsi="Verdana"/>
      <w:sz w:val="16"/>
      <w:szCs w:val="16"/>
    </w:rPr>
  </w:style>
  <w:style w:type="paragraph" w:customStyle="1" w:styleId="lwpborderall">
    <w:name w:val="lwpborderall"/>
    <w:basedOn w:val="Normal"/>
    <w:rsid w:val="009A383F"/>
    <w:pPr>
      <w:pBdr>
        <w:top w:val="single" w:sz="4" w:space="0" w:color="DCDCDC"/>
        <w:left w:val="single" w:sz="4" w:space="0" w:color="DCDCDC"/>
        <w:bottom w:val="single" w:sz="4" w:space="0" w:color="DCDCDC"/>
        <w:right w:val="single" w:sz="4" w:space="0" w:color="DCDCDC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shadowborder">
    <w:name w:val="lwpshadowborder"/>
    <w:basedOn w:val="Normal"/>
    <w:rsid w:val="009A383F"/>
    <w:pPr>
      <w:pBdr>
        <w:bottom w:val="single" w:sz="4" w:space="0" w:color="888888"/>
        <w:right w:val="single" w:sz="4" w:space="0" w:color="888888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searchbar">
    <w:name w:val="lwpsearchbar"/>
    <w:basedOn w:val="Normal"/>
    <w:rsid w:val="009A383F"/>
    <w:pPr>
      <w:shd w:val="clear" w:color="auto" w:fill="ECECEC"/>
      <w:spacing w:before="60" w:after="60"/>
      <w:jc w:val="right"/>
    </w:pPr>
    <w:rPr>
      <w:rFonts w:ascii="Verdana" w:hAnsi="Verdana"/>
      <w:sz w:val="16"/>
      <w:szCs w:val="16"/>
    </w:rPr>
  </w:style>
  <w:style w:type="paragraph" w:customStyle="1" w:styleId="lwpmenubackground">
    <w:name w:val="lwpmenubackground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unreadmailtext">
    <w:name w:val="unreadmailtext"/>
    <w:basedOn w:val="Normal"/>
    <w:rsid w:val="009A383F"/>
    <w:pPr>
      <w:spacing w:before="60"/>
      <w:ind w:right="60"/>
    </w:pPr>
    <w:rPr>
      <w:rFonts w:ascii="Verdana" w:hAnsi="Verdana"/>
      <w:b/>
      <w:bCs/>
      <w:color w:val="3366CC"/>
      <w:sz w:val="16"/>
      <w:szCs w:val="16"/>
      <w:u w:val="single"/>
    </w:rPr>
  </w:style>
  <w:style w:type="paragraph" w:customStyle="1" w:styleId="lwplastreadmark">
    <w:name w:val="lwplastreadmark"/>
    <w:basedOn w:val="Normal"/>
    <w:rsid w:val="009A383F"/>
    <w:pPr>
      <w:shd w:val="clear" w:color="auto" w:fill="666666"/>
      <w:spacing w:before="60"/>
      <w:ind w:right="60"/>
      <w:jc w:val="center"/>
    </w:pPr>
    <w:rPr>
      <w:rFonts w:ascii="Verdana" w:hAnsi="Verdana"/>
      <w:b/>
      <w:bCs/>
      <w:color w:val="FFFFFF"/>
      <w:sz w:val="16"/>
      <w:szCs w:val="16"/>
    </w:rPr>
  </w:style>
  <w:style w:type="paragraph" w:customStyle="1" w:styleId="lwpdatestampmark">
    <w:name w:val="lwpdatestampmark"/>
    <w:basedOn w:val="Normal"/>
    <w:rsid w:val="009A383F"/>
    <w:pPr>
      <w:shd w:val="clear" w:color="auto" w:fill="999999"/>
      <w:spacing w:before="60"/>
      <w:ind w:right="60"/>
      <w:jc w:val="center"/>
    </w:pPr>
    <w:rPr>
      <w:rFonts w:ascii="Verdana" w:hAnsi="Verdana"/>
      <w:b/>
      <w:bCs/>
      <w:color w:val="666666"/>
      <w:sz w:val="16"/>
      <w:szCs w:val="16"/>
    </w:rPr>
  </w:style>
  <w:style w:type="paragraph" w:customStyle="1" w:styleId="lwpcalfsizex">
    <w:name w:val="lwpcalfsizex"/>
    <w:basedOn w:val="Normal"/>
    <w:rsid w:val="009A383F"/>
    <w:pPr>
      <w:spacing w:before="60"/>
      <w:ind w:right="60"/>
    </w:pPr>
    <w:rPr>
      <w:rFonts w:ascii="Verdana" w:hAnsi="Verdana"/>
      <w:sz w:val="36"/>
      <w:szCs w:val="36"/>
    </w:rPr>
  </w:style>
  <w:style w:type="paragraph" w:customStyle="1" w:styleId="lwpcalviewmenuposition">
    <w:name w:val="lwpcalviewmenuposition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1weekcellrow">
    <w:name w:val="lwpcal1weekcellrow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cellrow">
    <w:name w:val="lwpcalcellrow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ldivider">
    <w:name w:val="lwpcalldivider"/>
    <w:basedOn w:val="Normal"/>
    <w:rsid w:val="009A383F"/>
    <w:pPr>
      <w:pBdr>
        <w:left w:val="single" w:sz="4" w:space="0" w:color="AAAAAA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tdivider">
    <w:name w:val="lwpcaltdivider"/>
    <w:basedOn w:val="Normal"/>
    <w:rsid w:val="009A383F"/>
    <w:pPr>
      <w:pBdr>
        <w:top w:val="single" w:sz="4" w:space="0" w:color="AAAAAA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nobottom">
    <w:name w:val="lwpcalnobottom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header">
    <w:name w:val="lwpcalheader"/>
    <w:basedOn w:val="Normal"/>
    <w:rsid w:val="009A383F"/>
    <w:pPr>
      <w:spacing w:before="60"/>
      <w:ind w:right="60"/>
      <w:textAlignment w:val="top"/>
    </w:pPr>
    <w:rPr>
      <w:rFonts w:ascii="Verdana" w:hAnsi="Verdana"/>
      <w:b/>
      <w:bCs/>
      <w:color w:val="3366CC"/>
      <w:sz w:val="16"/>
      <w:szCs w:val="16"/>
    </w:rPr>
  </w:style>
  <w:style w:type="paragraph" w:customStyle="1" w:styleId="lwpcalheaderimage">
    <w:name w:val="lwpcalheaderimage"/>
    <w:basedOn w:val="Normal"/>
    <w:rsid w:val="009A383F"/>
    <w:pPr>
      <w:spacing w:before="60" w:after="60"/>
      <w:ind w:right="60"/>
    </w:pPr>
    <w:rPr>
      <w:rFonts w:ascii="Verdana" w:hAnsi="Verdana"/>
      <w:sz w:val="16"/>
      <w:szCs w:val="16"/>
    </w:rPr>
  </w:style>
  <w:style w:type="paragraph" w:customStyle="1" w:styleId="lwpcalattendeeheading">
    <w:name w:val="lwpcalattendeeheading"/>
    <w:basedOn w:val="Normal"/>
    <w:rsid w:val="009A383F"/>
    <w:pPr>
      <w:spacing w:before="60"/>
      <w:ind w:right="60"/>
    </w:pPr>
    <w:rPr>
      <w:rFonts w:ascii="Verdana" w:hAnsi="Verdana"/>
      <w:color w:val="898989"/>
      <w:sz w:val="16"/>
      <w:szCs w:val="16"/>
    </w:rPr>
  </w:style>
  <w:style w:type="paragraph" w:customStyle="1" w:styleId="lwpcalsectionheader">
    <w:name w:val="lwpcalsectionheader"/>
    <w:basedOn w:val="Normal"/>
    <w:rsid w:val="009A383F"/>
    <w:pPr>
      <w:spacing w:before="60" w:after="60"/>
      <w:ind w:right="60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lwpcalinviteesection">
    <w:name w:val="lwpcalinviteesection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weeknumber">
    <w:name w:val="lwpcalweeknumber"/>
    <w:basedOn w:val="Normal"/>
    <w:rsid w:val="009A383F"/>
    <w:pPr>
      <w:spacing w:before="60"/>
      <w:ind w:right="60"/>
    </w:pPr>
    <w:rPr>
      <w:rFonts w:ascii="Verdana" w:hAnsi="Verdana"/>
      <w:color w:val="808080"/>
      <w:sz w:val="16"/>
      <w:szCs w:val="16"/>
    </w:rPr>
  </w:style>
  <w:style w:type="paragraph" w:customStyle="1" w:styleId="lwpcalentryhoverdetail">
    <w:name w:val="lwpcalentryhoverdetail"/>
    <w:basedOn w:val="Normal"/>
    <w:rsid w:val="009A38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eventfield">
    <w:name w:val="lwpcaleventfield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entryhoverposition">
    <w:name w:val="lwpcalentryhoverposition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bgmeeting">
    <w:name w:val="lwpcalbgmeeting"/>
    <w:basedOn w:val="Normal"/>
    <w:rsid w:val="009A383F"/>
    <w:pPr>
      <w:shd w:val="clear" w:color="auto" w:fill="C3D3E6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bgwebconf">
    <w:name w:val="lwpcalbgwebconf"/>
    <w:basedOn w:val="Normal"/>
    <w:rsid w:val="009A383F"/>
    <w:pPr>
      <w:shd w:val="clear" w:color="auto" w:fill="C3D3E6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bgappointment">
    <w:name w:val="lwpcalbgappointment"/>
    <w:basedOn w:val="Normal"/>
    <w:rsid w:val="009A383F"/>
    <w:pPr>
      <w:shd w:val="clear" w:color="auto" w:fill="D8F8D8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bganniversary">
    <w:name w:val="lwpcalbganniversary"/>
    <w:basedOn w:val="Normal"/>
    <w:rsid w:val="009A383F"/>
    <w:pPr>
      <w:shd w:val="clear" w:color="auto" w:fill="F8E8D0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bgreminder">
    <w:name w:val="lwpcalbgreminder"/>
    <w:basedOn w:val="Normal"/>
    <w:rsid w:val="009A383F"/>
    <w:pPr>
      <w:shd w:val="clear" w:color="auto" w:fill="F8F8D0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bgalldayevent">
    <w:name w:val="lwpcalbgalldayevent"/>
    <w:basedOn w:val="Normal"/>
    <w:rsid w:val="009A383F"/>
    <w:pPr>
      <w:shd w:val="clear" w:color="auto" w:fill="F8E0E0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todaycell">
    <w:name w:val="lwpcaltodaycell"/>
    <w:basedOn w:val="Normal"/>
    <w:rsid w:val="009A38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monthdaycell">
    <w:name w:val="lwpcalmonthdaycell"/>
    <w:basedOn w:val="Normal"/>
    <w:rsid w:val="009A383F"/>
    <w:pPr>
      <w:pBdr>
        <w:top w:val="single" w:sz="4" w:space="0" w:color="AAAAAA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inactivedaycell">
    <w:name w:val="lwpcalinactivedaycell"/>
    <w:basedOn w:val="Normal"/>
    <w:rsid w:val="009A383F"/>
    <w:pPr>
      <w:shd w:val="clear" w:color="auto" w:fill="EFEFE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inactiveday">
    <w:name w:val="lwpcalinactiveday"/>
    <w:basedOn w:val="Normal"/>
    <w:rsid w:val="009A383F"/>
    <w:pPr>
      <w:spacing w:before="60"/>
      <w:ind w:right="60"/>
    </w:pPr>
    <w:rPr>
      <w:rFonts w:ascii="Verdana" w:hAnsi="Verdana"/>
      <w:color w:val="A0A0A0"/>
      <w:sz w:val="16"/>
      <w:szCs w:val="16"/>
    </w:rPr>
  </w:style>
  <w:style w:type="paragraph" w:customStyle="1" w:styleId="lwpcalseperator">
    <w:name w:val="lwpcalseperator"/>
    <w:basedOn w:val="Normal"/>
    <w:rsid w:val="009A383F"/>
    <w:pPr>
      <w:pBdr>
        <w:bottom w:val="single" w:sz="4" w:space="0" w:color="FFFFFF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conflict">
    <w:name w:val="lwpcalconflict"/>
    <w:basedOn w:val="Normal"/>
    <w:rsid w:val="009A383F"/>
    <w:pPr>
      <w:pBdr>
        <w:left w:val="single" w:sz="12" w:space="0" w:color="000000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timetext">
    <w:name w:val="lwpcaltimetext"/>
    <w:basedOn w:val="Normal"/>
    <w:rsid w:val="009A383F"/>
    <w:pPr>
      <w:spacing w:before="60"/>
      <w:ind w:right="60"/>
      <w:jc w:val="right"/>
    </w:pPr>
    <w:rPr>
      <w:rFonts w:ascii="Verdana" w:hAnsi="Verdana"/>
      <w:sz w:val="16"/>
      <w:szCs w:val="16"/>
    </w:rPr>
  </w:style>
  <w:style w:type="paragraph" w:customStyle="1" w:styleId="lwpcalentryposition">
    <w:name w:val="lwpcalentryposition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bdivider">
    <w:name w:val="lwpcalbdivider"/>
    <w:basedOn w:val="Normal"/>
    <w:rsid w:val="009A383F"/>
    <w:pPr>
      <w:pBdr>
        <w:bottom w:val="single" w:sz="4" w:space="0" w:color="AAAAAA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ppklist">
    <w:name w:val="lwpppklist"/>
    <w:basedOn w:val="Normal"/>
    <w:rsid w:val="009A383F"/>
    <w:pPr>
      <w:pBdr>
        <w:top w:val="single" w:sz="4" w:space="0" w:color="000000"/>
        <w:left w:val="single" w:sz="4" w:space="1" w:color="000000"/>
        <w:bottom w:val="single" w:sz="4" w:space="0" w:color="C0C0C0"/>
        <w:right w:val="single" w:sz="4" w:space="0" w:color="C0C0C0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ppklistborder">
    <w:name w:val="lwpppklistborder"/>
    <w:basedOn w:val="Normal"/>
    <w:rsid w:val="009A383F"/>
    <w:pPr>
      <w:pBdr>
        <w:top w:val="single" w:sz="4" w:space="0" w:color="A0A0A0"/>
        <w:left w:val="single" w:sz="4" w:space="0" w:color="A0A0A0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ppknormaltext">
    <w:name w:val="lwpppknormaltext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lwpppkselectedtext">
    <w:name w:val="lwpppkselectedtext"/>
    <w:basedOn w:val="Normal"/>
    <w:rsid w:val="009A383F"/>
    <w:pPr>
      <w:shd w:val="clear" w:color="auto" w:fill="284888"/>
      <w:spacing w:before="60"/>
      <w:ind w:right="60"/>
    </w:pPr>
    <w:rPr>
      <w:rFonts w:ascii="Verdana" w:hAnsi="Verdana"/>
      <w:color w:val="FFFFFF"/>
      <w:sz w:val="16"/>
      <w:szCs w:val="16"/>
    </w:rPr>
  </w:style>
  <w:style w:type="paragraph" w:customStyle="1" w:styleId="lwpmailboxrecipientanchor">
    <w:name w:val="lwpmailboxrecipientanchor"/>
    <w:basedOn w:val="Normal"/>
    <w:rsid w:val="009A383F"/>
    <w:pPr>
      <w:spacing w:before="60"/>
      <w:ind w:right="60"/>
    </w:pPr>
    <w:rPr>
      <w:rFonts w:ascii="Verdana" w:hAnsi="Verdana"/>
      <w:color w:val="000000"/>
      <w:sz w:val="16"/>
      <w:szCs w:val="16"/>
      <w:u w:val="single"/>
    </w:rPr>
  </w:style>
  <w:style w:type="paragraph" w:customStyle="1" w:styleId="chatbackground">
    <w:name w:val="chat_background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chatpartnerpresence">
    <w:name w:val="chat_partner_presence"/>
    <w:basedOn w:val="Normal"/>
    <w:rsid w:val="009A383F"/>
    <w:pPr>
      <w:pBdr>
        <w:top w:val="single" w:sz="4" w:space="2" w:color="AAAAAA"/>
        <w:left w:val="single" w:sz="4" w:space="2" w:color="AAAAAA"/>
      </w:pBdr>
      <w:shd w:val="clear" w:color="auto" w:fill="EEEEEE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chatpartnerpresencecorner">
    <w:name w:val="chat_partner_presence_corner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chatpartneralert">
    <w:name w:val="chat_partner_alert"/>
    <w:basedOn w:val="Normal"/>
    <w:rsid w:val="009A383F"/>
    <w:pPr>
      <w:pBdr>
        <w:top w:val="single" w:sz="4" w:space="2" w:color="AAAAAA"/>
        <w:left w:val="single" w:sz="4" w:space="2" w:color="AAAAAA"/>
        <w:right w:val="single" w:sz="4" w:space="2" w:color="AAAAAA"/>
      </w:pBdr>
      <w:shd w:val="clear" w:color="auto" w:fill="FFFFFF"/>
      <w:spacing w:before="60"/>
      <w:ind w:right="60"/>
    </w:pPr>
    <w:rPr>
      <w:rFonts w:ascii="Verdana" w:hAnsi="Verdana"/>
      <w:color w:val="666666"/>
      <w:sz w:val="16"/>
      <w:szCs w:val="16"/>
    </w:rPr>
  </w:style>
  <w:style w:type="paragraph" w:customStyle="1" w:styleId="chattranscript">
    <w:name w:val="chat_transcript"/>
    <w:basedOn w:val="Normal"/>
    <w:rsid w:val="009A383F"/>
    <w:pPr>
      <w:pBdr>
        <w:top w:val="single" w:sz="4" w:space="0" w:color="AAAAAA"/>
        <w:left w:val="single" w:sz="4" w:space="0" w:color="AAAAAA"/>
        <w:bottom w:val="single" w:sz="4" w:space="0" w:color="AAAAAA"/>
        <w:right w:val="single" w:sz="4" w:space="0" w:color="AAAAAA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chattranscriptnway">
    <w:name w:val="chat_transcript_nway"/>
    <w:basedOn w:val="Normal"/>
    <w:rsid w:val="009A383F"/>
    <w:pPr>
      <w:pBdr>
        <w:top w:val="single" w:sz="4" w:space="0" w:color="456A8B"/>
        <w:left w:val="single" w:sz="4" w:space="0" w:color="456A8B"/>
        <w:bottom w:val="single" w:sz="4" w:space="0" w:color="456A8B"/>
        <w:right w:val="single" w:sz="4" w:space="0" w:color="456A8B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chatmessageinput">
    <w:name w:val="chat_message_input"/>
    <w:basedOn w:val="Normal"/>
    <w:rsid w:val="009A383F"/>
    <w:pPr>
      <w:pBdr>
        <w:top w:val="single" w:sz="4" w:space="0" w:color="AAAAAA"/>
        <w:left w:val="single" w:sz="4" w:space="0" w:color="AAAAAA"/>
        <w:bottom w:val="single" w:sz="4" w:space="0" w:color="AAAAAA"/>
        <w:right w:val="single" w:sz="4" w:space="0" w:color="AAAAAA"/>
      </w:pBd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chatstatusbar">
    <w:name w:val="chat_statusbar"/>
    <w:basedOn w:val="Normal"/>
    <w:rsid w:val="009A383F"/>
    <w:pPr>
      <w:pBdr>
        <w:top w:val="single" w:sz="4" w:space="0" w:color="AAAAAA"/>
      </w:pBdr>
      <w:shd w:val="clear" w:color="auto" w:fill="EEEEEE"/>
      <w:spacing w:before="60"/>
      <w:ind w:right="60"/>
    </w:pPr>
    <w:rPr>
      <w:rFonts w:ascii="Verdana" w:hAnsi="Verdana"/>
      <w:color w:val="AAAAAA"/>
      <w:sz w:val="16"/>
      <w:szCs w:val="16"/>
    </w:rPr>
  </w:style>
  <w:style w:type="paragraph" w:customStyle="1" w:styleId="chatparticipants">
    <w:name w:val="chat_participants"/>
    <w:basedOn w:val="Normal"/>
    <w:rsid w:val="009A383F"/>
    <w:pPr>
      <w:pBdr>
        <w:bottom w:val="single" w:sz="4" w:space="0" w:color="D8D8D8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-agendaitemdocument">
    <w:name w:val="lwp-agendaitemdocument"/>
    <w:basedOn w:val="Normal"/>
    <w:rsid w:val="009A383F"/>
    <w:pPr>
      <w:spacing w:before="60"/>
      <w:ind w:right="60"/>
    </w:pPr>
    <w:rPr>
      <w:rFonts w:ascii="Verdana" w:hAnsi="Verdana"/>
      <w:color w:val="585858"/>
      <w:sz w:val="16"/>
      <w:szCs w:val="16"/>
    </w:rPr>
  </w:style>
  <w:style w:type="paragraph" w:customStyle="1" w:styleId="lwp-agendaitem-ul">
    <w:name w:val="lwp-agendaitem-ul"/>
    <w:basedOn w:val="Normal"/>
    <w:rsid w:val="009A383F"/>
    <w:pPr>
      <w:spacing w:before="60"/>
      <w:ind w:right="240"/>
    </w:pPr>
    <w:rPr>
      <w:rFonts w:ascii="Verdana" w:hAnsi="Verdana"/>
      <w:sz w:val="16"/>
      <w:szCs w:val="16"/>
    </w:rPr>
  </w:style>
  <w:style w:type="paragraph" w:customStyle="1" w:styleId="lwp-agendaitem-li">
    <w:name w:val="lwp-agendaitem-li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-selectedagendaitem">
    <w:name w:val="lwp-selectedagendaitem"/>
    <w:basedOn w:val="Normal"/>
    <w:rsid w:val="009A383F"/>
    <w:pPr>
      <w:shd w:val="clear" w:color="auto" w:fill="316AC5"/>
      <w:spacing w:before="60" w:line="360" w:lineRule="auto"/>
      <w:ind w:right="60"/>
    </w:pPr>
    <w:rPr>
      <w:rFonts w:ascii="Verdana" w:hAnsi="Verdana"/>
      <w:b/>
      <w:bCs/>
      <w:color w:val="FFFFFF"/>
      <w:sz w:val="16"/>
      <w:szCs w:val="16"/>
    </w:rPr>
  </w:style>
  <w:style w:type="paragraph" w:customStyle="1" w:styleId="lwpprojectorheaderstart">
    <w:name w:val="lwpprojectorheaderstart"/>
    <w:basedOn w:val="Normal"/>
    <w:rsid w:val="009A383F"/>
    <w:pPr>
      <w:pBdr>
        <w:top w:val="single" w:sz="4" w:space="0" w:color="777777"/>
        <w:left w:val="single" w:sz="4" w:space="0" w:color="777777"/>
      </w:pBdr>
      <w:shd w:val="clear" w:color="auto" w:fill="70A8F0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projectorheadermiddle">
    <w:name w:val="lwpprojectorheadermiddle"/>
    <w:basedOn w:val="Normal"/>
    <w:rsid w:val="009A383F"/>
    <w:pPr>
      <w:pBdr>
        <w:top w:val="single" w:sz="4" w:space="0" w:color="777777"/>
      </w:pBdr>
      <w:shd w:val="clear" w:color="auto" w:fill="70A8F0"/>
      <w:spacing w:before="60"/>
      <w:ind w:right="60"/>
    </w:pPr>
    <w:rPr>
      <w:rFonts w:ascii="Verdana" w:hAnsi="Verdana"/>
      <w:b/>
      <w:bCs/>
      <w:color w:val="343434"/>
      <w:sz w:val="16"/>
      <w:szCs w:val="16"/>
    </w:rPr>
  </w:style>
  <w:style w:type="paragraph" w:customStyle="1" w:styleId="lwpprojectorheaderend">
    <w:name w:val="lwpprojectorheaderend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slidetable">
    <w:name w:val="lwpslidetable"/>
    <w:basedOn w:val="Normal"/>
    <w:rsid w:val="009A38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slidetableheadstart">
    <w:name w:val="lwpslidetableheadstart"/>
    <w:basedOn w:val="Normal"/>
    <w:rsid w:val="009A383F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hd w:val="clear" w:color="auto" w:fill="FFFFFF"/>
      <w:spacing w:before="60"/>
      <w:ind w:right="60"/>
    </w:pPr>
    <w:rPr>
      <w:rFonts w:ascii="Verdana" w:hAnsi="Verdana"/>
      <w:b/>
      <w:bCs/>
      <w:color w:val="989898"/>
      <w:sz w:val="16"/>
      <w:szCs w:val="16"/>
    </w:rPr>
  </w:style>
  <w:style w:type="paragraph" w:customStyle="1" w:styleId="lwpslidetableheadmiddle">
    <w:name w:val="lwpslidetableheadmiddle"/>
    <w:basedOn w:val="Normal"/>
    <w:rsid w:val="009A383F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hd w:val="clear" w:color="auto" w:fill="FFFFFF"/>
      <w:spacing w:before="60"/>
      <w:ind w:right="60"/>
    </w:pPr>
    <w:rPr>
      <w:rFonts w:ascii="Verdana" w:hAnsi="Verdana"/>
      <w:b/>
      <w:bCs/>
      <w:color w:val="989898"/>
      <w:sz w:val="16"/>
      <w:szCs w:val="16"/>
    </w:rPr>
  </w:style>
  <w:style w:type="paragraph" w:customStyle="1" w:styleId="lwpslidetableheadend">
    <w:name w:val="lwpslidetableheadend"/>
    <w:basedOn w:val="Normal"/>
    <w:rsid w:val="009A383F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hd w:val="clear" w:color="auto" w:fill="FFFFFF"/>
      <w:spacing w:before="60"/>
      <w:ind w:right="60"/>
    </w:pPr>
    <w:rPr>
      <w:rFonts w:ascii="Verdana" w:hAnsi="Verdana"/>
      <w:b/>
      <w:bCs/>
      <w:color w:val="989898"/>
      <w:sz w:val="16"/>
      <w:szCs w:val="16"/>
    </w:rPr>
  </w:style>
  <w:style w:type="paragraph" w:customStyle="1" w:styleId="lwpslideborder">
    <w:name w:val="lwpslideborder"/>
    <w:basedOn w:val="Normal"/>
    <w:rsid w:val="009A383F"/>
    <w:pPr>
      <w:pBdr>
        <w:top w:val="single" w:sz="4" w:space="0" w:color="B0B0C0"/>
        <w:left w:val="single" w:sz="4" w:space="0" w:color="B0B0C0"/>
        <w:bottom w:val="single" w:sz="4" w:space="0" w:color="B0B0C0"/>
        <w:right w:val="single" w:sz="4" w:space="0" w:color="B0B0C0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agendaframediv">
    <w:name w:val="lwpagendaframediv"/>
    <w:basedOn w:val="Normal"/>
    <w:rsid w:val="009A383F"/>
    <w:pPr>
      <w:pBdr>
        <w:top w:val="single" w:sz="4" w:space="0" w:color="E9E9E9"/>
        <w:left w:val="single" w:sz="4" w:space="0" w:color="E9E9E9"/>
        <w:bottom w:val="single" w:sz="4" w:space="0" w:color="E9E9E9"/>
        <w:right w:val="single" w:sz="4" w:space="0" w:color="E9E9E9"/>
      </w:pBdr>
      <w:shd w:val="clear" w:color="auto" w:fill="F6F6F6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attendeesframediv">
    <w:name w:val="lwpattendeesframediv"/>
    <w:basedOn w:val="Normal"/>
    <w:rsid w:val="009A383F"/>
    <w:pPr>
      <w:pBdr>
        <w:top w:val="single" w:sz="4" w:space="0" w:color="E9E9E9"/>
        <w:left w:val="single" w:sz="4" w:space="0" w:color="E9E9E9"/>
        <w:bottom w:val="single" w:sz="4" w:space="0" w:color="E9E9E9"/>
        <w:right w:val="single" w:sz="4" w:space="0" w:color="E9E9E9"/>
      </w:pBdr>
      <w:shd w:val="clear" w:color="auto" w:fill="F6F6F6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downloadsframediv">
    <w:name w:val="lwpdownloadsframediv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hostingstarted">
    <w:name w:val="lwphostingstarted"/>
    <w:basedOn w:val="Normal"/>
    <w:rsid w:val="009A383F"/>
    <w:pPr>
      <w:spacing w:before="60"/>
      <w:ind w:right="60"/>
    </w:pPr>
    <w:rPr>
      <w:rFonts w:ascii="Verdana" w:hAnsi="Verdana"/>
      <w:b/>
      <w:bCs/>
      <w:color w:val="FFFFFF"/>
      <w:sz w:val="36"/>
      <w:szCs w:val="36"/>
    </w:rPr>
  </w:style>
  <w:style w:type="paragraph" w:customStyle="1" w:styleId="lwphostingstartedlarge">
    <w:name w:val="lwphostingstartedlarge"/>
    <w:basedOn w:val="Normal"/>
    <w:rsid w:val="009A383F"/>
    <w:pPr>
      <w:spacing w:before="60"/>
      <w:ind w:right="60"/>
    </w:pPr>
    <w:rPr>
      <w:rFonts w:ascii="Verdana" w:hAnsi="Verdana"/>
      <w:b/>
      <w:bCs/>
      <w:color w:val="FFFFFF"/>
      <w:sz w:val="36"/>
      <w:szCs w:val="36"/>
    </w:rPr>
  </w:style>
  <w:style w:type="paragraph" w:customStyle="1" w:styleId="lwplabelnormalstyle">
    <w:name w:val="lwp_labelnormalstyle"/>
    <w:basedOn w:val="Normal"/>
    <w:rsid w:val="009A383F"/>
    <w:pPr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lwptdstyle">
    <w:name w:val="lwp_tdsty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linktextstyle">
    <w:name w:val="lwp_linktextsty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nodestyle">
    <w:name w:val="lwp_nodesty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nodeimagestyle">
    <w:name w:val="lwp_nodeimagesty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labelhighlightstyle">
    <w:name w:val="lwp_labelhighlightstyle"/>
    <w:basedOn w:val="Normal"/>
    <w:rsid w:val="009A383F"/>
    <w:pPr>
      <w:shd w:val="clear" w:color="auto" w:fill="A0A0A0"/>
      <w:spacing w:before="60"/>
      <w:ind w:right="60"/>
    </w:pPr>
    <w:rPr>
      <w:rFonts w:ascii="Verdana" w:hAnsi="Verdana"/>
      <w:b/>
      <w:bCs/>
      <w:color w:val="FFFFFF"/>
      <w:sz w:val="16"/>
      <w:szCs w:val="16"/>
    </w:rPr>
  </w:style>
  <w:style w:type="paragraph" w:customStyle="1" w:styleId="lwplabeldragoverstyle">
    <w:name w:val="lwp_labeldragoverstyle"/>
    <w:basedOn w:val="Normal"/>
    <w:rsid w:val="009A383F"/>
    <w:pPr>
      <w:spacing w:before="60"/>
      <w:ind w:right="60"/>
    </w:pPr>
    <w:rPr>
      <w:rFonts w:ascii="Verdana" w:hAnsi="Verdana"/>
      <w:color w:val="000000"/>
      <w:sz w:val="16"/>
      <w:szCs w:val="16"/>
      <w:u w:val="single"/>
    </w:rPr>
  </w:style>
  <w:style w:type="paragraph" w:customStyle="1" w:styleId="lwpfldnodelablespacing">
    <w:name w:val="lwpfldnodelablespacing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fldnodelabelspacing">
    <w:name w:val="lwpfldnodelabelspacing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treepanel">
    <w:name w:val="lwptreepanel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treepanelbody">
    <w:name w:val="lwptreepanelbody"/>
    <w:basedOn w:val="Normal"/>
    <w:rsid w:val="009A383F"/>
    <w:pPr>
      <w:pBdr>
        <w:left w:val="single" w:sz="4" w:space="0" w:color="AAAAAA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treepanelheader">
    <w:name w:val="lwptreepanelheader"/>
    <w:basedOn w:val="Normal"/>
    <w:rsid w:val="009A383F"/>
    <w:pPr>
      <w:pBdr>
        <w:top w:val="single" w:sz="4" w:space="0" w:color="AAAAAA"/>
        <w:left w:val="single" w:sz="4" w:space="0" w:color="AAAAAA"/>
        <w:bottom w:val="single" w:sz="4" w:space="0" w:color="AAAAAA"/>
      </w:pBdr>
      <w:shd w:val="clear" w:color="auto" w:fill="F0F0F0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treepanelfooter">
    <w:name w:val="lwptreepanelfooter"/>
    <w:basedOn w:val="Normal"/>
    <w:rsid w:val="009A383F"/>
    <w:pPr>
      <w:pBdr>
        <w:top w:val="single" w:sz="4" w:space="0" w:color="AAAAAA"/>
        <w:left w:val="single" w:sz="4" w:space="0" w:color="AAAAAA"/>
        <w:bottom w:val="single" w:sz="4" w:space="0" w:color="AAAAAA"/>
      </w:pBdr>
      <w:shd w:val="clear" w:color="auto" w:fill="F0F0F0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peopleflyoutexpanded">
    <w:name w:val="lwppeopleflyoutexpanded"/>
    <w:basedOn w:val="Normal"/>
    <w:rsid w:val="009A383F"/>
    <w:pPr>
      <w:pBdr>
        <w:left w:val="single" w:sz="4" w:space="0" w:color="9A9A9A"/>
        <w:bottom w:val="single" w:sz="4" w:space="0" w:color="DEDEDE"/>
      </w:pBdr>
      <w:shd w:val="clear" w:color="auto" w:fill="DEDEDE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peopleflyoutcollapsed">
    <w:name w:val="lwppeopleflyoutcollapsed"/>
    <w:basedOn w:val="Normal"/>
    <w:rsid w:val="009A383F"/>
    <w:pPr>
      <w:pBdr>
        <w:left w:val="single" w:sz="4" w:space="0" w:color="686868"/>
        <w:bottom w:val="single" w:sz="4" w:space="0" w:color="DEDEDE"/>
      </w:pBdr>
      <w:shd w:val="clear" w:color="auto" w:fill="DEDEDE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peopleflyoutframe">
    <w:name w:val="lwppeopleflyoutframe"/>
    <w:basedOn w:val="Normal"/>
    <w:rsid w:val="009A383F"/>
    <w:pPr>
      <w:pBdr>
        <w:top w:val="single" w:sz="4" w:space="0" w:color="686868"/>
        <w:left w:val="single" w:sz="4" w:space="0" w:color="686868"/>
        <w:bottom w:val="single" w:sz="4" w:space="0" w:color="686868"/>
        <w:right w:val="single" w:sz="4" w:space="0" w:color="686868"/>
      </w:pBdr>
      <w:shd w:val="clear" w:color="auto" w:fill="DEDEDE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timedateborder">
    <w:name w:val="lwptimedateborder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timedatecalborder">
    <w:name w:val="lwptimedatecalborder"/>
    <w:basedOn w:val="Normal"/>
    <w:rsid w:val="009A383F"/>
    <w:pPr>
      <w:pBdr>
        <w:left w:val="single" w:sz="4" w:space="0" w:color="AAAAAA"/>
        <w:bottom w:val="single" w:sz="4" w:space="0" w:color="AAAAAA"/>
        <w:right w:val="single" w:sz="4" w:space="0" w:color="AAAAAA"/>
      </w:pBd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timedatecaltext">
    <w:name w:val="lwptimedatecaltext"/>
    <w:basedOn w:val="Normal"/>
    <w:rsid w:val="009A383F"/>
    <w:pPr>
      <w:spacing w:before="60"/>
      <w:ind w:right="60"/>
    </w:pPr>
    <w:rPr>
      <w:rFonts w:ascii="Verdana" w:hAnsi="Verdana"/>
      <w:b/>
      <w:bCs/>
      <w:sz w:val="16"/>
      <w:szCs w:val="16"/>
    </w:rPr>
  </w:style>
  <w:style w:type="paragraph" w:customStyle="1" w:styleId="lwptimedatedayname">
    <w:name w:val="lwptimedatedayname"/>
    <w:basedOn w:val="Normal"/>
    <w:rsid w:val="009A383F"/>
    <w:pPr>
      <w:pBdr>
        <w:bottom w:val="single" w:sz="4" w:space="0" w:color="AAAAAA"/>
      </w:pBdr>
      <w:shd w:val="clear" w:color="auto" w:fill="FFFFFF"/>
      <w:spacing w:before="60"/>
      <w:ind w:right="6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lwptimedateday">
    <w:name w:val="lwptimedateday"/>
    <w:basedOn w:val="Normal"/>
    <w:rsid w:val="009A383F"/>
    <w:pPr>
      <w:pBdr>
        <w:top w:val="single" w:sz="2" w:space="0" w:color="AAAAAA"/>
        <w:left w:val="single" w:sz="2" w:space="0" w:color="AAAAAA"/>
        <w:bottom w:val="single" w:sz="2" w:space="0" w:color="AAAAAA"/>
        <w:right w:val="single" w:sz="2" w:space="0" w:color="AAAAAA"/>
      </w:pBdr>
      <w:shd w:val="clear" w:color="auto" w:fill="FFFFFF"/>
      <w:spacing w:before="60"/>
      <w:ind w:right="6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lwptimedateweekendday">
    <w:name w:val="lwptimedateweekendday"/>
    <w:basedOn w:val="Normal"/>
    <w:rsid w:val="009A383F"/>
    <w:pPr>
      <w:pBdr>
        <w:top w:val="single" w:sz="2" w:space="0" w:color="AAAAAA"/>
        <w:left w:val="single" w:sz="2" w:space="0" w:color="AAAAAA"/>
        <w:bottom w:val="single" w:sz="2" w:space="0" w:color="AAAAAA"/>
        <w:right w:val="single" w:sz="2" w:space="0" w:color="AAAAAA"/>
      </w:pBdr>
      <w:shd w:val="clear" w:color="auto" w:fill="FFFFFF"/>
      <w:spacing w:before="60"/>
      <w:ind w:right="6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lwptimedatedaylink">
    <w:name w:val="lwptimedatedaylink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timedatecaltop">
    <w:name w:val="lwptimedatecaltop"/>
    <w:basedOn w:val="Normal"/>
    <w:rsid w:val="009A383F"/>
    <w:pPr>
      <w:pBdr>
        <w:top w:val="single" w:sz="4" w:space="0" w:color="AAAAAA"/>
        <w:left w:val="single" w:sz="4" w:space="0" w:color="AAAAAA"/>
        <w:bottom w:val="single" w:sz="4" w:space="0" w:color="AAAAAA"/>
        <w:right w:val="single" w:sz="4" w:space="0" w:color="AAAAAA"/>
      </w:pBdr>
      <w:shd w:val="clear" w:color="auto" w:fill="EEEEEE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timedateselectedcaltop">
    <w:name w:val="lwptimedateselectedcaltop"/>
    <w:basedOn w:val="Normal"/>
    <w:rsid w:val="009A383F"/>
    <w:pPr>
      <w:pBdr>
        <w:top w:val="single" w:sz="4" w:space="0" w:color="606098"/>
        <w:left w:val="single" w:sz="4" w:space="0" w:color="606098"/>
        <w:bottom w:val="single" w:sz="4" w:space="0" w:color="606098"/>
        <w:right w:val="single" w:sz="4" w:space="0" w:color="606098"/>
      </w:pBdr>
      <w:shd w:val="clear" w:color="auto" w:fill="D0D0D0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timedateselectedday">
    <w:name w:val="lwptimedateselectedday"/>
    <w:basedOn w:val="Normal"/>
    <w:rsid w:val="009A383F"/>
    <w:pPr>
      <w:shd w:val="clear" w:color="auto" w:fill="FFFFFF"/>
      <w:spacing w:before="60"/>
      <w:ind w:right="6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lwptimedateselecteddaylink">
    <w:name w:val="lwptimedateselecteddaylink"/>
    <w:basedOn w:val="Normal"/>
    <w:rsid w:val="009A383F"/>
    <w:pPr>
      <w:shd w:val="clear" w:color="auto" w:fill="D0D0D0"/>
      <w:spacing w:before="60"/>
      <w:ind w:right="6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lwptimedateselectedweek">
    <w:name w:val="lwptimedateselectedweek"/>
    <w:basedOn w:val="Normal"/>
    <w:rsid w:val="009A383F"/>
    <w:pPr>
      <w:shd w:val="clear" w:color="auto" w:fill="D0D0D0"/>
      <w:spacing w:before="60"/>
      <w:ind w:right="6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lwptimedateselectedallweeks">
    <w:name w:val="lwptimedateselectedallweeks"/>
    <w:basedOn w:val="Normal"/>
    <w:rsid w:val="009A383F"/>
    <w:pPr>
      <w:shd w:val="clear" w:color="auto" w:fill="E8E8E8"/>
      <w:spacing w:before="60"/>
      <w:ind w:right="6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lwptimedateweek">
    <w:name w:val="lwptimedateweek"/>
    <w:basedOn w:val="Normal"/>
    <w:rsid w:val="009A383F"/>
    <w:pPr>
      <w:pBdr>
        <w:top w:val="single" w:sz="4" w:space="0" w:color="AAAAAA"/>
        <w:left w:val="single" w:sz="4" w:space="0" w:color="AAAAAA"/>
        <w:bottom w:val="single" w:sz="4" w:space="0" w:color="AAAAAA"/>
        <w:right w:val="single" w:sz="4" w:space="0" w:color="AAAAAA"/>
      </w:pBdr>
      <w:shd w:val="clear" w:color="auto" w:fill="FFFFFF"/>
      <w:spacing w:before="60"/>
      <w:ind w:right="6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lwptimedatemonthradio">
    <w:name w:val="lwptimedatemonthradio"/>
    <w:basedOn w:val="Normal"/>
    <w:rsid w:val="009A383F"/>
    <w:pPr>
      <w:pBdr>
        <w:right w:val="single" w:sz="4" w:space="0" w:color="AAAAAA"/>
      </w:pBdr>
      <w:spacing w:before="60"/>
      <w:ind w:right="6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lwptimedateweekradioon">
    <w:name w:val="lwptimedateweekradioon"/>
    <w:basedOn w:val="Normal"/>
    <w:rsid w:val="009A383F"/>
    <w:pPr>
      <w:pBdr>
        <w:left w:val="single" w:sz="4" w:space="0" w:color="AAAAAA"/>
        <w:right w:val="single" w:sz="4" w:space="0" w:color="AAAAAA"/>
      </w:pBdr>
      <w:shd w:val="clear" w:color="auto" w:fill="D0D0D0"/>
      <w:spacing w:before="60"/>
      <w:ind w:right="6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lwptimedateweekradiooff">
    <w:name w:val="lwptimedateweekradiooff"/>
    <w:basedOn w:val="Normal"/>
    <w:rsid w:val="009A383F"/>
    <w:pPr>
      <w:pBdr>
        <w:left w:val="single" w:sz="4" w:space="0" w:color="AAAAAA"/>
        <w:right w:val="single" w:sz="4" w:space="0" w:color="AAAAAA"/>
      </w:pBdr>
      <w:shd w:val="clear" w:color="auto" w:fill="FFFFFF"/>
      <w:spacing w:before="60"/>
      <w:ind w:right="6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lwptimedateemptydayname">
    <w:name w:val="lwptimedateemptydayname"/>
    <w:basedOn w:val="Normal"/>
    <w:rsid w:val="009A383F"/>
    <w:pPr>
      <w:pBdr>
        <w:bottom w:val="single" w:sz="4" w:space="0" w:color="AAAAAA"/>
        <w:right w:val="single" w:sz="4" w:space="0" w:color="AAAAAA"/>
      </w:pBdr>
      <w:shd w:val="clear" w:color="auto" w:fill="FFFFFF"/>
      <w:spacing w:before="60"/>
      <w:ind w:right="6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outertreestyle">
    <w:name w:val="outertreesty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nodestyle">
    <w:name w:val="nodesty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scrollstyle">
    <w:name w:val="scrollsty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tdstyle">
    <w:name w:val="tdsty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abeldragoverstyle">
    <w:name w:val="labeldragoverstyle"/>
    <w:basedOn w:val="Normal"/>
    <w:rsid w:val="009A383F"/>
    <w:pPr>
      <w:spacing w:before="60"/>
      <w:ind w:right="60"/>
    </w:pPr>
    <w:rPr>
      <w:rFonts w:ascii="Tahoma" w:hAnsi="Tahoma" w:cs="Tahoma"/>
      <w:i/>
      <w:iCs/>
      <w:color w:val="000000"/>
      <w:sz w:val="13"/>
      <w:szCs w:val="13"/>
    </w:rPr>
  </w:style>
  <w:style w:type="paragraph" w:customStyle="1" w:styleId="linktextstyle">
    <w:name w:val="linktextsty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tdtreetabstyle">
    <w:name w:val="tdtreetabstyle"/>
    <w:basedOn w:val="Normal"/>
    <w:rsid w:val="009A383F"/>
    <w:rPr>
      <w:rFonts w:ascii="Verdana" w:hAnsi="Verdana"/>
      <w:sz w:val="16"/>
      <w:szCs w:val="16"/>
    </w:rPr>
  </w:style>
  <w:style w:type="paragraph" w:customStyle="1" w:styleId="tdtablestyle">
    <w:name w:val="tdtablestyle"/>
    <w:basedOn w:val="Normal"/>
    <w:rsid w:val="009A383F"/>
    <w:rPr>
      <w:rFonts w:ascii="Verdana" w:hAnsi="Verdana"/>
      <w:sz w:val="16"/>
      <w:szCs w:val="16"/>
    </w:rPr>
  </w:style>
  <w:style w:type="paragraph" w:customStyle="1" w:styleId="headerstyle">
    <w:name w:val="headerstyle"/>
    <w:basedOn w:val="Normal"/>
    <w:rsid w:val="009A38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</w:pPr>
    <w:rPr>
      <w:rFonts w:ascii="Verdana" w:hAnsi="Verdana"/>
      <w:sz w:val="16"/>
      <w:szCs w:val="16"/>
    </w:rPr>
  </w:style>
  <w:style w:type="paragraph" w:customStyle="1" w:styleId="treeoutertreestyle">
    <w:name w:val="tree_outertreesty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treenodestyle">
    <w:name w:val="tree_nodestyle"/>
    <w:basedOn w:val="Normal"/>
    <w:rsid w:val="009A383F"/>
    <w:rPr>
      <w:rFonts w:ascii="Verdana" w:hAnsi="Verdana"/>
      <w:sz w:val="16"/>
      <w:szCs w:val="16"/>
    </w:rPr>
  </w:style>
  <w:style w:type="paragraph" w:customStyle="1" w:styleId="treescrollstyle">
    <w:name w:val="tree_scrollsty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treetdstyle">
    <w:name w:val="tree_tdsty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treelabelnormalstyle">
    <w:name w:val="tree_labelnormalstyle"/>
    <w:basedOn w:val="Normal"/>
    <w:rsid w:val="009A383F"/>
    <w:pPr>
      <w:spacing w:before="60"/>
      <w:ind w:right="60"/>
    </w:pPr>
    <w:rPr>
      <w:rFonts w:ascii="Tahoma" w:hAnsi="Tahoma" w:cs="Tahoma"/>
      <w:color w:val="000000"/>
      <w:sz w:val="13"/>
      <w:szCs w:val="13"/>
    </w:rPr>
  </w:style>
  <w:style w:type="paragraph" w:customStyle="1" w:styleId="treenodeimagestyle">
    <w:name w:val="tree_nodeimagesty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treelabelhighlightstyle">
    <w:name w:val="tree_labelhighlightstyle"/>
    <w:basedOn w:val="Normal"/>
    <w:rsid w:val="009A383F"/>
    <w:pPr>
      <w:spacing w:before="60"/>
      <w:ind w:right="60"/>
    </w:pPr>
    <w:rPr>
      <w:rFonts w:ascii="Tahoma" w:hAnsi="Tahoma" w:cs="Tahoma"/>
      <w:b/>
      <w:bCs/>
      <w:color w:val="000000"/>
      <w:sz w:val="13"/>
      <w:szCs w:val="13"/>
    </w:rPr>
  </w:style>
  <w:style w:type="paragraph" w:customStyle="1" w:styleId="treelabelmouseoverstyle">
    <w:name w:val="tree_labelmouseoverstyle"/>
    <w:basedOn w:val="Normal"/>
    <w:rsid w:val="009A383F"/>
    <w:pPr>
      <w:spacing w:before="60"/>
      <w:ind w:right="60"/>
    </w:pPr>
    <w:rPr>
      <w:rFonts w:ascii="Tahoma" w:hAnsi="Tahoma" w:cs="Tahoma"/>
      <w:i/>
      <w:iCs/>
      <w:color w:val="000000"/>
      <w:sz w:val="13"/>
      <w:szCs w:val="13"/>
    </w:rPr>
  </w:style>
  <w:style w:type="paragraph" w:customStyle="1" w:styleId="treelabeldragoverstyle">
    <w:name w:val="tree_labeldragoverstyle"/>
    <w:basedOn w:val="Normal"/>
    <w:rsid w:val="009A383F"/>
    <w:pPr>
      <w:shd w:val="clear" w:color="auto" w:fill="BBBBBB"/>
      <w:spacing w:before="60"/>
      <w:ind w:right="60"/>
    </w:pPr>
    <w:rPr>
      <w:rFonts w:ascii="Tahoma" w:hAnsi="Tahoma" w:cs="Tahoma"/>
      <w:i/>
      <w:iCs/>
      <w:color w:val="000000"/>
      <w:sz w:val="13"/>
      <w:szCs w:val="13"/>
    </w:rPr>
  </w:style>
  <w:style w:type="paragraph" w:customStyle="1" w:styleId="treelinktextstyle">
    <w:name w:val="tree_linktextsty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treetdtreetabstyle">
    <w:name w:val="tree_tdtreetabstyle"/>
    <w:basedOn w:val="Normal"/>
    <w:rsid w:val="009A383F"/>
    <w:rPr>
      <w:rFonts w:ascii="Verdana" w:hAnsi="Verdana"/>
      <w:sz w:val="16"/>
      <w:szCs w:val="16"/>
    </w:rPr>
  </w:style>
  <w:style w:type="paragraph" w:customStyle="1" w:styleId="treetdtablestyle">
    <w:name w:val="tree_tdtablestyle"/>
    <w:basedOn w:val="Normal"/>
    <w:rsid w:val="009A383F"/>
    <w:rPr>
      <w:rFonts w:ascii="Verdana" w:hAnsi="Verdana"/>
      <w:sz w:val="16"/>
      <w:szCs w:val="16"/>
    </w:rPr>
  </w:style>
  <w:style w:type="paragraph" w:customStyle="1" w:styleId="treeheaderstyle">
    <w:name w:val="tree_headerstyle"/>
    <w:basedOn w:val="Normal"/>
    <w:rsid w:val="009A38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</w:pPr>
    <w:rPr>
      <w:rFonts w:ascii="Verdana" w:hAnsi="Verdana"/>
      <w:sz w:val="16"/>
      <w:szCs w:val="16"/>
    </w:rPr>
  </w:style>
  <w:style w:type="paragraph" w:customStyle="1" w:styleId="contenttypesearch">
    <w:name w:val="contenttypesearch"/>
    <w:basedOn w:val="Normal"/>
    <w:rsid w:val="009A383F"/>
    <w:pPr>
      <w:shd w:val="clear" w:color="auto" w:fill="FEEFAC"/>
      <w:ind w:right="60"/>
    </w:pPr>
    <w:rPr>
      <w:rFonts w:ascii="Verdana" w:hAnsi="Verdana"/>
      <w:color w:val="7A93BB"/>
      <w:sz w:val="16"/>
      <w:szCs w:val="16"/>
    </w:rPr>
  </w:style>
  <w:style w:type="paragraph" w:customStyle="1" w:styleId="categorytitleexpanded">
    <w:name w:val="categorytitleexpanded"/>
    <w:basedOn w:val="Normal"/>
    <w:rsid w:val="009A383F"/>
    <w:pPr>
      <w:shd w:val="clear" w:color="auto" w:fill="FEEFAC"/>
      <w:spacing w:before="60"/>
      <w:ind w:right="60"/>
    </w:pPr>
    <w:rPr>
      <w:rFonts w:ascii="Arial" w:hAnsi="Arial" w:cs="Arial"/>
      <w:color w:val="7A93BB"/>
      <w:sz w:val="24"/>
      <w:szCs w:val="24"/>
    </w:rPr>
  </w:style>
  <w:style w:type="paragraph" w:customStyle="1" w:styleId="categorytitlecollapsed">
    <w:name w:val="categorytitlecollapsed"/>
    <w:basedOn w:val="Normal"/>
    <w:rsid w:val="009A383F"/>
    <w:pPr>
      <w:shd w:val="clear" w:color="auto" w:fill="FEEFAC"/>
      <w:spacing w:before="60"/>
      <w:ind w:right="60"/>
    </w:pPr>
    <w:rPr>
      <w:rFonts w:ascii="Arial" w:hAnsi="Arial" w:cs="Arial"/>
      <w:color w:val="7A93BB"/>
      <w:sz w:val="24"/>
      <w:szCs w:val="24"/>
    </w:rPr>
  </w:style>
  <w:style w:type="paragraph" w:customStyle="1" w:styleId="contentitemlistcollapsed">
    <w:name w:val="contentitemlistcollapsed"/>
    <w:basedOn w:val="Normal"/>
    <w:rsid w:val="009A383F"/>
    <w:pPr>
      <w:spacing w:before="60"/>
      <w:ind w:right="60"/>
    </w:pPr>
    <w:rPr>
      <w:rFonts w:ascii="Verdana" w:hAnsi="Verdana"/>
      <w:vanish/>
      <w:sz w:val="16"/>
      <w:szCs w:val="16"/>
    </w:rPr>
  </w:style>
  <w:style w:type="paragraph" w:customStyle="1" w:styleId="contentitem">
    <w:name w:val="contentitem"/>
    <w:basedOn w:val="Normal"/>
    <w:rsid w:val="009A383F"/>
    <w:pPr>
      <w:spacing w:before="60"/>
      <w:ind w:right="60"/>
    </w:pPr>
    <w:rPr>
      <w:rFonts w:ascii="Arial" w:hAnsi="Arial" w:cs="Arial"/>
      <w:color w:val="4E4E4E"/>
      <w:sz w:val="24"/>
      <w:szCs w:val="24"/>
    </w:rPr>
  </w:style>
  <w:style w:type="paragraph" w:customStyle="1" w:styleId="contentitemgrayed">
    <w:name w:val="contentitemgrayed"/>
    <w:basedOn w:val="Normal"/>
    <w:rsid w:val="009A383F"/>
    <w:pPr>
      <w:spacing w:before="60"/>
      <w:ind w:right="60"/>
    </w:pPr>
    <w:rPr>
      <w:rFonts w:ascii="Arial" w:hAnsi="Arial" w:cs="Arial"/>
      <w:color w:val="C6C6C6"/>
      <w:sz w:val="24"/>
      <w:szCs w:val="24"/>
    </w:rPr>
  </w:style>
  <w:style w:type="paragraph" w:customStyle="1" w:styleId="contentitemhover">
    <w:name w:val="contentitemhover"/>
    <w:basedOn w:val="Normal"/>
    <w:rsid w:val="009A383F"/>
    <w:pPr>
      <w:spacing w:before="60"/>
      <w:ind w:right="60"/>
    </w:pPr>
    <w:rPr>
      <w:rFonts w:ascii="Arial" w:hAnsi="Arial" w:cs="Arial"/>
      <w:color w:val="4E4E4E"/>
      <w:sz w:val="24"/>
      <w:szCs w:val="24"/>
    </w:rPr>
  </w:style>
  <w:style w:type="paragraph" w:customStyle="1" w:styleId="contentitemgrayedhover">
    <w:name w:val="contentitemgrayedhover"/>
    <w:basedOn w:val="Normal"/>
    <w:rsid w:val="009A383F"/>
    <w:pPr>
      <w:spacing w:before="60"/>
      <w:ind w:right="60"/>
    </w:pPr>
    <w:rPr>
      <w:rFonts w:ascii="Arial" w:hAnsi="Arial" w:cs="Arial"/>
      <w:color w:val="C6C6C6"/>
      <w:sz w:val="24"/>
      <w:szCs w:val="24"/>
    </w:rPr>
  </w:style>
  <w:style w:type="paragraph" w:customStyle="1" w:styleId="contentitemicon">
    <w:name w:val="contentitemicon"/>
    <w:basedOn w:val="Normal"/>
    <w:rsid w:val="009A383F"/>
    <w:pPr>
      <w:spacing w:before="60"/>
      <w:ind w:right="60"/>
      <w:textAlignment w:val="center"/>
    </w:pPr>
    <w:rPr>
      <w:rFonts w:ascii="Verdana" w:hAnsi="Verdana"/>
      <w:sz w:val="16"/>
      <w:szCs w:val="16"/>
    </w:rPr>
  </w:style>
  <w:style w:type="paragraph" w:customStyle="1" w:styleId="contextmenu">
    <w:name w:val="contextmenu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actionmainarea">
    <w:name w:val="actionmainarea"/>
    <w:basedOn w:val="Normal"/>
    <w:rsid w:val="009A383F"/>
    <w:pPr>
      <w:spacing w:before="48" w:after="48"/>
      <w:ind w:left="48" w:right="48"/>
    </w:pPr>
    <w:rPr>
      <w:rFonts w:ascii="Verdana" w:hAnsi="Verdana"/>
      <w:sz w:val="16"/>
      <w:szCs w:val="16"/>
    </w:rPr>
  </w:style>
  <w:style w:type="paragraph" w:customStyle="1" w:styleId="actionfooter">
    <w:name w:val="actionfooter"/>
    <w:basedOn w:val="Normal"/>
    <w:rsid w:val="009A383F"/>
    <w:pPr>
      <w:spacing w:before="48"/>
      <w:ind w:right="60"/>
    </w:pPr>
    <w:rPr>
      <w:rFonts w:ascii="Verdana" w:hAnsi="Verdana"/>
      <w:sz w:val="16"/>
      <w:szCs w:val="16"/>
    </w:rPr>
  </w:style>
  <w:style w:type="paragraph" w:customStyle="1" w:styleId="columnone">
    <w:name w:val="columnon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columntwo">
    <w:name w:val="columntwo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portlettools">
    <w:name w:val="portlettools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subheader">
    <w:name w:val="subheader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Header1">
    <w:name w:val="Header1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content">
    <w:name w:val="content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grouping">
    <w:name w:val="grouping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bordernone">
    <w:name w:val="bordernon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portlet-separator1">
    <w:name w:val="portlet-separator1"/>
    <w:basedOn w:val="Normal"/>
    <w:rsid w:val="009A383F"/>
    <w:pPr>
      <w:shd w:val="clear" w:color="auto" w:fill="999999"/>
      <w:spacing w:line="12" w:lineRule="atLeast"/>
    </w:pPr>
    <w:rPr>
      <w:rFonts w:ascii="Verdana" w:hAnsi="Verdana"/>
      <w:sz w:val="16"/>
      <w:szCs w:val="16"/>
    </w:rPr>
  </w:style>
  <w:style w:type="paragraph" w:customStyle="1" w:styleId="Web1">
    <w:name w:val="Обычный (Web)1"/>
    <w:basedOn w:val="Normal"/>
    <w:rsid w:val="009A383F"/>
    <w:pPr>
      <w:spacing w:before="60"/>
      <w:ind w:right="60"/>
    </w:pPr>
    <w:rPr>
      <w:rFonts w:ascii="Verdana" w:hAnsi="Verdana"/>
      <w:color w:val="FFFFFF"/>
      <w:sz w:val="27"/>
      <w:szCs w:val="27"/>
    </w:rPr>
  </w:style>
  <w:style w:type="paragraph" w:customStyle="1" w:styleId="wpsselectedpage1">
    <w:name w:val="wpsselectedpage1"/>
    <w:basedOn w:val="Normal"/>
    <w:rsid w:val="009A383F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auto" w:fill="FEEFAC"/>
    </w:pPr>
    <w:rPr>
      <w:rFonts w:ascii="san-serif" w:hAnsi="san-serif"/>
      <w:color w:val="B00000"/>
      <w:sz w:val="13"/>
      <w:szCs w:val="13"/>
    </w:rPr>
  </w:style>
  <w:style w:type="paragraph" w:customStyle="1" w:styleId="wpsunselectedpage1">
    <w:name w:val="wpsunselectedpage1"/>
    <w:basedOn w:val="Normal"/>
    <w:rsid w:val="009A383F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auto" w:fill="FEEFAC"/>
    </w:pPr>
    <w:rPr>
      <w:rFonts w:ascii="san-serif" w:hAnsi="san-serif"/>
      <w:b/>
      <w:bCs/>
      <w:color w:val="B00000"/>
      <w:sz w:val="13"/>
      <w:szCs w:val="13"/>
    </w:rPr>
  </w:style>
  <w:style w:type="paragraph" w:customStyle="1" w:styleId="wpsnavlevel11">
    <w:name w:val="wpsnavlevel11"/>
    <w:basedOn w:val="Normal"/>
    <w:rsid w:val="009A383F"/>
    <w:pPr>
      <w:shd w:val="clear" w:color="auto" w:fill="B00000"/>
      <w:spacing w:before="60"/>
      <w:ind w:right="60"/>
    </w:pPr>
    <w:rPr>
      <w:rFonts w:ascii="Verdana" w:hAnsi="Verdana"/>
      <w:b/>
      <w:bCs/>
      <w:color w:val="FFE897"/>
      <w:sz w:val="13"/>
      <w:szCs w:val="13"/>
    </w:rPr>
  </w:style>
  <w:style w:type="paragraph" w:customStyle="1" w:styleId="110">
    <w:name w:val="Заголовок 11"/>
    <w:basedOn w:val="Normal"/>
    <w:rsid w:val="009A383F"/>
    <w:pPr>
      <w:outlineLvl w:val="1"/>
    </w:pPr>
    <w:rPr>
      <w:rFonts w:ascii="Arial Unicode MS" w:hAnsi="Arial Unicode MS"/>
      <w:b/>
      <w:bCs/>
      <w:kern w:val="36"/>
      <w:sz w:val="48"/>
      <w:szCs w:val="48"/>
    </w:rPr>
  </w:style>
  <w:style w:type="paragraph" w:customStyle="1" w:styleId="210">
    <w:name w:val="Заголовок 21"/>
    <w:basedOn w:val="Normal"/>
    <w:rsid w:val="009A383F"/>
    <w:pPr>
      <w:outlineLvl w:val="2"/>
    </w:pPr>
    <w:rPr>
      <w:rFonts w:ascii="Arial Unicode MS" w:hAnsi="Arial Unicode MS"/>
      <w:b/>
      <w:bCs/>
      <w:sz w:val="36"/>
      <w:szCs w:val="36"/>
    </w:rPr>
  </w:style>
  <w:style w:type="paragraph" w:customStyle="1" w:styleId="310">
    <w:name w:val="Заголовок 31"/>
    <w:basedOn w:val="Normal"/>
    <w:rsid w:val="009A383F"/>
    <w:pPr>
      <w:outlineLvl w:val="3"/>
    </w:pPr>
    <w:rPr>
      <w:rFonts w:ascii="Arial Unicode MS" w:hAnsi="Arial Unicode MS"/>
      <w:b/>
      <w:bCs/>
      <w:sz w:val="27"/>
      <w:szCs w:val="27"/>
    </w:rPr>
  </w:style>
  <w:style w:type="paragraph" w:customStyle="1" w:styleId="41">
    <w:name w:val="Заголовок 41"/>
    <w:basedOn w:val="Normal"/>
    <w:rsid w:val="009A383F"/>
    <w:pPr>
      <w:outlineLvl w:val="4"/>
    </w:pPr>
    <w:rPr>
      <w:rFonts w:ascii="Arial Unicode MS" w:hAnsi="Arial Unicode MS"/>
      <w:b/>
      <w:bCs/>
      <w:sz w:val="24"/>
      <w:szCs w:val="24"/>
    </w:rPr>
  </w:style>
  <w:style w:type="paragraph" w:customStyle="1" w:styleId="51">
    <w:name w:val="Заголовок 51"/>
    <w:basedOn w:val="Normal"/>
    <w:rsid w:val="009A383F"/>
    <w:pPr>
      <w:outlineLvl w:val="5"/>
    </w:pPr>
    <w:rPr>
      <w:rFonts w:ascii="Arial Unicode MS" w:hAnsi="Arial Unicode MS"/>
      <w:b/>
      <w:bCs/>
    </w:rPr>
  </w:style>
  <w:style w:type="paragraph" w:customStyle="1" w:styleId="61">
    <w:name w:val="Заголовок 61"/>
    <w:basedOn w:val="Normal"/>
    <w:rsid w:val="009A383F"/>
    <w:pPr>
      <w:outlineLvl w:val="6"/>
    </w:pPr>
    <w:rPr>
      <w:rFonts w:ascii="Arial Unicode MS" w:hAnsi="Arial Unicode MS"/>
      <w:b/>
      <w:bCs/>
      <w:sz w:val="15"/>
      <w:szCs w:val="15"/>
    </w:rPr>
  </w:style>
  <w:style w:type="paragraph" w:customStyle="1" w:styleId="42">
    <w:name w:val="Заголовок 42"/>
    <w:basedOn w:val="Normal"/>
    <w:rsid w:val="009A383F"/>
    <w:pPr>
      <w:spacing w:before="100" w:beforeAutospacing="1" w:after="100" w:afterAutospacing="1"/>
      <w:ind w:left="72"/>
      <w:outlineLvl w:val="4"/>
    </w:pPr>
    <w:rPr>
      <w:rFonts w:ascii="Arial Unicode MS" w:hAnsi="Arial Unicode MS"/>
      <w:b/>
      <w:bCs/>
      <w:sz w:val="24"/>
      <w:szCs w:val="24"/>
    </w:rPr>
  </w:style>
  <w:style w:type="paragraph" w:customStyle="1" w:styleId="52">
    <w:name w:val="Заголовок 52"/>
    <w:basedOn w:val="Normal"/>
    <w:rsid w:val="009A383F"/>
    <w:pPr>
      <w:spacing w:after="100" w:afterAutospacing="1"/>
      <w:outlineLvl w:val="5"/>
    </w:pPr>
    <w:rPr>
      <w:rFonts w:ascii="Arial Unicode MS" w:hAnsi="Arial Unicode MS"/>
      <w:b/>
      <w:bCs/>
    </w:rPr>
  </w:style>
  <w:style w:type="paragraph" w:customStyle="1" w:styleId="Web2">
    <w:name w:val="Обычный (Web)2"/>
    <w:basedOn w:val="Normal"/>
    <w:rsid w:val="009A383F"/>
    <w:rPr>
      <w:rFonts w:ascii="Verdana" w:hAnsi="Verdana"/>
      <w:sz w:val="16"/>
      <w:szCs w:val="16"/>
    </w:rPr>
  </w:style>
  <w:style w:type="paragraph" w:customStyle="1" w:styleId="220">
    <w:name w:val="Заголовок 22"/>
    <w:basedOn w:val="Normal"/>
    <w:rsid w:val="009A383F"/>
    <w:pPr>
      <w:spacing w:before="100" w:beforeAutospacing="1" w:after="100" w:afterAutospacing="1"/>
      <w:outlineLvl w:val="2"/>
    </w:pPr>
    <w:rPr>
      <w:rFonts w:ascii="Arial" w:hAnsi="Arial" w:cs="Arial"/>
      <w:b/>
      <w:bCs/>
      <w:color w:val="1C66C1"/>
      <w:sz w:val="48"/>
      <w:szCs w:val="48"/>
    </w:rPr>
  </w:style>
  <w:style w:type="paragraph" w:customStyle="1" w:styleId="62">
    <w:name w:val="Заголовок 62"/>
    <w:basedOn w:val="Normal"/>
    <w:rsid w:val="009A383F"/>
    <w:pPr>
      <w:spacing w:before="100" w:beforeAutospacing="1" w:after="100" w:afterAutospacing="1"/>
      <w:ind w:right="60"/>
      <w:outlineLvl w:val="6"/>
    </w:pPr>
    <w:rPr>
      <w:rFonts w:ascii="Verdana" w:hAnsi="Verdana"/>
      <w:b/>
      <w:bCs/>
      <w:color w:val="888888"/>
      <w:sz w:val="24"/>
      <w:szCs w:val="24"/>
    </w:rPr>
  </w:style>
  <w:style w:type="paragraph" w:customStyle="1" w:styleId="columnone1">
    <w:name w:val="columnone1"/>
    <w:basedOn w:val="Normal"/>
    <w:rsid w:val="009A383F"/>
    <w:pPr>
      <w:spacing w:before="240"/>
      <w:ind w:right="60"/>
    </w:pPr>
    <w:rPr>
      <w:rFonts w:ascii="Verdana" w:hAnsi="Verdana"/>
      <w:sz w:val="16"/>
      <w:szCs w:val="16"/>
    </w:rPr>
  </w:style>
  <w:style w:type="paragraph" w:customStyle="1" w:styleId="43">
    <w:name w:val="Заголовок 43"/>
    <w:basedOn w:val="Normal"/>
    <w:rsid w:val="009A383F"/>
    <w:pPr>
      <w:spacing w:after="24"/>
      <w:outlineLvl w:val="4"/>
    </w:pPr>
    <w:rPr>
      <w:rFonts w:ascii="Arial" w:hAnsi="Arial" w:cs="Arial"/>
      <w:b/>
      <w:bCs/>
      <w:color w:val="1C66C1"/>
      <w:sz w:val="36"/>
      <w:szCs w:val="36"/>
    </w:rPr>
  </w:style>
  <w:style w:type="paragraph" w:customStyle="1" w:styleId="Web3">
    <w:name w:val="Обычный (Web)3"/>
    <w:basedOn w:val="Normal"/>
    <w:rsid w:val="009A383F"/>
    <w:pPr>
      <w:spacing w:after="180"/>
    </w:pPr>
    <w:rPr>
      <w:rFonts w:ascii="Verdana" w:hAnsi="Verdana"/>
      <w:color w:val="888888"/>
      <w:sz w:val="24"/>
      <w:szCs w:val="24"/>
    </w:rPr>
  </w:style>
  <w:style w:type="paragraph" w:customStyle="1" w:styleId="grouping1">
    <w:name w:val="grouping1"/>
    <w:basedOn w:val="Normal"/>
    <w:rsid w:val="009A383F"/>
    <w:pPr>
      <w:spacing w:after="180"/>
    </w:pPr>
    <w:rPr>
      <w:rFonts w:ascii="Verdana" w:hAnsi="Verdana"/>
      <w:color w:val="888888"/>
      <w:sz w:val="24"/>
      <w:szCs w:val="24"/>
    </w:rPr>
  </w:style>
  <w:style w:type="paragraph" w:customStyle="1" w:styleId="columntwo1">
    <w:name w:val="columntwo1"/>
    <w:basedOn w:val="Normal"/>
    <w:rsid w:val="009A383F"/>
    <w:pPr>
      <w:spacing w:before="240"/>
    </w:pPr>
    <w:rPr>
      <w:rFonts w:ascii="Verdana" w:hAnsi="Verdana"/>
      <w:sz w:val="16"/>
      <w:szCs w:val="16"/>
    </w:rPr>
  </w:style>
  <w:style w:type="paragraph" w:customStyle="1" w:styleId="44">
    <w:name w:val="Заголовок 44"/>
    <w:basedOn w:val="Normal"/>
    <w:rsid w:val="009A383F"/>
    <w:pPr>
      <w:spacing w:after="24"/>
      <w:outlineLvl w:val="4"/>
    </w:pPr>
    <w:rPr>
      <w:rFonts w:ascii="Arial" w:hAnsi="Arial" w:cs="Arial"/>
      <w:b/>
      <w:bCs/>
      <w:color w:val="1C66C1"/>
      <w:sz w:val="36"/>
      <w:szCs w:val="36"/>
    </w:rPr>
  </w:style>
  <w:style w:type="paragraph" w:customStyle="1" w:styleId="Web4">
    <w:name w:val="Обычный (Web)4"/>
    <w:basedOn w:val="Normal"/>
    <w:rsid w:val="009A383F"/>
    <w:pPr>
      <w:spacing w:after="180"/>
      <w:ind w:right="60"/>
    </w:pPr>
    <w:rPr>
      <w:rFonts w:ascii="Verdana" w:hAnsi="Verdana"/>
      <w:color w:val="888888"/>
      <w:sz w:val="24"/>
      <w:szCs w:val="24"/>
    </w:rPr>
  </w:style>
  <w:style w:type="paragraph" w:customStyle="1" w:styleId="grouping2">
    <w:name w:val="grouping2"/>
    <w:basedOn w:val="Normal"/>
    <w:rsid w:val="009A383F"/>
    <w:pPr>
      <w:shd w:val="clear" w:color="auto" w:fill="FFFFFF"/>
      <w:ind w:left="60" w:right="60"/>
    </w:pPr>
    <w:rPr>
      <w:rFonts w:ascii="Verdana" w:hAnsi="Verdana"/>
      <w:color w:val="888888"/>
      <w:sz w:val="24"/>
      <w:szCs w:val="24"/>
    </w:rPr>
  </w:style>
  <w:style w:type="paragraph" w:customStyle="1" w:styleId="45">
    <w:name w:val="Заголовок 45"/>
    <w:basedOn w:val="Normal"/>
    <w:rsid w:val="009A383F"/>
    <w:pPr>
      <w:spacing w:after="60"/>
      <w:outlineLvl w:val="4"/>
    </w:pPr>
    <w:rPr>
      <w:rFonts w:ascii="Helvetica" w:hAnsi="Helvetica"/>
      <w:b/>
      <w:bCs/>
      <w:sz w:val="27"/>
      <w:szCs w:val="27"/>
    </w:rPr>
  </w:style>
  <w:style w:type="paragraph" w:customStyle="1" w:styleId="portlettools1">
    <w:name w:val="portlettools1"/>
    <w:basedOn w:val="Normal"/>
    <w:rsid w:val="009A383F"/>
    <w:pPr>
      <w:spacing w:before="60"/>
      <w:ind w:right="60"/>
    </w:pPr>
    <w:rPr>
      <w:rFonts w:ascii="Verdana" w:hAnsi="Verdana"/>
      <w:vanish/>
      <w:sz w:val="16"/>
      <w:szCs w:val="16"/>
    </w:rPr>
  </w:style>
  <w:style w:type="paragraph" w:customStyle="1" w:styleId="subheader1">
    <w:name w:val="subheader1"/>
    <w:basedOn w:val="Normal"/>
    <w:rsid w:val="009A383F"/>
    <w:pPr>
      <w:spacing w:before="60"/>
      <w:ind w:right="60"/>
    </w:pPr>
    <w:rPr>
      <w:rFonts w:ascii="Verdana" w:hAnsi="Verdana"/>
      <w:vanish/>
      <w:sz w:val="16"/>
      <w:szCs w:val="16"/>
    </w:rPr>
  </w:style>
  <w:style w:type="paragraph" w:customStyle="1" w:styleId="230">
    <w:name w:val="Заголовок 23"/>
    <w:basedOn w:val="Normal"/>
    <w:rsid w:val="009A383F"/>
    <w:pPr>
      <w:spacing w:before="100" w:beforeAutospacing="1" w:after="100" w:afterAutospacing="1"/>
      <w:outlineLvl w:val="2"/>
    </w:pPr>
    <w:rPr>
      <w:rFonts w:ascii="Arial Unicode MS" w:hAnsi="Arial Unicode MS"/>
      <w:b/>
      <w:bCs/>
      <w:color w:val="2871CB"/>
      <w:sz w:val="36"/>
      <w:szCs w:val="36"/>
    </w:rPr>
  </w:style>
  <w:style w:type="paragraph" w:customStyle="1" w:styleId="53">
    <w:name w:val="Заголовок 53"/>
    <w:basedOn w:val="Normal"/>
    <w:rsid w:val="009A383F"/>
    <w:pPr>
      <w:spacing w:before="100" w:beforeAutospacing="1" w:after="100" w:afterAutospacing="1"/>
      <w:outlineLvl w:val="5"/>
    </w:pPr>
    <w:rPr>
      <w:rFonts w:ascii="Arial Unicode MS" w:hAnsi="Arial Unicode MS"/>
      <w:b/>
      <w:bCs/>
      <w:color w:val="898989"/>
    </w:rPr>
  </w:style>
  <w:style w:type="paragraph" w:customStyle="1" w:styleId="header10">
    <w:name w:val="header1"/>
    <w:basedOn w:val="Normal"/>
    <w:rsid w:val="009A383F"/>
    <w:pPr>
      <w:spacing w:before="60"/>
      <w:ind w:right="60"/>
    </w:pPr>
    <w:rPr>
      <w:rFonts w:ascii="Verdana" w:hAnsi="Verdana"/>
      <w:vanish/>
      <w:sz w:val="16"/>
      <w:szCs w:val="16"/>
    </w:rPr>
  </w:style>
  <w:style w:type="paragraph" w:customStyle="1" w:styleId="subheader2">
    <w:name w:val="subheader2"/>
    <w:basedOn w:val="Normal"/>
    <w:rsid w:val="009A383F"/>
    <w:pPr>
      <w:spacing w:before="60"/>
      <w:ind w:right="60"/>
    </w:pPr>
    <w:rPr>
      <w:rFonts w:ascii="Verdana" w:hAnsi="Verdana"/>
      <w:vanish/>
      <w:sz w:val="16"/>
      <w:szCs w:val="16"/>
    </w:rPr>
  </w:style>
  <w:style w:type="paragraph" w:customStyle="1" w:styleId="content1">
    <w:name w:val="content1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63">
    <w:name w:val="Заголовок 63"/>
    <w:basedOn w:val="Normal"/>
    <w:rsid w:val="009A383F"/>
    <w:pPr>
      <w:ind w:left="360" w:right="180"/>
      <w:outlineLvl w:val="6"/>
    </w:pPr>
    <w:rPr>
      <w:rFonts w:ascii="Arial" w:hAnsi="Arial" w:cs="Arial"/>
      <w:b/>
      <w:bCs/>
      <w:color w:val="606060"/>
      <w:sz w:val="24"/>
      <w:szCs w:val="24"/>
    </w:rPr>
  </w:style>
  <w:style w:type="paragraph" w:customStyle="1" w:styleId="46">
    <w:name w:val="Заголовок 46"/>
    <w:basedOn w:val="Normal"/>
    <w:rsid w:val="009A383F"/>
    <w:pPr>
      <w:spacing w:before="100" w:beforeAutospacing="1" w:after="100" w:afterAutospacing="1"/>
      <w:outlineLvl w:val="4"/>
    </w:pPr>
    <w:rPr>
      <w:rFonts w:ascii="Arial Unicode MS" w:hAnsi="Arial Unicode MS"/>
      <w:b/>
      <w:bCs/>
      <w:color w:val="77A1ED"/>
      <w:sz w:val="24"/>
      <w:szCs w:val="24"/>
    </w:rPr>
  </w:style>
  <w:style w:type="paragraph" w:customStyle="1" w:styleId="Web5">
    <w:name w:val="Обычный (Web)5"/>
    <w:basedOn w:val="Normal"/>
    <w:rsid w:val="009A383F"/>
    <w:rPr>
      <w:rFonts w:ascii="Verdana" w:hAnsi="Verdana"/>
      <w:color w:val="404040"/>
    </w:rPr>
  </w:style>
  <w:style w:type="character" w:customStyle="1" w:styleId="1a">
    <w:name w:val="Выделение1"/>
    <w:rsid w:val="009A383F"/>
    <w:rPr>
      <w:b/>
      <w:bCs/>
      <w:i w:val="0"/>
      <w:iCs w:val="0"/>
      <w:color w:val="8A59A6"/>
    </w:rPr>
  </w:style>
  <w:style w:type="character" w:customStyle="1" w:styleId="1b">
    <w:name w:val="Строгий1"/>
    <w:rsid w:val="009A383F"/>
    <w:rPr>
      <w:b/>
      <w:bCs/>
      <w:color w:val="FF0000"/>
    </w:rPr>
  </w:style>
  <w:style w:type="paragraph" w:customStyle="1" w:styleId="portlet-form-field-label1">
    <w:name w:val="portlet-form-field-label1"/>
    <w:basedOn w:val="Normal"/>
    <w:rsid w:val="009A383F"/>
    <w:pPr>
      <w:shd w:val="clear" w:color="auto" w:fill="ECECEC"/>
      <w:spacing w:before="60" w:after="60"/>
      <w:jc w:val="right"/>
      <w:textAlignment w:val="top"/>
    </w:pPr>
    <w:rPr>
      <w:rFonts w:ascii="Verdana" w:hAnsi="Verdana"/>
      <w:b/>
      <w:bCs/>
      <w:color w:val="800000"/>
      <w:sz w:val="17"/>
      <w:szCs w:val="17"/>
    </w:rPr>
  </w:style>
  <w:style w:type="paragraph" w:customStyle="1" w:styleId="54">
    <w:name w:val="Заголовок 54"/>
    <w:basedOn w:val="Normal"/>
    <w:rsid w:val="009A383F"/>
    <w:pPr>
      <w:pBdr>
        <w:top w:val="single" w:sz="4" w:space="0" w:color="FEEFAC"/>
        <w:left w:val="single" w:sz="4" w:space="0" w:color="FEEFAC"/>
        <w:bottom w:val="single" w:sz="4" w:space="0" w:color="FEEFAC"/>
        <w:right w:val="single" w:sz="2" w:space="0" w:color="FEEFAC"/>
      </w:pBdr>
      <w:shd w:val="clear" w:color="auto" w:fill="FEEFAC"/>
      <w:outlineLvl w:val="5"/>
    </w:pPr>
    <w:rPr>
      <w:rFonts w:ascii="Arial Unicode MS" w:hAnsi="Arial Unicode MS"/>
      <w:b/>
      <w:bCs/>
      <w:color w:val="FFFFFF"/>
      <w:sz w:val="48"/>
      <w:szCs w:val="48"/>
    </w:rPr>
  </w:style>
  <w:style w:type="table" w:styleId="TableGrid">
    <w:name w:val="Table Grid"/>
    <w:basedOn w:val="TableNormal"/>
    <w:rsid w:val="009A38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Simple2">
    <w:name w:val="Table Simple 2"/>
    <w:basedOn w:val="TableNormal"/>
    <w:rsid w:val="009A383F"/>
    <w:pPr>
      <w:overflowPunct w:val="0"/>
      <w:autoSpaceDE w:val="0"/>
      <w:autoSpaceDN w:val="0"/>
      <w:adjustRightInd w:val="0"/>
      <w:textAlignment w:val="baseline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af3">
    <w:name w:val="МЕРОПР Знак Знак"/>
    <w:rsid w:val="009A383F"/>
    <w:rPr>
      <w:rFonts w:ascii="Courier New" w:hAnsi="Courier New" w:cs="Courier New"/>
      <w:spacing w:val="-20"/>
      <w:sz w:val="26"/>
      <w:szCs w:val="26"/>
      <w:lang w:val="ru-RU" w:eastAsia="ru-RU" w:bidi="ar-SA"/>
    </w:rPr>
  </w:style>
  <w:style w:type="character" w:customStyle="1" w:styleId="FontStyle11">
    <w:name w:val="Font Style11"/>
    <w:rsid w:val="009A383F"/>
    <w:rPr>
      <w:rFonts w:ascii="Times New Roman" w:hAnsi="Times New Roman" w:cs="Times New Roman"/>
      <w:sz w:val="26"/>
      <w:szCs w:val="26"/>
    </w:rPr>
  </w:style>
  <w:style w:type="character" w:customStyle="1" w:styleId="FontStyle18">
    <w:name w:val="Font Style18"/>
    <w:rsid w:val="009A383F"/>
    <w:rPr>
      <w:rFonts w:ascii="Times New Roman" w:hAnsi="Times New Roman" w:cs="Times New Roman"/>
      <w:sz w:val="26"/>
      <w:szCs w:val="26"/>
    </w:rPr>
  </w:style>
  <w:style w:type="paragraph" w:customStyle="1" w:styleId="af4">
    <w:name w:val="Знак Знак Знак Знак Знак Знак Знак Знак Знак Знак"/>
    <w:basedOn w:val="Normal"/>
    <w:rsid w:val="009A383F"/>
    <w:pPr>
      <w:spacing w:after="160" w:line="240" w:lineRule="exact"/>
    </w:pPr>
    <w:rPr>
      <w:rFonts w:ascii="Verdana" w:hAnsi="Verdana" w:cs="Verdana"/>
      <w:lang w:val="en-US" w:eastAsia="en-US"/>
    </w:rPr>
  </w:style>
  <w:style w:type="table" w:styleId="TableGrid1">
    <w:name w:val="Table Grid 1"/>
    <w:basedOn w:val="TableNormal"/>
    <w:rsid w:val="009A383F"/>
    <w:pPr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Courier New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ourier New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street-address">
    <w:name w:val="street-address"/>
    <w:rsid w:val="009A383F"/>
  </w:style>
  <w:style w:type="character" w:customStyle="1" w:styleId="tendersubject2">
    <w:name w:val="tendersubject2"/>
    <w:rsid w:val="009A383F"/>
    <w:rPr>
      <w:b/>
      <w:bCs/>
      <w:color w:val="0000FF"/>
      <w:sz w:val="20"/>
      <w:szCs w:val="20"/>
    </w:rPr>
  </w:style>
  <w:style w:type="character" w:customStyle="1" w:styleId="Normal0">
    <w:name w:val="Normal Знак"/>
    <w:locked/>
    <w:rsid w:val="009A383F"/>
    <w:rPr>
      <w:rFonts w:cs="Times New Roman"/>
      <w:sz w:val="28"/>
      <w:lang w:val="ru-RU" w:eastAsia="ru-RU" w:bidi="ar-SA"/>
    </w:rPr>
  </w:style>
  <w:style w:type="paragraph" w:customStyle="1" w:styleId="bodytext20">
    <w:name w:val="bodytext2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field-value-title">
    <w:name w:val="field-value-title"/>
    <w:rsid w:val="009A383F"/>
  </w:style>
  <w:style w:type="table" w:styleId="Table3Deffects1">
    <w:name w:val="Table 3D effects 1"/>
    <w:basedOn w:val="TableNormal"/>
    <w:rsid w:val="009A383F"/>
    <w:pPr>
      <w:widowControl w:val="0"/>
      <w:autoSpaceDE w:val="0"/>
      <w:autoSpaceDN w:val="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apple-style-span">
    <w:name w:val="apple-style-span"/>
    <w:rsid w:val="009A383F"/>
  </w:style>
  <w:style w:type="character" w:customStyle="1" w:styleId="b-addresstext">
    <w:name w:val="b-address__text"/>
    <w:rsid w:val="009A383F"/>
  </w:style>
  <w:style w:type="paragraph" w:customStyle="1" w:styleId="1c">
    <w:name w:val="Без интервала1"/>
    <w:qFormat/>
    <w:rsid w:val="009A383F"/>
    <w:rPr>
      <w:rFonts w:ascii="Calibri" w:eastAsia="Calibri" w:hAnsi="Calibri"/>
      <w:sz w:val="22"/>
      <w:szCs w:val="22"/>
      <w:lang w:val="ru-RU"/>
    </w:rPr>
  </w:style>
  <w:style w:type="paragraph" w:customStyle="1" w:styleId="af5">
    <w:name w:val="Содержимое таблицы"/>
    <w:basedOn w:val="Normal"/>
    <w:rsid w:val="009A383F"/>
    <w:pPr>
      <w:widowControl w:val="0"/>
      <w:suppressLineNumbers/>
      <w:suppressAutoHyphens/>
    </w:pPr>
    <w:rPr>
      <w:rFonts w:ascii="Courier New" w:hAnsi="Courier New" w:cs="Courier New"/>
      <w:kern w:val="1"/>
      <w:sz w:val="24"/>
      <w:szCs w:val="24"/>
    </w:rPr>
  </w:style>
  <w:style w:type="paragraph" w:customStyle="1" w:styleId="Iniiaiieoaeno3">
    <w:name w:val="Iniiaiie oaeno 3"/>
    <w:basedOn w:val="Iauiue"/>
    <w:rsid w:val="009A383F"/>
    <w:pPr>
      <w:spacing w:before="0" w:after="0"/>
      <w:jc w:val="center"/>
    </w:pPr>
    <w:rPr>
      <w:b/>
      <w:sz w:val="28"/>
    </w:rPr>
  </w:style>
  <w:style w:type="character" w:customStyle="1" w:styleId="FontStyle15">
    <w:name w:val="Font Style15"/>
    <w:rsid w:val="009A383F"/>
    <w:rPr>
      <w:rFonts w:ascii="Century Schoolbook" w:hAnsi="Century Schoolbook" w:cs="Century Schoolbook"/>
      <w:sz w:val="20"/>
      <w:szCs w:val="20"/>
    </w:rPr>
  </w:style>
  <w:style w:type="character" w:customStyle="1" w:styleId="text3">
    <w:name w:val="text3"/>
    <w:rsid w:val="009A383F"/>
    <w:rPr>
      <w:rFonts w:ascii="Arial" w:hAnsi="Arial" w:cs="Arial" w:hint="default"/>
      <w:b w:val="0"/>
      <w:bCs w:val="0"/>
      <w:color w:val="000000"/>
      <w:sz w:val="20"/>
      <w:szCs w:val="20"/>
    </w:rPr>
  </w:style>
  <w:style w:type="paragraph" w:customStyle="1" w:styleId="Body-bper">
    <w:name w:val="Body-bper"/>
    <w:basedOn w:val="Normal"/>
    <w:rsid w:val="009A383F"/>
    <w:rPr>
      <w:szCs w:val="22"/>
    </w:rPr>
  </w:style>
  <w:style w:type="paragraph" w:customStyle="1" w:styleId="ListParagraph1">
    <w:name w:val="List Paragraph1"/>
    <w:basedOn w:val="Normal"/>
    <w:rsid w:val="009A383F"/>
    <w:pPr>
      <w:ind w:left="720"/>
      <w:contextualSpacing/>
    </w:pPr>
    <w:rPr>
      <w:rFonts w:eastAsia="Calibri"/>
      <w:sz w:val="24"/>
      <w:szCs w:val="24"/>
    </w:rPr>
  </w:style>
  <w:style w:type="character" w:customStyle="1" w:styleId="style31">
    <w:name w:val="style31"/>
    <w:rsid w:val="009A383F"/>
    <w:rPr>
      <w:rFonts w:cs="Times New Roman"/>
      <w:color w:val="FFFFFF"/>
      <w:sz w:val="36"/>
      <w:szCs w:val="36"/>
    </w:rPr>
  </w:style>
  <w:style w:type="character" w:customStyle="1" w:styleId="style1041">
    <w:name w:val="style1041"/>
    <w:rsid w:val="009A383F"/>
    <w:rPr>
      <w:rFonts w:cs="Times New Roman"/>
      <w:b/>
      <w:bCs/>
      <w:color w:val="FFFFFF"/>
      <w:sz w:val="28"/>
      <w:szCs w:val="28"/>
    </w:rPr>
  </w:style>
  <w:style w:type="character" w:customStyle="1" w:styleId="h1">
    <w:name w:val="h1"/>
    <w:rsid w:val="009A383F"/>
    <w:rPr>
      <w:rFonts w:ascii="Times" w:hAnsi="Times" w:cs="Times" w:hint="default"/>
      <w:color w:val="312A0A"/>
      <w:sz w:val="21"/>
      <w:szCs w:val="21"/>
    </w:rPr>
  </w:style>
  <w:style w:type="character" w:customStyle="1" w:styleId="FontStyle30">
    <w:name w:val="Font Style30"/>
    <w:rsid w:val="009A383F"/>
    <w:rPr>
      <w:rFonts w:ascii="Times New Roman" w:hAnsi="Times New Roman" w:cs="Times New Roman"/>
      <w:color w:val="000000"/>
      <w:sz w:val="26"/>
      <w:szCs w:val="26"/>
    </w:rPr>
  </w:style>
  <w:style w:type="character" w:customStyle="1" w:styleId="namem">
    <w:name w:val="namem"/>
    <w:rsid w:val="009A383F"/>
  </w:style>
  <w:style w:type="paragraph" w:customStyle="1" w:styleId="Style3">
    <w:name w:val="Style3"/>
    <w:basedOn w:val="Normal"/>
    <w:rsid w:val="009A383F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Century Schoolbook" w:hAnsi="Century Schoolbook"/>
      <w:sz w:val="24"/>
      <w:szCs w:val="24"/>
      <w:lang w:val="en-US"/>
    </w:rPr>
  </w:style>
  <w:style w:type="character" w:customStyle="1" w:styleId="apple-converted-space">
    <w:name w:val="apple-converted-space"/>
    <w:rsid w:val="009A383F"/>
    <w:rPr>
      <w:rFonts w:cs="Times New Roman"/>
    </w:rPr>
  </w:style>
  <w:style w:type="paragraph" w:customStyle="1" w:styleId="Style12">
    <w:name w:val="Style12"/>
    <w:basedOn w:val="Normal"/>
    <w:rsid w:val="009A383F"/>
    <w:pPr>
      <w:widowControl w:val="0"/>
      <w:autoSpaceDE w:val="0"/>
      <w:autoSpaceDN w:val="0"/>
      <w:adjustRightInd w:val="0"/>
      <w:spacing w:line="331" w:lineRule="exact"/>
    </w:pPr>
    <w:rPr>
      <w:rFonts w:eastAsia="Calibri"/>
      <w:sz w:val="24"/>
      <w:szCs w:val="24"/>
    </w:rPr>
  </w:style>
  <w:style w:type="character" w:customStyle="1" w:styleId="textdoc">
    <w:name w:val="textdoc"/>
    <w:rsid w:val="009A383F"/>
  </w:style>
  <w:style w:type="paragraph" w:customStyle="1" w:styleId="style13261856380000000707msonormal">
    <w:name w:val="style_13261856380000000707msonormal"/>
    <w:basedOn w:val="Normal"/>
    <w:rsid w:val="009A383F"/>
    <w:pPr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BodyTextIndent31">
    <w:name w:val="Body Text Indent 31"/>
    <w:rsid w:val="009A383F"/>
    <w:pPr>
      <w:widowControl w:val="0"/>
      <w:suppressAutoHyphens/>
      <w:spacing w:after="120" w:line="276" w:lineRule="auto"/>
      <w:ind w:left="283"/>
    </w:pPr>
    <w:rPr>
      <w:rFonts w:ascii="Calibri" w:eastAsia="DejaVu LGC Sans" w:hAnsi="Calibri" w:cs="font274"/>
      <w:kern w:val="1"/>
      <w:sz w:val="16"/>
      <w:szCs w:val="16"/>
      <w:lang w:val="ru-RU" w:eastAsia="ar-SA"/>
    </w:rPr>
  </w:style>
  <w:style w:type="paragraph" w:customStyle="1" w:styleId="caaieiaie4">
    <w:name w:val="caaieiaie 4"/>
    <w:basedOn w:val="Iauiue"/>
    <w:next w:val="Iauiue"/>
    <w:rsid w:val="009A383F"/>
    <w:pPr>
      <w:keepNext/>
      <w:spacing w:before="0" w:after="0"/>
      <w:jc w:val="both"/>
    </w:pPr>
    <w:rPr>
      <w:rFonts w:ascii="Arial" w:hAnsi="Arial"/>
      <w:b/>
      <w:i/>
      <w:sz w:val="18"/>
    </w:rPr>
  </w:style>
  <w:style w:type="paragraph" w:customStyle="1" w:styleId="caaieiaie3">
    <w:name w:val="caaieiaie 3"/>
    <w:basedOn w:val="Iauiue"/>
    <w:next w:val="Iauiue"/>
    <w:rsid w:val="009A383F"/>
    <w:pPr>
      <w:keepNext/>
      <w:spacing w:before="0" w:after="0"/>
      <w:jc w:val="both"/>
    </w:pPr>
    <w:rPr>
      <w:b/>
    </w:rPr>
  </w:style>
  <w:style w:type="paragraph" w:customStyle="1" w:styleId="caaieiaie5">
    <w:name w:val="caaieiaie 5"/>
    <w:basedOn w:val="Iauiue"/>
    <w:next w:val="Iauiue"/>
    <w:rsid w:val="009A383F"/>
    <w:pPr>
      <w:keepNext/>
      <w:spacing w:before="0" w:after="0"/>
      <w:jc w:val="center"/>
    </w:pPr>
    <w:rPr>
      <w:b/>
      <w:sz w:val="48"/>
    </w:rPr>
  </w:style>
  <w:style w:type="paragraph" w:customStyle="1" w:styleId="Iniiaiieoaenonionooiii3">
    <w:name w:val="Iniiaiie oaeno n ionooiii 3"/>
    <w:basedOn w:val="Iauiue"/>
    <w:rsid w:val="009A383F"/>
    <w:pPr>
      <w:spacing w:before="0" w:after="0"/>
      <w:ind w:firstLine="567"/>
      <w:jc w:val="both"/>
    </w:pPr>
    <w:rPr>
      <w:rFonts w:ascii="Arial" w:hAnsi="Arial"/>
      <w:sz w:val="18"/>
    </w:rPr>
  </w:style>
  <w:style w:type="paragraph" w:customStyle="1" w:styleId="Ieaaonoaea">
    <w:name w:val="I?eaaonoaea"/>
    <w:basedOn w:val="Iauiue"/>
    <w:rsid w:val="009A383F"/>
    <w:pPr>
      <w:spacing w:before="0" w:after="0"/>
      <w:jc w:val="both"/>
    </w:pPr>
    <w:rPr>
      <w:rFonts w:ascii="Arial" w:hAnsi="Arial"/>
      <w:sz w:val="18"/>
    </w:rPr>
  </w:style>
  <w:style w:type="paragraph" w:customStyle="1" w:styleId="Iiacaaieiaie">
    <w:name w:val="Iiacaaieiaie"/>
    <w:basedOn w:val="Iauiue"/>
    <w:rsid w:val="009A383F"/>
    <w:pPr>
      <w:spacing w:before="0" w:after="0"/>
      <w:jc w:val="center"/>
    </w:pPr>
    <w:rPr>
      <w:rFonts w:ascii="Arial" w:hAnsi="Arial"/>
      <w:b/>
      <w:sz w:val="18"/>
    </w:rPr>
  </w:style>
  <w:style w:type="paragraph" w:customStyle="1" w:styleId="Iniiaiieoaeno2">
    <w:name w:val="Iniiaiie oaeno 2"/>
    <w:basedOn w:val="Iauiue"/>
    <w:rsid w:val="009A383F"/>
    <w:pPr>
      <w:spacing w:before="0" w:after="0"/>
      <w:ind w:firstLine="567"/>
    </w:pPr>
    <w:rPr>
      <w:sz w:val="28"/>
    </w:rPr>
  </w:style>
  <w:style w:type="paragraph" w:customStyle="1" w:styleId="Iniiaiieoaenonionooiii2">
    <w:name w:val="Iniiaiie oaeno n ionooiii 2"/>
    <w:basedOn w:val="Iauiue"/>
    <w:rsid w:val="009A383F"/>
    <w:pPr>
      <w:spacing w:before="60" w:after="60"/>
      <w:ind w:firstLine="709"/>
      <w:jc w:val="both"/>
    </w:pPr>
    <w:rPr>
      <w:rFonts w:ascii="Arial" w:hAnsi="Arial"/>
      <w:b/>
      <w:sz w:val="28"/>
    </w:rPr>
  </w:style>
  <w:style w:type="paragraph" w:customStyle="1" w:styleId="H3">
    <w:name w:val="H3"/>
    <w:basedOn w:val="Iauiue"/>
    <w:next w:val="Iauiue"/>
    <w:rsid w:val="009A383F"/>
    <w:pPr>
      <w:keepNext/>
    </w:pPr>
    <w:rPr>
      <w:b/>
      <w:sz w:val="28"/>
    </w:rPr>
  </w:style>
  <w:style w:type="paragraph" w:customStyle="1" w:styleId="H6">
    <w:name w:val="H6"/>
    <w:basedOn w:val="Iauiue"/>
    <w:next w:val="Iauiue"/>
    <w:rsid w:val="009A383F"/>
    <w:pPr>
      <w:keepNext/>
    </w:pPr>
    <w:rPr>
      <w:b/>
      <w:sz w:val="16"/>
    </w:rPr>
  </w:style>
  <w:style w:type="paragraph" w:customStyle="1" w:styleId="Oaeno">
    <w:name w:val="Oaeno"/>
    <w:basedOn w:val="Iauiue"/>
    <w:rsid w:val="009A383F"/>
    <w:pPr>
      <w:spacing w:before="0" w:after="0"/>
    </w:pPr>
    <w:rPr>
      <w:rFonts w:ascii="Courier New" w:hAnsi="Courier New"/>
      <w:sz w:val="20"/>
    </w:rPr>
  </w:style>
  <w:style w:type="character" w:customStyle="1" w:styleId="Auaaeaiea">
    <w:name w:val="Auaaeaiea"/>
    <w:rsid w:val="009A383F"/>
    <w:rPr>
      <w:i/>
    </w:rPr>
  </w:style>
  <w:style w:type="paragraph" w:customStyle="1" w:styleId="H5">
    <w:name w:val="H5"/>
    <w:basedOn w:val="Iauiue"/>
    <w:next w:val="Iauiue"/>
    <w:rsid w:val="009A383F"/>
    <w:pPr>
      <w:keepNext/>
    </w:pPr>
    <w:rPr>
      <w:b/>
      <w:sz w:val="20"/>
    </w:rPr>
  </w:style>
  <w:style w:type="character" w:customStyle="1" w:styleId="Noiaee">
    <w:name w:val="No?iaee"/>
    <w:rsid w:val="009A383F"/>
    <w:rPr>
      <w:b/>
    </w:rPr>
  </w:style>
  <w:style w:type="character" w:customStyle="1" w:styleId="Emphasis1">
    <w:name w:val="Emphasis1"/>
    <w:rsid w:val="009A383F"/>
    <w:rPr>
      <w:i/>
    </w:rPr>
  </w:style>
  <w:style w:type="paragraph" w:customStyle="1" w:styleId="PlainText1">
    <w:name w:val="Plain Text1"/>
    <w:basedOn w:val="Iauiue"/>
    <w:rsid w:val="009A383F"/>
    <w:pPr>
      <w:widowControl w:val="0"/>
      <w:spacing w:before="0" w:after="0"/>
    </w:pPr>
    <w:rPr>
      <w:rFonts w:ascii="Courier New" w:hAnsi="Courier New"/>
      <w:sz w:val="20"/>
    </w:rPr>
  </w:style>
  <w:style w:type="paragraph" w:customStyle="1" w:styleId="DefinitionTerm">
    <w:name w:val="Definition Term"/>
    <w:basedOn w:val="Iauiue"/>
    <w:next w:val="Iauiue"/>
    <w:rsid w:val="009A383F"/>
    <w:pPr>
      <w:spacing w:before="0" w:after="0"/>
    </w:pPr>
  </w:style>
  <w:style w:type="paragraph" w:customStyle="1" w:styleId="DLText">
    <w:name w:val="DL Text"/>
    <w:basedOn w:val="Iauiue"/>
    <w:rsid w:val="009A383F"/>
    <w:pPr>
      <w:spacing w:before="0" w:after="0"/>
      <w:ind w:firstLine="709"/>
      <w:jc w:val="both"/>
    </w:pPr>
    <w:rPr>
      <w:sz w:val="26"/>
    </w:rPr>
  </w:style>
  <w:style w:type="paragraph" w:customStyle="1" w:styleId="STYLEA1">
    <w:name w:val="STYLE_A1"/>
    <w:rsid w:val="009A383F"/>
    <w:pPr>
      <w:widowControl w:val="0"/>
      <w:jc w:val="both"/>
    </w:pPr>
    <w:rPr>
      <w:sz w:val="24"/>
      <w:lang w:val="ru-RU" w:eastAsia="ru-RU"/>
    </w:rPr>
  </w:style>
  <w:style w:type="paragraph" w:customStyle="1" w:styleId="H10">
    <w:name w:val="H1"/>
    <w:basedOn w:val="Iauiue"/>
    <w:next w:val="Iauiue"/>
    <w:rsid w:val="009A383F"/>
    <w:pPr>
      <w:keepNext/>
    </w:pPr>
    <w:rPr>
      <w:b/>
      <w:kern w:val="36"/>
      <w:sz w:val="48"/>
    </w:rPr>
  </w:style>
  <w:style w:type="character" w:customStyle="1" w:styleId="Iiniioaiiayaeiannueea">
    <w:name w:val="I?iniio?aiiay aeia?nnueea"/>
    <w:rsid w:val="009A383F"/>
    <w:rPr>
      <w:color w:val="800080"/>
      <w:u w:val="single"/>
    </w:rPr>
  </w:style>
  <w:style w:type="paragraph" w:customStyle="1" w:styleId="Iauiueoaenonionooiii">
    <w:name w:val="Iau?iue oaeno n ionooiii"/>
    <w:basedOn w:val="Iauiue"/>
    <w:rsid w:val="009A383F"/>
    <w:pPr>
      <w:spacing w:before="0" w:after="0" w:line="360" w:lineRule="atLeast"/>
      <w:ind w:firstLine="709"/>
      <w:jc w:val="both"/>
    </w:pPr>
    <w:rPr>
      <w:sz w:val="28"/>
    </w:rPr>
  </w:style>
  <w:style w:type="paragraph" w:customStyle="1" w:styleId="Aaoieeeieiioeooe">
    <w:name w:val="Aa?oiee eieiioeooe"/>
    <w:basedOn w:val="Iauiue"/>
    <w:rsid w:val="009A383F"/>
    <w:pPr>
      <w:tabs>
        <w:tab w:val="center" w:pos="4153"/>
        <w:tab w:val="right" w:pos="8306"/>
      </w:tabs>
      <w:spacing w:before="0" w:after="0"/>
    </w:pPr>
    <w:rPr>
      <w:sz w:val="20"/>
      <w:lang w:val="en-GB"/>
    </w:rPr>
  </w:style>
  <w:style w:type="paragraph" w:customStyle="1" w:styleId="MainHeadline">
    <w:name w:val="Main Headline"/>
    <w:basedOn w:val="Iauiue"/>
    <w:next w:val="Iauiue"/>
    <w:rsid w:val="009A383F"/>
    <w:pPr>
      <w:spacing w:before="360" w:after="240" w:line="240" w:lineRule="exact"/>
      <w:jc w:val="both"/>
    </w:pPr>
    <w:rPr>
      <w:rFonts w:ascii="Helvetica roman" w:hAnsi="Helvetica roman"/>
      <w:sz w:val="26"/>
      <w:lang w:val="en-GB"/>
    </w:rPr>
  </w:style>
  <w:style w:type="paragraph" w:customStyle="1" w:styleId="IauiueWeb">
    <w:name w:val="Iau?iue (Web)"/>
    <w:basedOn w:val="Iauiue"/>
    <w:rsid w:val="009A383F"/>
  </w:style>
  <w:style w:type="character" w:customStyle="1" w:styleId="text1">
    <w:name w:val="text1"/>
    <w:rsid w:val="009A383F"/>
    <w:rPr>
      <w:rFonts w:ascii="Verdana" w:hAnsi="Verdana"/>
      <w:sz w:val="18"/>
    </w:rPr>
  </w:style>
  <w:style w:type="character" w:customStyle="1" w:styleId="txsr1">
    <w:name w:val="txsr1"/>
    <w:rsid w:val="009A383F"/>
    <w:rPr>
      <w:rFonts w:ascii="Verdana" w:hAnsi="Verdana"/>
      <w:sz w:val="16"/>
    </w:rPr>
  </w:style>
  <w:style w:type="paragraph" w:customStyle="1" w:styleId="Preformatted">
    <w:name w:val="Preformatted"/>
    <w:basedOn w:val="Iauiue"/>
    <w:rsid w:val="009A383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character" w:customStyle="1" w:styleId="50">
    <w:name w:val="Знак Знак5"/>
    <w:rsid w:val="009A383F"/>
    <w:rPr>
      <w:i/>
      <w:iCs/>
      <w:sz w:val="24"/>
      <w:szCs w:val="24"/>
      <w:lang w:val="ru-RU" w:eastAsia="ru-RU" w:bidi="ar-SA"/>
    </w:rPr>
  </w:style>
  <w:style w:type="paragraph" w:customStyle="1" w:styleId="Char10">
    <w:name w:val="Char1"/>
    <w:basedOn w:val="Normal"/>
    <w:semiHidden/>
    <w:rsid w:val="009A383F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40">
    <w:name w:val="Знак Знак4"/>
    <w:rsid w:val="009A383F"/>
    <w:rPr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Normal"/>
    <w:rsid w:val="009A383F"/>
    <w:pPr>
      <w:widowControl w:val="0"/>
      <w:overflowPunct w:val="0"/>
      <w:autoSpaceDE w:val="0"/>
      <w:autoSpaceDN w:val="0"/>
      <w:adjustRightInd w:val="0"/>
      <w:spacing w:line="288" w:lineRule="auto"/>
      <w:jc w:val="both"/>
      <w:textAlignment w:val="baseline"/>
    </w:pPr>
    <w:rPr>
      <w:sz w:val="26"/>
    </w:rPr>
  </w:style>
  <w:style w:type="paragraph" w:customStyle="1" w:styleId="212">
    <w:name w:val="Основной текст с отступом 21"/>
    <w:basedOn w:val="Normal"/>
    <w:rsid w:val="009A383F"/>
    <w:pPr>
      <w:widowControl w:val="0"/>
      <w:overflowPunct w:val="0"/>
      <w:autoSpaceDE w:val="0"/>
      <w:autoSpaceDN w:val="0"/>
      <w:adjustRightInd w:val="0"/>
      <w:spacing w:line="238" w:lineRule="exact"/>
      <w:ind w:firstLine="720"/>
      <w:textAlignment w:val="baseline"/>
    </w:pPr>
    <w:rPr>
      <w:sz w:val="28"/>
    </w:rPr>
  </w:style>
  <w:style w:type="paragraph" w:customStyle="1" w:styleId="311">
    <w:name w:val="Основной текст 31"/>
    <w:basedOn w:val="Normal"/>
    <w:rsid w:val="009A383F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customStyle="1" w:styleId="1d">
    <w:name w:val="Цитата1"/>
    <w:basedOn w:val="Normal"/>
    <w:rsid w:val="009A383F"/>
    <w:pPr>
      <w:tabs>
        <w:tab w:val="left" w:pos="110"/>
      </w:tabs>
      <w:overflowPunct w:val="0"/>
      <w:autoSpaceDE w:val="0"/>
      <w:autoSpaceDN w:val="0"/>
      <w:adjustRightInd w:val="0"/>
      <w:ind w:left="110" w:right="-108" w:hanging="110"/>
      <w:textAlignment w:val="baseline"/>
    </w:pPr>
    <w:rPr>
      <w:sz w:val="24"/>
    </w:rPr>
  </w:style>
  <w:style w:type="paragraph" w:customStyle="1" w:styleId="1e">
    <w:name w:val="Знак Знак Знак1 Знак Знак Знак Знак"/>
    <w:basedOn w:val="Normal"/>
    <w:autoRedefine/>
    <w:rsid w:val="009A383F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33">
    <w:name w:val="Знак Знак3"/>
    <w:rsid w:val="009A383F"/>
    <w:rPr>
      <w:sz w:val="28"/>
      <w:lang w:val="ru-RU" w:eastAsia="ru-RU" w:bidi="ar-SA"/>
    </w:rPr>
  </w:style>
  <w:style w:type="character" w:customStyle="1" w:styleId="1f">
    <w:name w:val="Гиперссылка1"/>
    <w:rsid w:val="009A383F"/>
    <w:rPr>
      <w:color w:val="0000FF"/>
      <w:u w:val="single"/>
    </w:rPr>
  </w:style>
  <w:style w:type="paragraph" w:customStyle="1" w:styleId="1f0">
    <w:name w:val="Нижний колонтитул1"/>
    <w:basedOn w:val="Normal"/>
    <w:rsid w:val="009A383F"/>
    <w:pPr>
      <w:pBdr>
        <w:top w:val="single" w:sz="4" w:space="0" w:color="auto"/>
      </w:pBdr>
      <w:shd w:val="clear" w:color="auto" w:fill="E8EBF1"/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1f1">
    <w:name w:val="Верхний колонтитул1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1f2">
    <w:name w:val="Абзац списка1"/>
    <w:basedOn w:val="Normal"/>
    <w:rsid w:val="009A383F"/>
    <w:pPr>
      <w:ind w:left="720"/>
      <w:contextualSpacing/>
    </w:pPr>
    <w:rPr>
      <w:rFonts w:eastAsia="Calibri"/>
      <w:sz w:val="24"/>
      <w:szCs w:val="24"/>
    </w:rPr>
  </w:style>
  <w:style w:type="paragraph" w:customStyle="1" w:styleId="312">
    <w:name w:val="Основной текст с отступом 31"/>
    <w:rsid w:val="009A383F"/>
    <w:pPr>
      <w:widowControl w:val="0"/>
      <w:suppressAutoHyphens/>
      <w:spacing w:after="120" w:line="276" w:lineRule="auto"/>
      <w:ind w:left="283"/>
    </w:pPr>
    <w:rPr>
      <w:rFonts w:ascii="Calibri" w:eastAsia="DejaVu LGC Sans" w:hAnsi="Calibri" w:cs="font294"/>
      <w:kern w:val="1"/>
      <w:sz w:val="16"/>
      <w:szCs w:val="16"/>
      <w:lang w:val="ru-RU" w:eastAsia="ar-SA"/>
    </w:rPr>
  </w:style>
  <w:style w:type="paragraph" w:customStyle="1" w:styleId="Iauiue10">
    <w:name w:val="Iau?iue1"/>
    <w:rsid w:val="009A383F"/>
    <w:pPr>
      <w:spacing w:before="100" w:after="100"/>
    </w:pPr>
    <w:rPr>
      <w:sz w:val="24"/>
      <w:lang w:val="ru-RU" w:eastAsia="ru-RU"/>
    </w:rPr>
  </w:style>
  <w:style w:type="paragraph" w:customStyle="1" w:styleId="style5">
    <w:name w:val="style5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unit-header">
    <w:name w:val="unit-header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styleId="HTMLAddress">
    <w:name w:val="HTML Address"/>
    <w:basedOn w:val="Normal"/>
    <w:link w:val="HTMLAddressChar"/>
    <w:rsid w:val="009A383F"/>
    <w:rPr>
      <w:i/>
      <w:iCs/>
      <w:sz w:val="24"/>
      <w:szCs w:val="24"/>
    </w:rPr>
  </w:style>
  <w:style w:type="character" w:customStyle="1" w:styleId="HTMLAddressChar">
    <w:name w:val="HTML Address Char"/>
    <w:link w:val="HTMLAddress"/>
    <w:rsid w:val="009A383F"/>
    <w:rPr>
      <w:i/>
      <w:iCs/>
      <w:sz w:val="24"/>
      <w:szCs w:val="24"/>
    </w:rPr>
  </w:style>
  <w:style w:type="paragraph" w:customStyle="1" w:styleId="af6">
    <w:name w:val="Знак Знак Знак Знак"/>
    <w:basedOn w:val="Normal"/>
    <w:rsid w:val="009A383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BasicParagraph">
    <w:name w:val="[Basic Paragraph]"/>
    <w:basedOn w:val="Normal"/>
    <w:rsid w:val="009A383F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  <w:lang w:val="en-US" w:eastAsia="en-US"/>
    </w:rPr>
  </w:style>
  <w:style w:type="paragraph" w:customStyle="1" w:styleId="b">
    <w:name w:val="b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o">
    <w:name w:val="o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menu-11">
    <w:name w:val="menu-11"/>
    <w:basedOn w:val="Normal"/>
    <w:rsid w:val="009A383F"/>
    <w:pPr>
      <w:ind w:left="-1800"/>
    </w:pPr>
    <w:rPr>
      <w:sz w:val="24"/>
      <w:szCs w:val="24"/>
    </w:rPr>
  </w:style>
  <w:style w:type="paragraph" w:customStyle="1" w:styleId="menu-21">
    <w:name w:val="menu-21"/>
    <w:basedOn w:val="Normal"/>
    <w:rsid w:val="009A383F"/>
    <w:pPr>
      <w:ind w:left="-1200"/>
    </w:pPr>
    <w:rPr>
      <w:sz w:val="24"/>
      <w:szCs w:val="24"/>
    </w:rPr>
  </w:style>
  <w:style w:type="paragraph" w:customStyle="1" w:styleId="menu-31">
    <w:name w:val="menu-31"/>
    <w:basedOn w:val="Normal"/>
    <w:rsid w:val="009A383F"/>
    <w:pPr>
      <w:ind w:left="-600"/>
    </w:pPr>
    <w:rPr>
      <w:sz w:val="24"/>
      <w:szCs w:val="24"/>
    </w:rPr>
  </w:style>
  <w:style w:type="paragraph" w:customStyle="1" w:styleId="menu-41">
    <w:name w:val="menu-41"/>
    <w:basedOn w:val="Normal"/>
    <w:rsid w:val="009A383F"/>
    <w:rPr>
      <w:sz w:val="24"/>
      <w:szCs w:val="24"/>
    </w:rPr>
  </w:style>
  <w:style w:type="paragraph" w:customStyle="1" w:styleId="font8">
    <w:name w:val="font_8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fs14">
    <w:name w:val="fs14"/>
    <w:basedOn w:val="Normal"/>
    <w:rsid w:val="009A383F"/>
    <w:pPr>
      <w:spacing w:before="100" w:beforeAutospacing="1" w:after="100" w:afterAutospacing="1"/>
    </w:pPr>
    <w:rPr>
      <w:sz w:val="17"/>
      <w:szCs w:val="17"/>
    </w:rPr>
  </w:style>
  <w:style w:type="paragraph" w:customStyle="1" w:styleId="main">
    <w:name w:val="main"/>
    <w:basedOn w:val="Normal"/>
    <w:rsid w:val="009A383F"/>
    <w:pPr>
      <w:spacing w:before="240" w:after="120"/>
      <w:jc w:val="both"/>
    </w:pPr>
    <w:rPr>
      <w:rFonts w:ascii="Verdana" w:hAnsi="Verdana"/>
      <w:color w:val="1F1C17"/>
      <w:sz w:val="14"/>
      <w:szCs w:val="14"/>
    </w:rPr>
  </w:style>
  <w:style w:type="paragraph" w:customStyle="1" w:styleId="msolistparagraph0">
    <w:name w:val="msolistparagraph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9A383F"/>
    <w:pPr>
      <w:autoSpaceDE w:val="0"/>
      <w:autoSpaceDN w:val="0"/>
      <w:adjustRightInd w:val="0"/>
    </w:pPr>
    <w:rPr>
      <w:rFonts w:ascii="HLCJC F+ Myriad Pro" w:hAnsi="HLCJC F+ Myriad Pro" w:cs="HLCJC F+ Myriad Pro"/>
      <w:color w:val="000000"/>
      <w:sz w:val="24"/>
      <w:szCs w:val="24"/>
      <w:lang w:val="ru-RU" w:eastAsia="ru-RU"/>
    </w:rPr>
  </w:style>
  <w:style w:type="paragraph" w:customStyle="1" w:styleId="style10">
    <w:name w:val="style10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style7">
    <w:name w:val="style7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contextplast">
    <w:name w:val="context__p_last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u">
    <w:name w:val="u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p4">
    <w:name w:val="p4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msonospacing0">
    <w:name w:val="msonospacing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0">
    <w:name w:val="bodytext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style13">
    <w:name w:val="style13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0">
    <w:name w:val="consplustitle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paragraphcenter">
    <w:name w:val="paragraph_center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paragraphjustify">
    <w:name w:val="paragraph_justify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Style1">
    <w:name w:val="Style1"/>
    <w:basedOn w:val="Normal"/>
    <w:rsid w:val="009A383F"/>
    <w:pPr>
      <w:widowControl w:val="0"/>
      <w:suppressAutoHyphens/>
    </w:pPr>
    <w:rPr>
      <w:rFonts w:ascii="Arial" w:eastAsia="SimSun" w:hAnsi="Arial" w:cs="Mangal"/>
      <w:kern w:val="1"/>
      <w:szCs w:val="24"/>
      <w:lang w:eastAsia="hi-IN" w:bidi="hi-IN"/>
    </w:rPr>
  </w:style>
  <w:style w:type="paragraph" w:customStyle="1" w:styleId="Style50">
    <w:name w:val="Style5"/>
    <w:basedOn w:val="Normal"/>
    <w:rsid w:val="009A383F"/>
    <w:pPr>
      <w:widowControl w:val="0"/>
      <w:suppressAutoHyphens/>
    </w:pPr>
    <w:rPr>
      <w:rFonts w:ascii="Arial" w:eastAsia="SimSun" w:hAnsi="Arial" w:cs="Mangal"/>
      <w:kern w:val="1"/>
      <w:szCs w:val="24"/>
      <w:lang w:eastAsia="hi-IN" w:bidi="hi-IN"/>
    </w:rPr>
  </w:style>
  <w:style w:type="paragraph" w:customStyle="1" w:styleId="style2">
    <w:name w:val="style2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georgiared">
    <w:name w:val="georgiared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5NormalChar">
    <w:name w:val="5 Normal Char"/>
    <w:link w:val="5Normal"/>
    <w:rsid w:val="009A383F"/>
    <w:rPr>
      <w:rFonts w:ascii="Arial" w:hAnsi="Arial"/>
      <w:spacing w:val="-2"/>
    </w:rPr>
  </w:style>
  <w:style w:type="paragraph" w:customStyle="1" w:styleId="5Normal">
    <w:name w:val="5 Normal"/>
    <w:basedOn w:val="Normal"/>
    <w:link w:val="5NormalChar"/>
    <w:rsid w:val="009A383F"/>
    <w:pPr>
      <w:spacing w:after="120"/>
      <w:jc w:val="both"/>
    </w:pPr>
    <w:rPr>
      <w:rFonts w:ascii="Arial" w:hAnsi="Arial"/>
      <w:spacing w:val="-2"/>
    </w:rPr>
  </w:style>
  <w:style w:type="paragraph" w:customStyle="1" w:styleId="text-justify">
    <w:name w:val="text-justify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date-display-single3">
    <w:name w:val="date-display-single3"/>
    <w:rsid w:val="009A383F"/>
    <w:rPr>
      <w:vanish w:val="0"/>
      <w:webHidden w:val="0"/>
      <w:specVanish w:val="0"/>
    </w:rPr>
  </w:style>
  <w:style w:type="character" w:customStyle="1" w:styleId="b-share2">
    <w:name w:val="b-share2"/>
    <w:rsid w:val="009A383F"/>
    <w:rPr>
      <w:rFonts w:ascii="Arial" w:hAnsi="Arial" w:cs="Arial" w:hint="default"/>
      <w:vanish w:val="0"/>
      <w:webHidden w:val="0"/>
      <w:sz w:val="21"/>
      <w:szCs w:val="21"/>
      <w:specVanish w:val="0"/>
    </w:rPr>
  </w:style>
  <w:style w:type="character" w:customStyle="1" w:styleId="b-material-paneldate1">
    <w:name w:val="b-material-panel__date1"/>
    <w:rsid w:val="009A383F"/>
    <w:rPr>
      <w:b/>
      <w:bCs/>
      <w:strike w:val="0"/>
      <w:dstrike w:val="0"/>
      <w:color w:val="222222"/>
      <w:sz w:val="18"/>
      <w:szCs w:val="18"/>
      <w:u w:val="none"/>
      <w:effect w:val="none"/>
    </w:rPr>
  </w:style>
  <w:style w:type="character" w:customStyle="1" w:styleId="b-material-panelnam1">
    <w:name w:val="b-material-panel__nam1"/>
    <w:rsid w:val="009A383F"/>
    <w:rPr>
      <w:b/>
      <w:bCs/>
      <w:sz w:val="18"/>
      <w:szCs w:val="18"/>
    </w:rPr>
  </w:style>
  <w:style w:type="character" w:customStyle="1" w:styleId="b-material-paneltime1">
    <w:name w:val="b-material-panel__time1"/>
    <w:rsid w:val="009A383F"/>
    <w:rPr>
      <w:color w:val="9D9D9D"/>
    </w:rPr>
  </w:style>
  <w:style w:type="character" w:customStyle="1" w:styleId="hoenzb">
    <w:name w:val="hoenzb"/>
    <w:rsid w:val="009A383F"/>
  </w:style>
  <w:style w:type="character" w:customStyle="1" w:styleId="js-phone-number">
    <w:name w:val="js-phone-number"/>
    <w:rsid w:val="009A383F"/>
  </w:style>
  <w:style w:type="character" w:customStyle="1" w:styleId="titlepriority-normal">
    <w:name w:val="title priority-normal"/>
    <w:rsid w:val="009A383F"/>
  </w:style>
  <w:style w:type="character" w:customStyle="1" w:styleId="regions">
    <w:name w:val="regions"/>
    <w:rsid w:val="009A383F"/>
  </w:style>
  <w:style w:type="character" w:customStyle="1" w:styleId="topics">
    <w:name w:val="topics"/>
    <w:rsid w:val="009A383F"/>
  </w:style>
  <w:style w:type="character" w:customStyle="1" w:styleId="event-meta-label2">
    <w:name w:val="event-meta-label2"/>
    <w:rsid w:val="009A383F"/>
    <w:rPr>
      <w:caps/>
      <w:color w:val="999999"/>
      <w:sz w:val="16"/>
      <w:szCs w:val="16"/>
    </w:rPr>
  </w:style>
  <w:style w:type="character" w:customStyle="1" w:styleId="event-meta-value">
    <w:name w:val="event-meta-value"/>
    <w:rsid w:val="009A383F"/>
  </w:style>
  <w:style w:type="character" w:customStyle="1" w:styleId="city3">
    <w:name w:val="city3"/>
    <w:rsid w:val="009A383F"/>
    <w:rPr>
      <w:b w:val="0"/>
      <w:bCs w:val="0"/>
      <w:caps/>
      <w:color w:val="999999"/>
    </w:rPr>
  </w:style>
  <w:style w:type="paragraph" w:customStyle="1" w:styleId="marker-quote1">
    <w:name w:val="marker-quote1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0">
    <w:name w:val="default"/>
    <w:basedOn w:val="Normal"/>
    <w:rsid w:val="009A383F"/>
    <w:pPr>
      <w:autoSpaceDE w:val="0"/>
      <w:autoSpaceDN w:val="0"/>
    </w:pPr>
    <w:rPr>
      <w:color w:val="000000"/>
      <w:sz w:val="24"/>
      <w:szCs w:val="24"/>
    </w:rPr>
  </w:style>
  <w:style w:type="character" w:customStyle="1" w:styleId="st1">
    <w:name w:val="st1"/>
    <w:rsid w:val="009A383F"/>
  </w:style>
  <w:style w:type="character" w:customStyle="1" w:styleId="event-infofield-title1">
    <w:name w:val="event-info__field-title1"/>
    <w:rsid w:val="009A383F"/>
    <w:rPr>
      <w:b/>
      <w:bCs/>
      <w:color w:val="373736"/>
    </w:rPr>
  </w:style>
  <w:style w:type="character" w:customStyle="1" w:styleId="eml">
    <w:name w:val="eml"/>
    <w:rsid w:val="009A383F"/>
  </w:style>
  <w:style w:type="paragraph" w:styleId="ListParagraph">
    <w:name w:val="List Paragraph"/>
    <w:basedOn w:val="Normal"/>
    <w:uiPriority w:val="34"/>
    <w:qFormat/>
    <w:rsid w:val="009A38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5">
    <w:name w:val="Выделение2"/>
    <w:rsid w:val="009A383F"/>
    <w:rPr>
      <w:i/>
    </w:rPr>
  </w:style>
  <w:style w:type="paragraph" w:customStyle="1" w:styleId="1f3">
    <w:name w:val="Текст1"/>
    <w:basedOn w:val="Iauiue"/>
    <w:rsid w:val="009A383F"/>
    <w:pPr>
      <w:widowControl w:val="0"/>
      <w:spacing w:before="0" w:after="0"/>
    </w:pPr>
    <w:rPr>
      <w:rFonts w:ascii="Courier New" w:hAnsi="Courier New"/>
      <w:sz w:val="20"/>
    </w:rPr>
  </w:style>
  <w:style w:type="character" w:customStyle="1" w:styleId="phone">
    <w:name w:val="phone"/>
    <w:rsid w:val="009A383F"/>
  </w:style>
  <w:style w:type="character" w:customStyle="1" w:styleId="fax">
    <w:name w:val="fax"/>
    <w:rsid w:val="009A383F"/>
  </w:style>
  <w:style w:type="character" w:customStyle="1" w:styleId="teamemail">
    <w:name w:val="team_email"/>
    <w:rsid w:val="009A383F"/>
  </w:style>
  <w:style w:type="paragraph" w:customStyle="1" w:styleId="rtecenter">
    <w:name w:val="rtecenter"/>
    <w:basedOn w:val="Normal"/>
    <w:rsid w:val="009A383F"/>
    <w:pPr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contact-emailto">
    <w:name w:val="contact-emailto"/>
    <w:rsid w:val="009A383F"/>
  </w:style>
  <w:style w:type="character" w:customStyle="1" w:styleId="contact-telephone">
    <w:name w:val="contact-telephone"/>
    <w:rsid w:val="009A383F"/>
  </w:style>
  <w:style w:type="paragraph" w:customStyle="1" w:styleId="festivaltext">
    <w:name w:val="festival_text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article">
    <w:name w:val="article"/>
    <w:rsid w:val="009A383F"/>
    <w:rPr>
      <w:rFonts w:cs="Times New Roman"/>
    </w:rPr>
  </w:style>
  <w:style w:type="character" w:customStyle="1" w:styleId="email">
    <w:name w:val="email"/>
    <w:rsid w:val="009A383F"/>
  </w:style>
  <w:style w:type="character" w:customStyle="1" w:styleId="1f4">
    <w:name w:val="Дата1"/>
    <w:rsid w:val="009A383F"/>
  </w:style>
  <w:style w:type="paragraph" w:customStyle="1" w:styleId="fz14arial">
    <w:name w:val="fz14 arial"/>
    <w:basedOn w:val="Normal"/>
    <w:rsid w:val="009A383F"/>
    <w:pPr>
      <w:spacing w:before="120" w:after="100" w:afterAutospacing="1"/>
    </w:pPr>
    <w:rPr>
      <w:sz w:val="24"/>
      <w:szCs w:val="24"/>
    </w:rPr>
  </w:style>
  <w:style w:type="paragraph" w:customStyle="1" w:styleId="quote-border">
    <w:name w:val="quote-border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titleinfodigits">
    <w:name w:val="title infodigits"/>
    <w:rsid w:val="009A383F"/>
  </w:style>
  <w:style w:type="character" w:customStyle="1" w:styleId="infodigits">
    <w:name w:val="infodigits"/>
    <w:rsid w:val="009A383F"/>
  </w:style>
  <w:style w:type="character" w:customStyle="1" w:styleId="date-display-single">
    <w:name w:val="date-display-single"/>
    <w:rsid w:val="009A383F"/>
    <w:rPr>
      <w:b/>
      <w:bCs/>
      <w:color w:val="500001"/>
      <w:sz w:val="29"/>
      <w:szCs w:val="29"/>
    </w:rPr>
  </w:style>
  <w:style w:type="character" w:customStyle="1" w:styleId="location">
    <w:name w:val="location"/>
    <w:rsid w:val="009A383F"/>
    <w:rPr>
      <w:bdr w:val="none" w:sz="0" w:space="0" w:color="auto" w:frame="1"/>
    </w:rPr>
  </w:style>
  <w:style w:type="paragraph" w:customStyle="1" w:styleId="26">
    <w:name w:val="Îñíîâíîé òåêñò 2"/>
    <w:basedOn w:val="a"/>
    <w:rsid w:val="009A383F"/>
    <w:pPr>
      <w:jc w:val="center"/>
    </w:pPr>
    <w:rPr>
      <w:rFonts w:ascii="Times New Roman" w:hAnsi="Times New Roman"/>
      <w:b/>
      <w:sz w:val="28"/>
    </w:rPr>
  </w:style>
  <w:style w:type="character" w:customStyle="1" w:styleId="smoke2">
    <w:name w:val="smoke2"/>
    <w:rsid w:val="009A383F"/>
    <w:rPr>
      <w:color w:val="848485"/>
      <w:bdr w:val="none" w:sz="0" w:space="0" w:color="auto" w:frame="1"/>
    </w:rPr>
  </w:style>
  <w:style w:type="character" w:customStyle="1" w:styleId="ico-textfs14">
    <w:name w:val="ico-text fs14"/>
    <w:rsid w:val="009A383F"/>
  </w:style>
  <w:style w:type="character" w:customStyle="1" w:styleId="bcaptionenavbcaptioneprev">
    <w:name w:val="bcaption__enav bcaption__eprev"/>
    <w:rsid w:val="009A383F"/>
  </w:style>
  <w:style w:type="character" w:customStyle="1" w:styleId="bcaptionelinkarrow1">
    <w:name w:val="bcaption__elinkarrow1"/>
    <w:rsid w:val="009A383F"/>
    <w:rPr>
      <w:sz w:val="16"/>
      <w:szCs w:val="16"/>
    </w:rPr>
  </w:style>
  <w:style w:type="character" w:customStyle="1" w:styleId="bcaptionenavbcaptionenext">
    <w:name w:val="bcaption__enav bcaption__enext"/>
    <w:rsid w:val="009A383F"/>
  </w:style>
  <w:style w:type="character" w:customStyle="1" w:styleId="bcaptionelink3">
    <w:name w:val="bcaption__elink3"/>
    <w:rsid w:val="009A383F"/>
    <w:rPr>
      <w:caps/>
      <w:strike w:val="0"/>
      <w:dstrike w:val="0"/>
      <w:color w:val="BCBCBC"/>
      <w:sz w:val="14"/>
      <w:szCs w:val="14"/>
      <w:u w:val="none"/>
      <w:effect w:val="none"/>
    </w:rPr>
  </w:style>
  <w:style w:type="character" w:customStyle="1" w:styleId="conditionscontactsblock1">
    <w:name w:val="conditions__contacts__block1"/>
    <w:rsid w:val="009A383F"/>
    <w:rPr>
      <w:vanish w:val="0"/>
      <w:webHidden w:val="0"/>
      <w:specVanish w:val="0"/>
    </w:rPr>
  </w:style>
  <w:style w:type="character" w:customStyle="1" w:styleId="dpc-name">
    <w:name w:val="dpc-name"/>
    <w:rsid w:val="009A383F"/>
  </w:style>
  <w:style w:type="character" w:customStyle="1" w:styleId="dpc-fraction">
    <w:name w:val="dpc-fraction"/>
    <w:rsid w:val="009A383F"/>
  </w:style>
  <w:style w:type="character" w:customStyle="1" w:styleId="il">
    <w:name w:val="il"/>
    <w:rsid w:val="009A383F"/>
  </w:style>
  <w:style w:type="paragraph" w:customStyle="1" w:styleId="xmsonormal">
    <w:name w:val="xmsonormal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block-contact-item-right1">
    <w:name w:val="block-contact-item-right1"/>
    <w:basedOn w:val="Normal"/>
    <w:rsid w:val="009A383F"/>
    <w:pPr>
      <w:spacing w:after="120" w:line="240" w:lineRule="atLeast"/>
      <w:ind w:left="900"/>
    </w:pPr>
    <w:rPr>
      <w:color w:val="FFFFFF"/>
      <w:sz w:val="17"/>
      <w:szCs w:val="17"/>
    </w:rPr>
  </w:style>
  <w:style w:type="character" w:customStyle="1" w:styleId="nobr">
    <w:name w:val="nobr"/>
    <w:rsid w:val="009A383F"/>
  </w:style>
  <w:style w:type="character" w:customStyle="1" w:styleId="event-infofield-title">
    <w:name w:val="event-info__field-title"/>
    <w:rsid w:val="009A383F"/>
  </w:style>
  <w:style w:type="paragraph" w:customStyle="1" w:styleId="p-italic">
    <w:name w:val="p-italic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binfoblockitemeimagegroupitembinfoblockitemeimagecomments">
    <w:name w:val="binfoblockitem__eimagegroupitem binfoblockitem__eimagecomments"/>
    <w:rsid w:val="009A383F"/>
  </w:style>
  <w:style w:type="character" w:customStyle="1" w:styleId="binfoblockitemeimagegroupitembinfoblockitemeimageviews">
    <w:name w:val="binfoblockitem__eimagegroupitem binfoblockitem__eimageviews"/>
    <w:rsid w:val="009A383F"/>
  </w:style>
  <w:style w:type="character" w:customStyle="1" w:styleId="btapeelabeltext">
    <w:name w:val="btape__elabeltext"/>
    <w:rsid w:val="009A383F"/>
  </w:style>
  <w:style w:type="paragraph" w:customStyle="1" w:styleId="style30">
    <w:name w:val="style3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beventsdetailsleftpaneleticketheader1">
    <w:name w:val="beventsdetailsleftpanel__eticketheader1"/>
    <w:rsid w:val="009A383F"/>
    <w:rPr>
      <w:rFonts w:ascii="FuturaDemiG" w:hAnsi="FuturaDemiG" w:hint="default"/>
      <w:caps/>
      <w:sz w:val="18"/>
      <w:szCs w:val="18"/>
      <w:bdr w:val="single" w:sz="4" w:space="1" w:color="auto" w:frame="1"/>
    </w:rPr>
  </w:style>
  <w:style w:type="paragraph" w:customStyle="1" w:styleId="categories">
    <w:name w:val="categories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1f5">
    <w:name w:val="Название1"/>
    <w:rsid w:val="009A383F"/>
  </w:style>
  <w:style w:type="paragraph" w:customStyle="1" w:styleId="acxsplast">
    <w:name w:val="acxsplast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tsright1">
    <w:name w:val="ts_right1"/>
    <w:rsid w:val="009A383F"/>
    <w:rPr>
      <w:rFonts w:ascii="Arial" w:hAnsi="Arial" w:cs="Arial" w:hint="default"/>
      <w:i w:val="0"/>
      <w:iCs w:val="0"/>
      <w:color w:val="FFFFFF"/>
      <w:sz w:val="13"/>
      <w:szCs w:val="13"/>
    </w:rPr>
  </w:style>
  <w:style w:type="character" w:customStyle="1" w:styleId="skypec2cprintcontainer">
    <w:name w:val="skype_c2c_print_container"/>
    <w:rsid w:val="009A383F"/>
  </w:style>
  <w:style w:type="character" w:customStyle="1" w:styleId="skypec2ctextspan">
    <w:name w:val="skype_c2c_text_span"/>
    <w:rsid w:val="009A383F"/>
  </w:style>
  <w:style w:type="paragraph" w:customStyle="1" w:styleId="marker-quote3">
    <w:name w:val="marker-quote3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red4">
    <w:name w:val="red4"/>
    <w:rsid w:val="009A383F"/>
  </w:style>
  <w:style w:type="character" w:customStyle="1" w:styleId="darkness2">
    <w:name w:val="darkness2"/>
    <w:rsid w:val="009A383F"/>
  </w:style>
  <w:style w:type="paragraph" w:customStyle="1" w:styleId="block-contact-item-right">
    <w:name w:val="block-contact-item-right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contactdetails">
    <w:name w:val="contactdetails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tel31">
    <w:name w:val="tel31"/>
    <w:rsid w:val="009A383F"/>
    <w:rPr>
      <w:rFonts w:ascii="Tahoma" w:hAnsi="Tahoma" w:cs="Tahoma" w:hint="default"/>
      <w:b/>
      <w:bCs/>
      <w:strike w:val="0"/>
      <w:dstrike w:val="0"/>
      <w:vanish w:val="0"/>
      <w:webHidden w:val="0"/>
      <w:color w:val="000000"/>
      <w:sz w:val="17"/>
      <w:szCs w:val="17"/>
      <w:u w:val="none"/>
      <w:effect w:val="none"/>
      <w:specVanish w:val="0"/>
    </w:rPr>
  </w:style>
  <w:style w:type="character" w:customStyle="1" w:styleId="gray31">
    <w:name w:val="gray31"/>
    <w:rsid w:val="009A383F"/>
    <w:rPr>
      <w:rFonts w:ascii="Arial" w:hAnsi="Arial" w:cs="Arial" w:hint="default"/>
      <w:color w:val="545454"/>
    </w:rPr>
  </w:style>
  <w:style w:type="paragraph" w:customStyle="1" w:styleId="nospacing0">
    <w:name w:val="nospacing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9A383F"/>
  </w:style>
  <w:style w:type="paragraph" w:customStyle="1" w:styleId="p8">
    <w:name w:val="p8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null">
    <w:name w:val="null"/>
    <w:rsid w:val="009A383F"/>
    <w:rPr>
      <w:rFonts w:ascii="Times New Roman" w:hAnsi="Times New Roman" w:cs="Times New Roman" w:hint="default"/>
    </w:rPr>
  </w:style>
  <w:style w:type="character" w:customStyle="1" w:styleId="ga1oncontextualizable">
    <w:name w:val="_ga1_on_ contextualizable"/>
    <w:rsid w:val="009A383F"/>
  </w:style>
  <w:style w:type="paragraph" w:customStyle="1" w:styleId="summary">
    <w:name w:val="summary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dash041e0431044b0447043d044b0439">
    <w:name w:val="dash041e0431044b0447043d044b0439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page">
    <w:name w:val="page"/>
    <w:basedOn w:val="Normal"/>
    <w:rsid w:val="009A383F"/>
    <w:pPr>
      <w:spacing w:before="100" w:beforeAutospacing="1" w:after="100" w:afterAutospacing="1"/>
    </w:pPr>
    <w:rPr>
      <w:rFonts w:ascii="Tahoma" w:hAnsi="Tahoma" w:cs="Tahoma"/>
      <w:color w:val="000000"/>
    </w:rPr>
  </w:style>
  <w:style w:type="paragraph" w:customStyle="1" w:styleId="information">
    <w:name w:val="information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department-title1">
    <w:name w:val="department-title1"/>
    <w:rsid w:val="009A383F"/>
    <w:rPr>
      <w:caps/>
      <w:color w:val="999999"/>
      <w:sz w:val="13"/>
      <w:szCs w:val="13"/>
    </w:rPr>
  </w:style>
  <w:style w:type="paragraph" w:customStyle="1" w:styleId="firstchildtext">
    <w:name w:val="first_child text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linkexternal">
    <w:name w:val="link external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stickstick-tag">
    <w:name w:val="stick stick-tag"/>
    <w:rsid w:val="009A383F"/>
  </w:style>
  <w:style w:type="character" w:customStyle="1" w:styleId="stickstick-view">
    <w:name w:val="stick stick-view"/>
    <w:rsid w:val="009A383F"/>
  </w:style>
  <w:style w:type="paragraph" w:customStyle="1" w:styleId="mttl">
    <w:name w:val="m_ttl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entry-meta">
    <w:name w:val="entry-meta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firstchildlastchildtext">
    <w:name w:val="first_child last_child text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lastchildtext">
    <w:name w:val="last_child text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postal-code">
    <w:name w:val="postal-code"/>
    <w:rsid w:val="009A383F"/>
  </w:style>
  <w:style w:type="character" w:customStyle="1" w:styleId="country-name">
    <w:name w:val="country-name"/>
    <w:rsid w:val="009A383F"/>
  </w:style>
  <w:style w:type="character" w:customStyle="1" w:styleId="locality">
    <w:name w:val="locality"/>
    <w:rsid w:val="009A383F"/>
  </w:style>
  <w:style w:type="character" w:customStyle="1" w:styleId="phone1">
    <w:name w:val="phone1"/>
    <w:rsid w:val="009A383F"/>
    <w:rPr>
      <w:vanish w:val="0"/>
      <w:webHidden w:val="0"/>
      <w:specVanish w:val="0"/>
    </w:rPr>
  </w:style>
  <w:style w:type="character" w:customStyle="1" w:styleId="email1">
    <w:name w:val="email1"/>
    <w:rsid w:val="009A383F"/>
    <w:rPr>
      <w:vanish w:val="0"/>
      <w:webHidden w:val="0"/>
      <w:specVanish w:val="0"/>
    </w:rPr>
  </w:style>
  <w:style w:type="character" w:customStyle="1" w:styleId="PlainTextChar">
    <w:name w:val="Plain Text Char"/>
    <w:semiHidden/>
    <w:locked/>
    <w:rsid w:val="009A383F"/>
    <w:rPr>
      <w:rFonts w:ascii="Consolas" w:hAnsi="Consolas"/>
      <w:sz w:val="21"/>
      <w:szCs w:val="21"/>
      <w:lang w:val="ru-RU" w:eastAsia="en-US" w:bidi="ar-SA"/>
    </w:rPr>
  </w:style>
  <w:style w:type="paragraph" w:customStyle="1" w:styleId="p10">
    <w:name w:val="p10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s6">
    <w:name w:val="s6"/>
    <w:rsid w:val="009A383F"/>
  </w:style>
  <w:style w:type="paragraph" w:customStyle="1" w:styleId="after18">
    <w:name w:val="after18"/>
    <w:basedOn w:val="Normal"/>
    <w:rsid w:val="009A383F"/>
    <w:pPr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txt2">
    <w:name w:val="txt2"/>
    <w:rsid w:val="009A383F"/>
  </w:style>
  <w:style w:type="character" w:customStyle="1" w:styleId="dashedred">
    <w:name w:val="dashed red"/>
    <w:rsid w:val="009A383F"/>
  </w:style>
  <w:style w:type="character" w:customStyle="1" w:styleId="share-counter-common">
    <w:name w:val="share-counter-common"/>
    <w:rsid w:val="009A383F"/>
  </w:style>
  <w:style w:type="character" w:customStyle="1" w:styleId="dashedblue">
    <w:name w:val="dashed blue"/>
    <w:rsid w:val="009A383F"/>
  </w:style>
  <w:style w:type="character" w:customStyle="1" w:styleId="dashed12">
    <w:name w:val="dashed12"/>
    <w:rsid w:val="009A383F"/>
    <w:rPr>
      <w:strike w:val="0"/>
      <w:dstrike w:val="0"/>
      <w:color w:val="000000"/>
      <w:u w:val="none"/>
      <w:effect w:val="none"/>
    </w:rPr>
  </w:style>
  <w:style w:type="character" w:customStyle="1" w:styleId="plus181">
    <w:name w:val="plus181"/>
    <w:rsid w:val="009A383F"/>
    <w:rPr>
      <w:color w:val="000000"/>
      <w:sz w:val="16"/>
      <w:szCs w:val="16"/>
      <w:shd w:val="clear" w:color="auto" w:fill="FFFFFF"/>
    </w:rPr>
  </w:style>
  <w:style w:type="character" w:customStyle="1" w:styleId="sn-label3">
    <w:name w:val="sn-label3"/>
    <w:rsid w:val="009A383F"/>
  </w:style>
  <w:style w:type="character" w:customStyle="1" w:styleId="small-logo2">
    <w:name w:val="small-logo2"/>
    <w:rsid w:val="009A383F"/>
  </w:style>
  <w:style w:type="paragraph" w:customStyle="1" w:styleId="nomargin">
    <w:name w:val="nomargin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smoke3">
    <w:name w:val="smoke3"/>
    <w:rsid w:val="009A383F"/>
    <w:rPr>
      <w:color w:val="848485"/>
      <w:bdr w:val="none" w:sz="0" w:space="0" w:color="auto" w:frame="1"/>
    </w:rPr>
  </w:style>
  <w:style w:type="character" w:customStyle="1" w:styleId="stick1">
    <w:name w:val="stick1"/>
    <w:rsid w:val="009A383F"/>
    <w:rPr>
      <w:vanish w:val="0"/>
      <w:webHidden w:val="0"/>
      <w:sz w:val="18"/>
      <w:szCs w:val="18"/>
      <w:shd w:val="clear" w:color="auto" w:fill="EFEEEE"/>
      <w:specVanish w:val="0"/>
    </w:rPr>
  </w:style>
  <w:style w:type="paragraph" w:customStyle="1" w:styleId="p3">
    <w:name w:val="p3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sp1">
    <w:name w:val="sp1"/>
    <w:rsid w:val="009A383F"/>
    <w:rPr>
      <w:rFonts w:ascii="DINCondensedWebC" w:hAnsi="DINCondensedWebC" w:hint="default"/>
      <w:caps/>
      <w:strike w:val="0"/>
      <w:dstrike w:val="0"/>
      <w:color w:val="FFFFFF"/>
      <w:sz w:val="18"/>
      <w:szCs w:val="18"/>
      <w:u w:val="none"/>
      <w:effect w:val="none"/>
      <w:shd w:val="clear" w:color="auto" w:fill="343434"/>
    </w:rPr>
  </w:style>
  <w:style w:type="character" w:customStyle="1" w:styleId="Title1">
    <w:name w:val="Title1"/>
    <w:rsid w:val="009A383F"/>
  </w:style>
  <w:style w:type="character" w:customStyle="1" w:styleId="icon1">
    <w:name w:val="icon1"/>
    <w:rsid w:val="009A383F"/>
    <w:rPr>
      <w:b/>
      <w:bCs/>
      <w:vanish w:val="0"/>
      <w:webHidden w:val="0"/>
      <w:specVanish w:val="0"/>
    </w:rPr>
  </w:style>
  <w:style w:type="paragraph" w:customStyle="1" w:styleId="abzbold">
    <w:name w:val="abz_bold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11tms">
    <w:name w:val="11tms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style61">
    <w:name w:val="style61"/>
    <w:rsid w:val="009A383F"/>
    <w:rPr>
      <w:sz w:val="18"/>
      <w:szCs w:val="18"/>
    </w:rPr>
  </w:style>
  <w:style w:type="paragraph" w:customStyle="1" w:styleId="title2">
    <w:name w:val="title2"/>
    <w:basedOn w:val="Normal"/>
    <w:rsid w:val="009A383F"/>
    <w:pPr>
      <w:spacing w:before="100" w:beforeAutospacing="1" w:after="100" w:afterAutospacing="1"/>
    </w:pPr>
    <w:rPr>
      <w:color w:val="858585"/>
      <w:sz w:val="38"/>
      <w:szCs w:val="38"/>
    </w:rPr>
  </w:style>
  <w:style w:type="character" w:customStyle="1" w:styleId="header11">
    <w:name w:val="header11"/>
    <w:rsid w:val="009A383F"/>
    <w:rPr>
      <w:rFonts w:ascii="Arial" w:hAnsi="Arial" w:cs="Arial" w:hint="default"/>
      <w:b/>
      <w:bCs/>
      <w:color w:val="1A76B7"/>
      <w:sz w:val="30"/>
      <w:szCs w:val="30"/>
    </w:rPr>
  </w:style>
  <w:style w:type="paragraph" w:customStyle="1" w:styleId="rtejustify">
    <w:name w:val="rtejustify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p1">
    <w:name w:val="p1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p12">
    <w:name w:val="p12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s3">
    <w:name w:val="s3"/>
    <w:rsid w:val="009A383F"/>
  </w:style>
  <w:style w:type="paragraph" w:customStyle="1" w:styleId="p13">
    <w:name w:val="p13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s5">
    <w:name w:val="s5"/>
    <w:rsid w:val="009A383F"/>
  </w:style>
  <w:style w:type="paragraph" w:customStyle="1" w:styleId="p14">
    <w:name w:val="p14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p16">
    <w:name w:val="p16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p17">
    <w:name w:val="p17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s7">
    <w:name w:val="s7"/>
    <w:rsid w:val="009A383F"/>
  </w:style>
  <w:style w:type="character" w:customStyle="1" w:styleId="s8">
    <w:name w:val="s8"/>
    <w:rsid w:val="009A383F"/>
  </w:style>
  <w:style w:type="paragraph" w:customStyle="1" w:styleId="p18">
    <w:name w:val="p18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p2">
    <w:name w:val="p2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ga1on">
    <w:name w:val="_ga1_on_"/>
    <w:rsid w:val="009A383F"/>
  </w:style>
  <w:style w:type="character" w:customStyle="1" w:styleId="message-sentinfo">
    <w:name w:val="message-sent__info"/>
    <w:rsid w:val="009A383F"/>
  </w:style>
  <w:style w:type="paragraph" w:customStyle="1" w:styleId="standard">
    <w:name w:val="standard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p6">
    <w:name w:val="p6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prestyle">
    <w:name w:val="prestyle"/>
    <w:basedOn w:val="Normal"/>
    <w:rsid w:val="009A383F"/>
    <w:pPr>
      <w:spacing w:before="160"/>
    </w:pPr>
    <w:rPr>
      <w:rFonts w:ascii="monospaced" w:hAnsi="monospaced"/>
      <w:color w:val="003366"/>
      <w:sz w:val="24"/>
      <w:szCs w:val="24"/>
    </w:rPr>
  </w:style>
  <w:style w:type="paragraph" w:customStyle="1" w:styleId="depstyle">
    <w:name w:val="depstyle"/>
    <w:basedOn w:val="Normal"/>
    <w:rsid w:val="009A383F"/>
    <w:pPr>
      <w:spacing w:before="160"/>
    </w:pPr>
    <w:rPr>
      <w:rFonts w:ascii="Verdana" w:hAnsi="Verdana"/>
      <w:color w:val="003366"/>
      <w:sz w:val="16"/>
      <w:szCs w:val="16"/>
    </w:rPr>
  </w:style>
  <w:style w:type="paragraph" w:customStyle="1" w:styleId="voting">
    <w:name w:val="voting"/>
    <w:basedOn w:val="Normal"/>
    <w:rsid w:val="009A383F"/>
    <w:pPr>
      <w:spacing w:before="160"/>
    </w:pPr>
    <w:rPr>
      <w:rFonts w:ascii="Verdana" w:hAnsi="Verdana"/>
      <w:color w:val="003366"/>
      <w:sz w:val="14"/>
      <w:szCs w:val="14"/>
    </w:rPr>
  </w:style>
  <w:style w:type="paragraph" w:customStyle="1" w:styleId="head33">
    <w:name w:val="head33"/>
    <w:basedOn w:val="Normal"/>
    <w:rsid w:val="009A383F"/>
    <w:pPr>
      <w:spacing w:before="60" w:after="60"/>
      <w:jc w:val="center"/>
    </w:pPr>
    <w:rPr>
      <w:rFonts w:ascii="Verdana" w:hAnsi="Verdana"/>
      <w:b/>
      <w:bCs/>
      <w:color w:val="003366"/>
      <w:sz w:val="18"/>
      <w:szCs w:val="18"/>
    </w:rPr>
  </w:style>
  <w:style w:type="paragraph" w:customStyle="1" w:styleId="sttb">
    <w:name w:val="sttb"/>
    <w:basedOn w:val="Normal"/>
    <w:rsid w:val="009A383F"/>
    <w:pPr>
      <w:spacing w:before="160"/>
    </w:pPr>
    <w:rPr>
      <w:sz w:val="24"/>
      <w:szCs w:val="24"/>
    </w:rPr>
  </w:style>
  <w:style w:type="paragraph" w:customStyle="1" w:styleId="sttr">
    <w:name w:val="sttr"/>
    <w:basedOn w:val="Normal"/>
    <w:rsid w:val="009A383F"/>
    <w:pPr>
      <w:spacing w:before="160"/>
    </w:pPr>
    <w:rPr>
      <w:sz w:val="24"/>
      <w:szCs w:val="24"/>
    </w:rPr>
  </w:style>
  <w:style w:type="paragraph" w:customStyle="1" w:styleId="sttd">
    <w:name w:val="sttd"/>
    <w:basedOn w:val="Normal"/>
    <w:rsid w:val="009A383F"/>
    <w:pPr>
      <w:spacing w:before="160"/>
    </w:pPr>
    <w:rPr>
      <w:sz w:val="24"/>
      <w:szCs w:val="24"/>
    </w:rPr>
  </w:style>
  <w:style w:type="paragraph" w:customStyle="1" w:styleId="stdv">
    <w:name w:val="stdv"/>
    <w:basedOn w:val="Normal"/>
    <w:rsid w:val="009A383F"/>
    <w:rPr>
      <w:sz w:val="24"/>
      <w:szCs w:val="24"/>
    </w:rPr>
  </w:style>
  <w:style w:type="paragraph" w:customStyle="1" w:styleId="sthd">
    <w:name w:val="sthd"/>
    <w:basedOn w:val="Normal"/>
    <w:rsid w:val="009A383F"/>
    <w:pPr>
      <w:spacing w:before="160"/>
    </w:pPr>
    <w:rPr>
      <w:vanish/>
      <w:sz w:val="24"/>
      <w:szCs w:val="24"/>
    </w:rPr>
  </w:style>
  <w:style w:type="paragraph" w:customStyle="1" w:styleId="stsp">
    <w:name w:val="stsp"/>
    <w:basedOn w:val="Normal"/>
    <w:rsid w:val="009A383F"/>
    <w:rPr>
      <w:sz w:val="24"/>
      <w:szCs w:val="24"/>
    </w:rPr>
  </w:style>
  <w:style w:type="paragraph" w:customStyle="1" w:styleId="firstchild">
    <w:name w:val="first_child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lastchild">
    <w:name w:val="last_child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dashed26">
    <w:name w:val="dashed26"/>
    <w:rsid w:val="009A383F"/>
    <w:rPr>
      <w:strike w:val="0"/>
      <w:dstrike w:val="0"/>
      <w:u w:val="none"/>
      <w:effect w:val="none"/>
    </w:rPr>
  </w:style>
  <w:style w:type="character" w:customStyle="1" w:styleId="msgtext">
    <w:name w:val="msgtext"/>
    <w:rsid w:val="009A383F"/>
  </w:style>
  <w:style w:type="character" w:customStyle="1" w:styleId="exhdate1">
    <w:name w:val="exh_date1"/>
    <w:rsid w:val="009A383F"/>
    <w:rPr>
      <w:rFonts w:ascii="Arial" w:hAnsi="Arial" w:cs="Arial" w:hint="default"/>
      <w:caps/>
      <w:color w:val="666666"/>
      <w:sz w:val="20"/>
      <w:szCs w:val="20"/>
    </w:rPr>
  </w:style>
  <w:style w:type="paragraph" w:customStyle="1" w:styleId="paragraph">
    <w:name w:val="paragraph"/>
    <w:basedOn w:val="Normal"/>
    <w:rsid w:val="009A383F"/>
    <w:pPr>
      <w:spacing w:before="300" w:after="300"/>
      <w:ind w:firstLine="240"/>
      <w:jc w:val="both"/>
    </w:pPr>
    <w:rPr>
      <w:sz w:val="24"/>
      <w:szCs w:val="24"/>
    </w:rPr>
  </w:style>
  <w:style w:type="paragraph" w:customStyle="1" w:styleId="Body1">
    <w:name w:val="Body 1"/>
    <w:rsid w:val="009A383F"/>
    <w:rPr>
      <w:rFonts w:ascii="Helvetica" w:eastAsia="Arial Unicode MS" w:hAnsi="Helvetica"/>
      <w:color w:val="000000"/>
      <w:sz w:val="24"/>
      <w:lang w:val="ru-RU" w:eastAsia="ru-RU"/>
    </w:rPr>
  </w:style>
  <w:style w:type="character" w:customStyle="1" w:styleId="tttime">
    <w:name w:val="tttime"/>
    <w:rsid w:val="009A383F"/>
  </w:style>
  <w:style w:type="character" w:customStyle="1" w:styleId="ttfilm">
    <w:name w:val="ttfilm"/>
    <w:rsid w:val="009A383F"/>
  </w:style>
  <w:style w:type="character" w:customStyle="1" w:styleId="ttprogram">
    <w:name w:val="ttprogram"/>
    <w:rsid w:val="009A383F"/>
  </w:style>
  <w:style w:type="character" w:customStyle="1" w:styleId="box">
    <w:name w:val="box"/>
    <w:rsid w:val="009A383F"/>
  </w:style>
  <w:style w:type="paragraph" w:customStyle="1" w:styleId="g-indent-bottompress">
    <w:name w:val="g-indent-bottom__press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ms-rtefontsize-21">
    <w:name w:val="ms-rtefontsize-21"/>
    <w:rsid w:val="009A383F"/>
    <w:rPr>
      <w:sz w:val="20"/>
      <w:szCs w:val="20"/>
    </w:rPr>
  </w:style>
  <w:style w:type="character" w:customStyle="1" w:styleId="divide">
    <w:name w:val="divide"/>
    <w:rsid w:val="009A383F"/>
  </w:style>
  <w:style w:type="paragraph" w:customStyle="1" w:styleId="p7">
    <w:name w:val="p7"/>
    <w:basedOn w:val="Normal"/>
    <w:rsid w:val="009A383F"/>
    <w:pPr>
      <w:spacing w:before="100" w:beforeAutospacing="1" w:after="225"/>
    </w:pPr>
    <w:rPr>
      <w:sz w:val="24"/>
      <w:szCs w:val="24"/>
    </w:rPr>
  </w:style>
  <w:style w:type="paragraph" w:customStyle="1" w:styleId="newstitlebody">
    <w:name w:val="news_title_body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text-primary">
    <w:name w:val="text-primary"/>
    <w:basedOn w:val="Normal"/>
    <w:rsid w:val="009A383F"/>
    <w:pPr>
      <w:spacing w:after="150"/>
    </w:pPr>
    <w:rPr>
      <w:color w:val="FF9747"/>
      <w:sz w:val="24"/>
      <w:szCs w:val="24"/>
    </w:rPr>
  </w:style>
  <w:style w:type="character" w:customStyle="1" w:styleId="textexposedshow">
    <w:name w:val="text_exposed_show"/>
    <w:rsid w:val="009A383F"/>
  </w:style>
  <w:style w:type="character" w:customStyle="1" w:styleId="usercontent">
    <w:name w:val="usercontent"/>
    <w:uiPriority w:val="99"/>
    <w:rsid w:val="009A383F"/>
  </w:style>
  <w:style w:type="character" w:customStyle="1" w:styleId="b1">
    <w:name w:val="b1"/>
    <w:rsid w:val="009A383F"/>
    <w:rPr>
      <w:b/>
      <w:bCs/>
    </w:rPr>
  </w:style>
  <w:style w:type="character" w:customStyle="1" w:styleId="ya-phone">
    <w:name w:val="ya-phone"/>
    <w:rsid w:val="009A383F"/>
  </w:style>
  <w:style w:type="paragraph" w:customStyle="1" w:styleId="p5">
    <w:name w:val="p5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rsid w:val="009A383F"/>
  </w:style>
  <w:style w:type="character" w:customStyle="1" w:styleId="s4">
    <w:name w:val="s4"/>
    <w:rsid w:val="009A383F"/>
  </w:style>
  <w:style w:type="paragraph" w:customStyle="1" w:styleId="contextplast0">
    <w:name w:val="contextplast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hps">
    <w:name w:val="hps"/>
    <w:rsid w:val="009A383F"/>
  </w:style>
  <w:style w:type="paragraph" w:customStyle="1" w:styleId="rvps2">
    <w:name w:val="rvps2"/>
    <w:basedOn w:val="Normal"/>
    <w:rsid w:val="009A383F"/>
    <w:pPr>
      <w:jc w:val="both"/>
    </w:pPr>
    <w:rPr>
      <w:rFonts w:eastAsia="Arial Unicode MS"/>
      <w:sz w:val="24"/>
      <w:szCs w:val="24"/>
    </w:rPr>
  </w:style>
  <w:style w:type="character" w:customStyle="1" w:styleId="rvts8">
    <w:name w:val="rvts8"/>
    <w:rsid w:val="009A383F"/>
    <w:rPr>
      <w:rFonts w:ascii="Times New Roman" w:hAnsi="Times New Roman" w:cs="Times New Roman" w:hint="default"/>
    </w:rPr>
  </w:style>
  <w:style w:type="paragraph" w:customStyle="1" w:styleId="27">
    <w:name w:val="çàãîëîâîê 2"/>
    <w:basedOn w:val="a"/>
    <w:next w:val="a"/>
    <w:rsid w:val="009A383F"/>
    <w:pPr>
      <w:keepNext/>
      <w:keepLines/>
      <w:widowControl w:val="0"/>
      <w:spacing w:before="120" w:after="60"/>
    </w:pPr>
    <w:rPr>
      <w:b/>
      <w:caps/>
      <w:sz w:val="16"/>
    </w:rPr>
  </w:style>
  <w:style w:type="character" w:customStyle="1" w:styleId="link-mailto">
    <w:name w:val="link-mailto"/>
    <w:rsid w:val="009A383F"/>
  </w:style>
  <w:style w:type="paragraph" w:customStyle="1" w:styleId="style18">
    <w:name w:val="style18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datemonth0">
    <w:name w:val="datemonth0"/>
    <w:basedOn w:val="Normal"/>
    <w:rsid w:val="009A383F"/>
    <w:pPr>
      <w:spacing w:after="240"/>
    </w:pPr>
    <w:rPr>
      <w:sz w:val="24"/>
      <w:szCs w:val="24"/>
    </w:rPr>
  </w:style>
  <w:style w:type="paragraph" w:customStyle="1" w:styleId="nospacing10">
    <w:name w:val="nospacing1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style8">
    <w:name w:val="style8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header-user-name">
    <w:name w:val="header-user-name"/>
    <w:rsid w:val="009A383F"/>
  </w:style>
  <w:style w:type="paragraph" w:customStyle="1" w:styleId="about">
    <w:name w:val="about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orange1">
    <w:name w:val="orange1"/>
    <w:rsid w:val="009A383F"/>
    <w:rPr>
      <w:color w:val="E97005"/>
    </w:rPr>
  </w:style>
  <w:style w:type="character" w:customStyle="1" w:styleId="phone2">
    <w:name w:val="phone2"/>
    <w:rsid w:val="009A383F"/>
    <w:rPr>
      <w:vanish w:val="0"/>
      <w:webHidden w:val="0"/>
      <w:shd w:val="clear" w:color="auto" w:fill="auto"/>
      <w:specVanish w:val="0"/>
    </w:rPr>
  </w:style>
  <w:style w:type="character" w:customStyle="1" w:styleId="mail2">
    <w:name w:val="mail2"/>
    <w:rsid w:val="009A383F"/>
    <w:rPr>
      <w:vanish w:val="0"/>
      <w:webHidden w:val="0"/>
      <w:shd w:val="clear" w:color="auto" w:fill="auto"/>
      <w:specVanish w:val="0"/>
    </w:rPr>
  </w:style>
  <w:style w:type="paragraph" w:customStyle="1" w:styleId="ms-rtefontsize-2">
    <w:name w:val="ms-rtefontsize-2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paragraphjustifyindent">
    <w:name w:val="paragraph_justify_indent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wmi-callto">
    <w:name w:val="wmi-callto"/>
    <w:rsid w:val="009A383F"/>
  </w:style>
  <w:style w:type="paragraph" w:customStyle="1" w:styleId="s9">
    <w:name w:val="s9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style9">
    <w:name w:val="style9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b-serplistitemsnippet">
    <w:name w:val="b-serp__list_item_snippet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b-serplistiteminfo1">
    <w:name w:val="b-serp__list_item_info1"/>
    <w:rsid w:val="009A383F"/>
    <w:rPr>
      <w:vanish w:val="0"/>
      <w:webHidden w:val="0"/>
      <w:color w:val="4D7616"/>
      <w:specVanish w:val="0"/>
    </w:rPr>
  </w:style>
  <w:style w:type="character" w:customStyle="1" w:styleId="b-serplistiteminfodomain">
    <w:name w:val="b-serp__list_item_info_domain"/>
    <w:rsid w:val="009A383F"/>
  </w:style>
  <w:style w:type="character" w:customStyle="1" w:styleId="Date1">
    <w:name w:val="Date1"/>
    <w:rsid w:val="009A383F"/>
  </w:style>
  <w:style w:type="paragraph" w:customStyle="1" w:styleId="noparagraphstyle">
    <w:name w:val="noparagraphstyle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western">
    <w:name w:val="western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firstchild0">
    <w:name w:val="firstchild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Body">
    <w:name w:val="Body"/>
    <w:rsid w:val="009A383F"/>
    <w:rPr>
      <w:rFonts w:ascii="Helvetica" w:eastAsia="ヒラギノ角ゴ Pro W3" w:hAnsi="Helvetica"/>
      <w:color w:val="000000"/>
      <w:sz w:val="24"/>
    </w:rPr>
  </w:style>
  <w:style w:type="paragraph" w:customStyle="1" w:styleId="a00">
    <w:name w:val="a0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af7">
    <w:name w:val="Шевелева"/>
    <w:semiHidden/>
    <w:rsid w:val="009A383F"/>
    <w:rPr>
      <w:rFonts w:ascii="Arial" w:hAnsi="Arial" w:cs="Arial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customStyle="1" w:styleId="xmsohyperlink">
    <w:name w:val="x_msohyperlink"/>
    <w:rsid w:val="009A383F"/>
  </w:style>
  <w:style w:type="paragraph" w:customStyle="1" w:styleId="lastchild0">
    <w:name w:val="lastchild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eventsname">
    <w:name w:val="events_name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mt">
    <w:name w:val="mt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zagl">
    <w:name w:val="zagl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spis">
    <w:name w:val="spis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pp">
    <w:name w:val="pp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font80">
    <w:name w:val="font8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paragraphjustifyindent0">
    <w:name w:val="paragraphjustifyindent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9A383F"/>
    <w:rPr>
      <w:rFonts w:ascii="Calibri" w:hAnsi="Calibri"/>
      <w:i/>
      <w:sz w:val="24"/>
      <w:szCs w:val="24"/>
    </w:rPr>
  </w:style>
  <w:style w:type="character" w:customStyle="1" w:styleId="QuoteChar">
    <w:name w:val="Quote Char"/>
    <w:link w:val="Quote"/>
    <w:uiPriority w:val="29"/>
    <w:rsid w:val="009A383F"/>
    <w:rPr>
      <w:rFonts w:ascii="Calibri" w:hAnsi="Calibri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383F"/>
    <w:pPr>
      <w:ind w:left="720" w:right="720"/>
    </w:pPr>
    <w:rPr>
      <w:rFonts w:ascii="Calibri" w:hAnsi="Calibri"/>
      <w:b/>
      <w:i/>
      <w:sz w:val="24"/>
      <w:szCs w:val="22"/>
    </w:rPr>
  </w:style>
  <w:style w:type="character" w:customStyle="1" w:styleId="IntenseQuoteChar">
    <w:name w:val="Intense Quote Char"/>
    <w:link w:val="IntenseQuote"/>
    <w:uiPriority w:val="30"/>
    <w:rsid w:val="009A383F"/>
    <w:rPr>
      <w:rFonts w:ascii="Calibri" w:hAnsi="Calibri"/>
      <w:b/>
      <w:i/>
      <w:sz w:val="24"/>
      <w:szCs w:val="22"/>
    </w:rPr>
  </w:style>
  <w:style w:type="character" w:styleId="SubtleEmphasis">
    <w:name w:val="Subtle Emphasis"/>
    <w:uiPriority w:val="19"/>
    <w:qFormat/>
    <w:rsid w:val="009A383F"/>
    <w:rPr>
      <w:i/>
      <w:color w:val="5A5A5A"/>
    </w:rPr>
  </w:style>
  <w:style w:type="character" w:styleId="IntenseEmphasis">
    <w:name w:val="Intense Emphasis"/>
    <w:uiPriority w:val="21"/>
    <w:qFormat/>
    <w:rsid w:val="009A383F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9A383F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9A383F"/>
    <w:rPr>
      <w:b/>
      <w:sz w:val="24"/>
      <w:u w:val="single"/>
    </w:rPr>
  </w:style>
  <w:style w:type="character" w:styleId="BookTitle">
    <w:name w:val="Book Title"/>
    <w:uiPriority w:val="33"/>
    <w:qFormat/>
    <w:rsid w:val="009A383F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83F"/>
    <w:pPr>
      <w:widowControl/>
      <w:overflowPunct/>
      <w:autoSpaceDE/>
      <w:autoSpaceDN/>
      <w:adjustRightInd/>
      <w:spacing w:before="240" w:after="60"/>
      <w:ind w:firstLine="0"/>
      <w:jc w:val="left"/>
      <w:textAlignment w:val="auto"/>
      <w:outlineLvl w:val="9"/>
    </w:pPr>
    <w:rPr>
      <w:rFonts w:ascii="Cambria" w:hAnsi="Cambria"/>
      <w:b/>
      <w:bCs/>
      <w:i w:val="0"/>
      <w:iCs w:val="0"/>
      <w:kern w:val="32"/>
      <w:sz w:val="32"/>
      <w:szCs w:val="32"/>
    </w:rPr>
  </w:style>
  <w:style w:type="paragraph" w:customStyle="1" w:styleId="skype">
    <w:name w:val="skype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Normal"/>
    <w:rsid w:val="005A5BA4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66">
    <w:name w:val="xl66"/>
    <w:basedOn w:val="Normal"/>
    <w:rsid w:val="005A5BA4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67">
    <w:name w:val="xl67"/>
    <w:basedOn w:val="Normal"/>
    <w:rsid w:val="005A5BA4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68">
    <w:name w:val="xl68"/>
    <w:basedOn w:val="Normal"/>
    <w:rsid w:val="005A5BA4"/>
    <w:pP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69">
    <w:name w:val="xl69"/>
    <w:basedOn w:val="Normal"/>
    <w:rsid w:val="005A5BA4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70">
    <w:name w:val="xl70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71">
    <w:name w:val="xl71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72">
    <w:name w:val="xl72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73">
    <w:name w:val="xl73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74">
    <w:name w:val="xl74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  <w:lang w:val="en-US" w:eastAsia="en-US"/>
    </w:rPr>
  </w:style>
  <w:style w:type="paragraph" w:customStyle="1" w:styleId="xl75">
    <w:name w:val="xl75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76">
    <w:name w:val="xl76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77">
    <w:name w:val="xl77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  <w:lang w:val="en-US" w:eastAsia="en-US"/>
    </w:rPr>
  </w:style>
  <w:style w:type="paragraph" w:customStyle="1" w:styleId="xl78">
    <w:name w:val="xl78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79">
    <w:name w:val="xl79"/>
    <w:basedOn w:val="Normal"/>
    <w:rsid w:val="005A5BA4"/>
    <w:pPr>
      <w:spacing w:before="100" w:beforeAutospacing="1" w:after="100" w:afterAutospacing="1"/>
    </w:pPr>
    <w:rPr>
      <w:color w:val="FF0000"/>
      <w:sz w:val="24"/>
      <w:szCs w:val="24"/>
      <w:lang w:val="en-US" w:eastAsia="en-US"/>
    </w:rPr>
  </w:style>
  <w:style w:type="paragraph" w:customStyle="1" w:styleId="xl80">
    <w:name w:val="xl80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81">
    <w:name w:val="xl81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val="en-US" w:eastAsia="en-US"/>
    </w:rPr>
  </w:style>
  <w:style w:type="paragraph" w:customStyle="1" w:styleId="xl82">
    <w:name w:val="xl82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83">
    <w:name w:val="xl83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84">
    <w:name w:val="xl84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85">
    <w:name w:val="xl85"/>
    <w:basedOn w:val="Normal"/>
    <w:rsid w:val="005A5B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  <w:lang w:val="en-US" w:eastAsia="en-US"/>
    </w:rPr>
  </w:style>
  <w:style w:type="paragraph" w:customStyle="1" w:styleId="xl86">
    <w:name w:val="xl86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87">
    <w:name w:val="xl87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88">
    <w:name w:val="xl88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color w:val="FF0000"/>
      <w:sz w:val="24"/>
      <w:szCs w:val="24"/>
      <w:lang w:val="en-US" w:eastAsia="en-US"/>
    </w:rPr>
  </w:style>
  <w:style w:type="paragraph" w:customStyle="1" w:styleId="xl89">
    <w:name w:val="xl89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90">
    <w:name w:val="xl90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val="en-US" w:eastAsia="en-US"/>
    </w:rPr>
  </w:style>
  <w:style w:type="paragraph" w:customStyle="1" w:styleId="xl91">
    <w:name w:val="xl91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4"/>
      <w:szCs w:val="24"/>
      <w:lang w:val="en-US" w:eastAsia="en-US"/>
    </w:rPr>
  </w:style>
  <w:style w:type="paragraph" w:customStyle="1" w:styleId="xl92">
    <w:name w:val="xl92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FF0000"/>
      <w:sz w:val="24"/>
      <w:szCs w:val="24"/>
      <w:lang w:val="en-US" w:eastAsia="en-US"/>
    </w:rPr>
  </w:style>
  <w:style w:type="paragraph" w:customStyle="1" w:styleId="xl93">
    <w:name w:val="xl93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4"/>
      <w:szCs w:val="24"/>
      <w:lang w:val="en-US" w:eastAsia="en-US"/>
    </w:rPr>
  </w:style>
  <w:style w:type="paragraph" w:customStyle="1" w:styleId="xl94">
    <w:name w:val="xl94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4"/>
      <w:szCs w:val="24"/>
      <w:lang w:val="en-US" w:eastAsia="en-US"/>
    </w:rPr>
  </w:style>
  <w:style w:type="paragraph" w:customStyle="1" w:styleId="xl95">
    <w:name w:val="xl95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  <w:sz w:val="16"/>
      <w:szCs w:val="16"/>
      <w:lang w:val="en-US" w:eastAsia="en-US"/>
    </w:rPr>
  </w:style>
  <w:style w:type="paragraph" w:customStyle="1" w:styleId="xl96">
    <w:name w:val="xl96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  <w:sz w:val="24"/>
      <w:szCs w:val="24"/>
      <w:lang w:val="en-US" w:eastAsia="en-US"/>
    </w:rPr>
  </w:style>
  <w:style w:type="paragraph" w:customStyle="1" w:styleId="xl97">
    <w:name w:val="xl97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98">
    <w:name w:val="xl98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99">
    <w:name w:val="xl99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color w:val="FF0000"/>
      <w:sz w:val="24"/>
      <w:szCs w:val="24"/>
      <w:lang w:val="en-US" w:eastAsia="en-US"/>
    </w:rPr>
  </w:style>
  <w:style w:type="paragraph" w:customStyle="1" w:styleId="xl100">
    <w:name w:val="xl100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101">
    <w:name w:val="xl101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102">
    <w:name w:val="xl102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2"/>
      <w:szCs w:val="22"/>
      <w:lang w:val="en-US" w:eastAsia="en-US"/>
    </w:rPr>
  </w:style>
  <w:style w:type="paragraph" w:customStyle="1" w:styleId="xl103">
    <w:name w:val="xl103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104">
    <w:name w:val="xl104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105">
    <w:name w:val="xl105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hAnsi="Arial Narrow"/>
      <w:b/>
      <w:bCs/>
      <w:color w:val="FF0000"/>
      <w:sz w:val="24"/>
      <w:szCs w:val="24"/>
      <w:lang w:val="en-US" w:eastAsia="en-US"/>
    </w:rPr>
  </w:style>
  <w:style w:type="paragraph" w:customStyle="1" w:styleId="xl106">
    <w:name w:val="xl106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color w:val="FF0000"/>
      <w:sz w:val="24"/>
      <w:szCs w:val="24"/>
      <w:lang w:val="en-US" w:eastAsia="en-US"/>
    </w:rPr>
  </w:style>
  <w:style w:type="paragraph" w:customStyle="1" w:styleId="xl107">
    <w:name w:val="xl107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108">
    <w:name w:val="xl108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109">
    <w:name w:val="xl109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val="en-US" w:eastAsia="en-US"/>
    </w:rPr>
  </w:style>
  <w:style w:type="paragraph" w:customStyle="1" w:styleId="xl110">
    <w:name w:val="xl110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Narrow" w:hAnsi="Arial Narrow"/>
      <w:color w:val="FF0000"/>
      <w:sz w:val="24"/>
      <w:szCs w:val="24"/>
      <w:lang w:val="en-US" w:eastAsia="en-US"/>
    </w:rPr>
  </w:style>
  <w:style w:type="paragraph" w:customStyle="1" w:styleId="xl111">
    <w:name w:val="xl111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  <w:lang w:val="en-US" w:eastAsia="en-US"/>
    </w:rPr>
  </w:style>
  <w:style w:type="paragraph" w:customStyle="1" w:styleId="xl112">
    <w:name w:val="xl112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113">
    <w:name w:val="xl113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4"/>
      <w:szCs w:val="24"/>
      <w:lang w:val="en-US" w:eastAsia="en-US"/>
    </w:rPr>
  </w:style>
  <w:style w:type="paragraph" w:customStyle="1" w:styleId="xl114">
    <w:name w:val="xl114"/>
    <w:basedOn w:val="Normal"/>
    <w:rsid w:val="005A5BA4"/>
    <w:pPr>
      <w:spacing w:before="100" w:beforeAutospacing="1" w:after="100" w:afterAutospacing="1"/>
    </w:pPr>
    <w:rPr>
      <w:b/>
      <w:bCs/>
      <w:sz w:val="24"/>
      <w:szCs w:val="24"/>
      <w:lang w:val="en-US" w:eastAsia="en-US"/>
    </w:rPr>
  </w:style>
  <w:style w:type="paragraph" w:customStyle="1" w:styleId="xl115">
    <w:name w:val="xl115"/>
    <w:basedOn w:val="Normal"/>
    <w:rsid w:val="005A5BA4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116">
    <w:name w:val="xl116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/>
    </w:pPr>
    <w:rPr>
      <w:color w:val="FFFFFF"/>
      <w:sz w:val="24"/>
      <w:szCs w:val="24"/>
      <w:lang w:val="en-US" w:eastAsia="en-US"/>
    </w:rPr>
  </w:style>
  <w:style w:type="paragraph" w:customStyle="1" w:styleId="xl117">
    <w:name w:val="xl117"/>
    <w:basedOn w:val="Normal"/>
    <w:rsid w:val="005A5B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4"/>
      <w:szCs w:val="24"/>
      <w:lang w:val="en-US" w:eastAsia="en-US"/>
    </w:rPr>
  </w:style>
  <w:style w:type="paragraph" w:customStyle="1" w:styleId="xl118">
    <w:name w:val="xl118"/>
    <w:basedOn w:val="Normal"/>
    <w:rsid w:val="005A5B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  <w:sz w:val="24"/>
      <w:szCs w:val="24"/>
      <w:lang w:val="en-US" w:eastAsia="en-US"/>
    </w:rPr>
  </w:style>
  <w:style w:type="paragraph" w:customStyle="1" w:styleId="xl119">
    <w:name w:val="xl119"/>
    <w:basedOn w:val="Normal"/>
    <w:rsid w:val="005A5B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  <w:sz w:val="24"/>
      <w:szCs w:val="24"/>
      <w:lang w:val="en-US" w:eastAsia="en-US"/>
    </w:rPr>
  </w:style>
  <w:style w:type="paragraph" w:customStyle="1" w:styleId="xl120">
    <w:name w:val="xl120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FF0000"/>
      <w:sz w:val="24"/>
      <w:szCs w:val="24"/>
      <w:lang w:val="en-US" w:eastAsia="en-US"/>
    </w:rPr>
  </w:style>
  <w:style w:type="paragraph" w:customStyle="1" w:styleId="xl121">
    <w:name w:val="xl121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00B050"/>
      <w:spacing w:before="100" w:beforeAutospacing="1" w:after="100" w:afterAutospacing="1"/>
      <w:jc w:val="center"/>
    </w:pPr>
    <w:rPr>
      <w:b/>
      <w:bCs/>
      <w:color w:val="FFFFFF"/>
      <w:sz w:val="24"/>
      <w:szCs w:val="24"/>
      <w:lang w:val="en-US" w:eastAsia="en-US"/>
    </w:rPr>
  </w:style>
  <w:style w:type="paragraph" w:customStyle="1" w:styleId="xl122">
    <w:name w:val="xl122"/>
    <w:basedOn w:val="Normal"/>
    <w:rsid w:val="005A5BA4"/>
    <w:pPr>
      <w:pBdr>
        <w:top w:val="single" w:sz="4" w:space="0" w:color="auto"/>
        <w:bottom w:val="single" w:sz="4" w:space="0" w:color="auto"/>
      </w:pBdr>
      <w:shd w:val="clear" w:color="auto" w:fill="00B050"/>
      <w:spacing w:before="100" w:beforeAutospacing="1" w:after="100" w:afterAutospacing="1"/>
      <w:jc w:val="center"/>
    </w:pPr>
    <w:rPr>
      <w:b/>
      <w:bCs/>
      <w:color w:val="FFFFFF"/>
      <w:sz w:val="24"/>
      <w:szCs w:val="24"/>
      <w:lang w:val="en-US" w:eastAsia="en-US"/>
    </w:rPr>
  </w:style>
  <w:style w:type="paragraph" w:customStyle="1" w:styleId="xl123">
    <w:name w:val="xl123"/>
    <w:basedOn w:val="Normal"/>
    <w:rsid w:val="005A5B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/>
      <w:jc w:val="center"/>
    </w:pPr>
    <w:rPr>
      <w:b/>
      <w:bCs/>
      <w:color w:val="FFFFFF"/>
      <w:sz w:val="24"/>
      <w:szCs w:val="24"/>
      <w:lang w:val="en-US" w:eastAsia="en-US"/>
    </w:rPr>
  </w:style>
  <w:style w:type="paragraph" w:customStyle="1" w:styleId="xl124">
    <w:name w:val="xl124"/>
    <w:basedOn w:val="Normal"/>
    <w:rsid w:val="005A5B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  <w:sz w:val="24"/>
      <w:szCs w:val="24"/>
      <w:lang w:val="en-US" w:eastAsia="en-US"/>
    </w:rPr>
  </w:style>
  <w:style w:type="paragraph" w:customStyle="1" w:styleId="xl125">
    <w:name w:val="xl125"/>
    <w:basedOn w:val="Normal"/>
    <w:rsid w:val="005A5BA4"/>
    <w:pPr>
      <w:spacing w:before="100" w:beforeAutospacing="1" w:after="100" w:afterAutospacing="1"/>
      <w:jc w:val="center"/>
    </w:pPr>
    <w:rPr>
      <w:b/>
      <w:bCs/>
      <w:sz w:val="28"/>
      <w:szCs w:val="28"/>
      <w:lang w:val="en-US" w:eastAsia="en-US"/>
    </w:rPr>
  </w:style>
  <w:style w:type="paragraph" w:customStyle="1" w:styleId="xl126">
    <w:name w:val="xl126"/>
    <w:basedOn w:val="Normal"/>
    <w:rsid w:val="005A5BA4"/>
    <w:pPr>
      <w:spacing w:before="100" w:beforeAutospacing="1" w:after="100" w:afterAutospacing="1"/>
      <w:jc w:val="center"/>
    </w:pPr>
    <w:rPr>
      <w:b/>
      <w:bCs/>
      <w:sz w:val="24"/>
      <w:szCs w:val="24"/>
      <w:lang w:val="en-US" w:eastAsia="en-US"/>
    </w:rPr>
  </w:style>
  <w:style w:type="paragraph" w:customStyle="1" w:styleId="xl127">
    <w:name w:val="xl127"/>
    <w:basedOn w:val="Normal"/>
    <w:rsid w:val="005A5BA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font0">
    <w:name w:val="font0"/>
    <w:basedOn w:val="Normal"/>
    <w:rsid w:val="00B27D9C"/>
    <w:pPr>
      <w:spacing w:before="100" w:beforeAutospacing="1" w:after="100" w:afterAutospacing="1"/>
    </w:pPr>
    <w:rPr>
      <w:rFonts w:ascii="Arial" w:hAnsi="Arial" w:cs="Arial"/>
      <w:lang w:val="en-US" w:eastAsia="en-US"/>
    </w:rPr>
  </w:style>
  <w:style w:type="paragraph" w:customStyle="1" w:styleId="font5">
    <w:name w:val="font5"/>
    <w:basedOn w:val="Normal"/>
    <w:rsid w:val="00B27D9C"/>
    <w:pPr>
      <w:spacing w:before="100" w:beforeAutospacing="1" w:after="100" w:afterAutospacing="1"/>
    </w:pPr>
    <w:rPr>
      <w:rFonts w:ascii="Arial" w:hAnsi="Arial" w:cs="Arial"/>
      <w:b/>
      <w:bCs/>
      <w:lang w:val="en-US" w:eastAsia="en-US"/>
    </w:rPr>
  </w:style>
  <w:style w:type="paragraph" w:customStyle="1" w:styleId="font6">
    <w:name w:val="font6"/>
    <w:basedOn w:val="Normal"/>
    <w:rsid w:val="00B27D9C"/>
    <w:pPr>
      <w:spacing w:before="100" w:beforeAutospacing="1" w:after="100" w:afterAutospacing="1"/>
    </w:pPr>
    <w:rPr>
      <w:rFonts w:ascii="Arial" w:hAnsi="Arial" w:cs="Arial"/>
      <w:color w:val="000000"/>
      <w:lang w:val="en-US" w:eastAsia="en-US"/>
    </w:rPr>
  </w:style>
  <w:style w:type="paragraph" w:customStyle="1" w:styleId="font7">
    <w:name w:val="font7"/>
    <w:basedOn w:val="Normal"/>
    <w:rsid w:val="00B27D9C"/>
    <w:pPr>
      <w:spacing w:before="100" w:beforeAutospacing="1" w:after="100" w:afterAutospacing="1"/>
    </w:pPr>
    <w:rPr>
      <w:rFonts w:ascii="Tahoma" w:hAnsi="Tahoma" w:cs="Tahoma"/>
      <w:b/>
      <w:bCs/>
      <w:sz w:val="16"/>
      <w:szCs w:val="16"/>
      <w:lang w:val="en-US" w:eastAsia="en-US"/>
    </w:rPr>
  </w:style>
  <w:style w:type="paragraph" w:customStyle="1" w:styleId="font9">
    <w:name w:val="font9"/>
    <w:basedOn w:val="Normal"/>
    <w:rsid w:val="00B27D9C"/>
    <w:pPr>
      <w:spacing w:before="100" w:beforeAutospacing="1" w:after="100" w:afterAutospacing="1"/>
    </w:pPr>
    <w:rPr>
      <w:rFonts w:ascii="Tahoma" w:hAnsi="Tahoma" w:cs="Tahoma"/>
      <w:b/>
      <w:bCs/>
      <w:sz w:val="18"/>
      <w:szCs w:val="18"/>
      <w:lang w:val="en-US" w:eastAsia="en-US"/>
    </w:rPr>
  </w:style>
  <w:style w:type="paragraph" w:customStyle="1" w:styleId="font10">
    <w:name w:val="font10"/>
    <w:basedOn w:val="Normal"/>
    <w:rsid w:val="00B27D9C"/>
    <w:pPr>
      <w:spacing w:before="100" w:beforeAutospacing="1" w:after="100" w:afterAutospacing="1"/>
    </w:pPr>
    <w:rPr>
      <w:rFonts w:ascii="Tahoma" w:hAnsi="Tahoma" w:cs="Tahoma"/>
      <w:sz w:val="18"/>
      <w:szCs w:val="18"/>
      <w:lang w:val="en-US" w:eastAsia="en-US"/>
    </w:rPr>
  </w:style>
  <w:style w:type="paragraph" w:customStyle="1" w:styleId="xl128">
    <w:name w:val="xl128"/>
    <w:basedOn w:val="Normal"/>
    <w:rsid w:val="00B27D9C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  <w:lang w:val="en-US" w:eastAsia="en-US"/>
    </w:rPr>
  </w:style>
  <w:style w:type="paragraph" w:customStyle="1" w:styleId="xl129">
    <w:name w:val="xl129"/>
    <w:basedOn w:val="Normal"/>
    <w:rsid w:val="00B27D9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color w:val="000000"/>
      <w:sz w:val="24"/>
      <w:szCs w:val="24"/>
      <w:lang w:val="en-US" w:eastAsia="en-US"/>
    </w:rPr>
  </w:style>
  <w:style w:type="paragraph" w:customStyle="1" w:styleId="xl130">
    <w:name w:val="xl130"/>
    <w:basedOn w:val="Normal"/>
    <w:rsid w:val="00B27D9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color w:val="000000"/>
      <w:sz w:val="24"/>
      <w:szCs w:val="24"/>
      <w:lang w:val="en-US" w:eastAsia="en-US"/>
    </w:rPr>
  </w:style>
  <w:style w:type="paragraph" w:customStyle="1" w:styleId="xl131">
    <w:name w:val="xl131"/>
    <w:basedOn w:val="Normal"/>
    <w:rsid w:val="00B27D9C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color w:val="000000"/>
      <w:sz w:val="24"/>
      <w:szCs w:val="24"/>
      <w:lang w:val="en-US" w:eastAsia="en-US"/>
    </w:rPr>
  </w:style>
  <w:style w:type="paragraph" w:customStyle="1" w:styleId="xl132">
    <w:name w:val="xl132"/>
    <w:basedOn w:val="Normal"/>
    <w:rsid w:val="00B27D9C"/>
    <w:pPr>
      <w:pBdr>
        <w:bottom w:val="single" w:sz="8" w:space="0" w:color="000000"/>
      </w:pBdr>
      <w:spacing w:before="100" w:beforeAutospacing="1" w:after="100" w:afterAutospacing="1"/>
      <w:textAlignment w:val="center"/>
    </w:pPr>
    <w:rPr>
      <w:color w:val="000000"/>
      <w:sz w:val="24"/>
      <w:szCs w:val="24"/>
      <w:lang w:val="en-US" w:eastAsia="en-US"/>
    </w:rPr>
  </w:style>
  <w:style w:type="paragraph" w:customStyle="1" w:styleId="xl133">
    <w:name w:val="xl133"/>
    <w:basedOn w:val="Normal"/>
    <w:rsid w:val="00B27D9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color w:val="1D2129"/>
      <w:sz w:val="24"/>
      <w:szCs w:val="24"/>
      <w:lang w:val="en-US" w:eastAsia="en-US"/>
    </w:rPr>
  </w:style>
  <w:style w:type="paragraph" w:customStyle="1" w:styleId="xl134">
    <w:name w:val="xl134"/>
    <w:basedOn w:val="Normal"/>
    <w:rsid w:val="00B27D9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color w:val="000000"/>
      <w:sz w:val="24"/>
      <w:szCs w:val="24"/>
      <w:lang w:val="en-US" w:eastAsia="en-US"/>
    </w:rPr>
  </w:style>
  <w:style w:type="paragraph" w:customStyle="1" w:styleId="xl135">
    <w:name w:val="xl135"/>
    <w:basedOn w:val="Normal"/>
    <w:rsid w:val="00B27D9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color w:val="000000"/>
      <w:sz w:val="24"/>
      <w:szCs w:val="24"/>
      <w:lang w:val="en-US" w:eastAsia="en-US"/>
    </w:rPr>
  </w:style>
  <w:style w:type="paragraph" w:customStyle="1" w:styleId="xl136">
    <w:name w:val="xl136"/>
    <w:basedOn w:val="Normal"/>
    <w:rsid w:val="00B27D9C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color w:val="000000"/>
      <w:sz w:val="24"/>
      <w:szCs w:val="24"/>
      <w:lang w:val="en-US" w:eastAsia="en-US"/>
    </w:rPr>
  </w:style>
  <w:style w:type="paragraph" w:customStyle="1" w:styleId="xl137">
    <w:name w:val="xl137"/>
    <w:basedOn w:val="Normal"/>
    <w:rsid w:val="00B27D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138">
    <w:name w:val="xl138"/>
    <w:basedOn w:val="Normal"/>
    <w:rsid w:val="00B27D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139">
    <w:name w:val="xl139"/>
    <w:basedOn w:val="Normal"/>
    <w:rsid w:val="00B27D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1D2129"/>
      <w:sz w:val="24"/>
      <w:szCs w:val="24"/>
      <w:lang w:val="en-US" w:eastAsia="en-US"/>
    </w:rPr>
  </w:style>
  <w:style w:type="paragraph" w:customStyle="1" w:styleId="xl140">
    <w:name w:val="xl140"/>
    <w:basedOn w:val="Normal"/>
    <w:rsid w:val="00B27D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141">
    <w:name w:val="xl141"/>
    <w:basedOn w:val="Normal"/>
    <w:rsid w:val="00B27D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1D2129"/>
      <w:sz w:val="24"/>
      <w:szCs w:val="24"/>
      <w:lang w:val="en-US" w:eastAsia="en-US"/>
    </w:rPr>
  </w:style>
  <w:style w:type="paragraph" w:customStyle="1" w:styleId="xl142">
    <w:name w:val="xl142"/>
    <w:basedOn w:val="Normal"/>
    <w:rsid w:val="00B27D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143">
    <w:name w:val="xl143"/>
    <w:basedOn w:val="Normal"/>
    <w:rsid w:val="00B27D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144">
    <w:name w:val="xl144"/>
    <w:basedOn w:val="Normal"/>
    <w:rsid w:val="00B27D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xl145">
    <w:name w:val="xl145"/>
    <w:basedOn w:val="Normal"/>
    <w:rsid w:val="00B27D9C"/>
    <w:pPr>
      <w:pBdr>
        <w:top w:val="single" w:sz="4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46">
    <w:name w:val="xl146"/>
    <w:basedOn w:val="Normal"/>
    <w:rsid w:val="00B27D9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47">
    <w:name w:val="xl147"/>
    <w:basedOn w:val="Normal"/>
    <w:rsid w:val="00B27D9C"/>
    <w:pPr>
      <w:pBdr>
        <w:top w:val="single" w:sz="4" w:space="0" w:color="000000"/>
      </w:pBdr>
      <w:spacing w:before="100" w:beforeAutospacing="1" w:after="100" w:afterAutospacing="1"/>
      <w:textAlignment w:val="center"/>
    </w:pPr>
    <w:rPr>
      <w:color w:val="222222"/>
      <w:sz w:val="24"/>
      <w:szCs w:val="24"/>
      <w:lang w:val="en-US" w:eastAsia="en-US"/>
    </w:rPr>
  </w:style>
  <w:style w:type="paragraph" w:customStyle="1" w:styleId="xl148">
    <w:name w:val="xl148"/>
    <w:basedOn w:val="Normal"/>
    <w:rsid w:val="00B27D9C"/>
    <w:pPr>
      <w:pBdr>
        <w:top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  <w:lang w:val="en-US" w:eastAsia="en-US"/>
    </w:rPr>
  </w:style>
  <w:style w:type="paragraph" w:customStyle="1" w:styleId="xl149">
    <w:name w:val="xl149"/>
    <w:basedOn w:val="Normal"/>
    <w:rsid w:val="00B27D9C"/>
    <w:pPr>
      <w:pBdr>
        <w:top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50">
    <w:name w:val="xl150"/>
    <w:basedOn w:val="Normal"/>
    <w:rsid w:val="00B27D9C"/>
    <w:pPr>
      <w:pBdr>
        <w:top w:val="single" w:sz="4" w:space="0" w:color="000000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51">
    <w:name w:val="xl151"/>
    <w:basedOn w:val="Normal"/>
    <w:rsid w:val="00B27D9C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52">
    <w:name w:val="xl152"/>
    <w:basedOn w:val="Normal"/>
    <w:rsid w:val="00B27D9C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53">
    <w:name w:val="xl153"/>
    <w:basedOn w:val="Normal"/>
    <w:rsid w:val="00B27D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54">
    <w:name w:val="xl154"/>
    <w:basedOn w:val="Normal"/>
    <w:rsid w:val="00B27D9C"/>
    <w:pPr>
      <w:pBdr>
        <w:top w:val="single" w:sz="4" w:space="0" w:color="auto"/>
        <w:bottom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55">
    <w:name w:val="xl155"/>
    <w:basedOn w:val="Normal"/>
    <w:rsid w:val="00B27D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56">
    <w:name w:val="xl156"/>
    <w:basedOn w:val="Normal"/>
    <w:rsid w:val="00B27D9C"/>
    <w:pPr>
      <w:pBdr>
        <w:bottom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57">
    <w:name w:val="xl157"/>
    <w:basedOn w:val="Normal"/>
    <w:rsid w:val="00B27D9C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58">
    <w:name w:val="xl158"/>
    <w:basedOn w:val="Normal"/>
    <w:rsid w:val="00B27D9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59">
    <w:name w:val="xl159"/>
    <w:basedOn w:val="Normal"/>
    <w:rsid w:val="00B27D9C"/>
    <w:pPr>
      <w:pBdr>
        <w:top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60">
    <w:name w:val="xl160"/>
    <w:basedOn w:val="Normal"/>
    <w:rsid w:val="00B27D9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61">
    <w:name w:val="xl161"/>
    <w:basedOn w:val="Normal"/>
    <w:rsid w:val="00B27D9C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62">
    <w:name w:val="xl162"/>
    <w:basedOn w:val="Normal"/>
    <w:rsid w:val="00B27D9C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63">
    <w:name w:val="xl163"/>
    <w:basedOn w:val="Normal"/>
    <w:rsid w:val="00B27D9C"/>
    <w:pPr>
      <w:pBdr>
        <w:top w:val="single" w:sz="4" w:space="0" w:color="auto"/>
        <w:left w:val="single" w:sz="4" w:space="0" w:color="000000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64">
    <w:name w:val="xl164"/>
    <w:basedOn w:val="Normal"/>
    <w:rsid w:val="00B27D9C"/>
    <w:pPr>
      <w:pBdr>
        <w:top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65">
    <w:name w:val="xl165"/>
    <w:basedOn w:val="Normal"/>
    <w:rsid w:val="00B27D9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Helvetica" w:hAnsi="Helvetica" w:cs="Helvetica"/>
      <w:sz w:val="24"/>
      <w:szCs w:val="24"/>
      <w:lang w:val="en-US" w:eastAsia="en-US"/>
    </w:rPr>
  </w:style>
  <w:style w:type="paragraph" w:customStyle="1" w:styleId="xl166">
    <w:name w:val="xl166"/>
    <w:basedOn w:val="Normal"/>
    <w:rsid w:val="00B27D9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67">
    <w:name w:val="xl167"/>
    <w:basedOn w:val="Normal"/>
    <w:rsid w:val="00B27D9C"/>
    <w:pPr>
      <w:pBdr>
        <w:bottom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68">
    <w:name w:val="xl168"/>
    <w:basedOn w:val="Normal"/>
    <w:rsid w:val="00B27D9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69">
    <w:name w:val="xl169"/>
    <w:basedOn w:val="Normal"/>
    <w:rsid w:val="00B27D9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70">
    <w:name w:val="xl170"/>
    <w:basedOn w:val="Normal"/>
    <w:rsid w:val="00B27D9C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71">
    <w:name w:val="xl171"/>
    <w:basedOn w:val="Normal"/>
    <w:rsid w:val="00B27D9C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72">
    <w:name w:val="xl172"/>
    <w:basedOn w:val="Normal"/>
    <w:rsid w:val="00B27D9C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73">
    <w:name w:val="xl173"/>
    <w:basedOn w:val="Normal"/>
    <w:rsid w:val="00B27D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74">
    <w:name w:val="xl174"/>
    <w:basedOn w:val="Normal"/>
    <w:rsid w:val="00B27D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175">
    <w:name w:val="xl175"/>
    <w:basedOn w:val="Normal"/>
    <w:rsid w:val="00B27D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222222"/>
      <w:sz w:val="24"/>
      <w:szCs w:val="24"/>
      <w:lang w:val="en-US" w:eastAsia="en-US"/>
    </w:rPr>
  </w:style>
  <w:style w:type="paragraph" w:customStyle="1" w:styleId="xl176">
    <w:name w:val="xl176"/>
    <w:basedOn w:val="Normal"/>
    <w:rsid w:val="00B27D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  <w:lang w:val="en-US" w:eastAsia="en-US"/>
    </w:rPr>
  </w:style>
  <w:style w:type="paragraph" w:customStyle="1" w:styleId="xl177">
    <w:name w:val="xl177"/>
    <w:basedOn w:val="Normal"/>
    <w:rsid w:val="00B27D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  <w:lang w:val="en-US" w:eastAsia="en-US"/>
    </w:rPr>
  </w:style>
  <w:style w:type="paragraph" w:customStyle="1" w:styleId="xl178">
    <w:name w:val="xl178"/>
    <w:basedOn w:val="Normal"/>
    <w:rsid w:val="00B27D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  <w:lang w:val="en-US" w:eastAsia="en-US"/>
    </w:rPr>
  </w:style>
  <w:style w:type="paragraph" w:customStyle="1" w:styleId="xl179">
    <w:name w:val="xl179"/>
    <w:basedOn w:val="Normal"/>
    <w:rsid w:val="00B27D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  <w:lang w:val="en-US" w:eastAsia="en-US"/>
    </w:rPr>
  </w:style>
  <w:style w:type="paragraph" w:customStyle="1" w:styleId="xl180">
    <w:name w:val="xl180"/>
    <w:basedOn w:val="Normal"/>
    <w:rsid w:val="00B27D9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81">
    <w:name w:val="xl181"/>
    <w:basedOn w:val="Normal"/>
    <w:rsid w:val="00B27D9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  <w:lang w:val="en-US" w:eastAsia="en-US"/>
    </w:rPr>
  </w:style>
  <w:style w:type="paragraph" w:customStyle="1" w:styleId="xl182">
    <w:name w:val="xl182"/>
    <w:basedOn w:val="Normal"/>
    <w:rsid w:val="00B27D9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183">
    <w:name w:val="xl183"/>
    <w:basedOn w:val="Normal"/>
    <w:rsid w:val="00B27D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184">
    <w:name w:val="xl184"/>
    <w:basedOn w:val="Normal"/>
    <w:rsid w:val="00B27D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  <w:lang w:val="en-US" w:eastAsia="en-US"/>
    </w:rPr>
  </w:style>
  <w:style w:type="paragraph" w:customStyle="1" w:styleId="xl185">
    <w:name w:val="xl185"/>
    <w:basedOn w:val="Normal"/>
    <w:rsid w:val="00B27D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186">
    <w:name w:val="xl186"/>
    <w:basedOn w:val="Normal"/>
    <w:rsid w:val="00B27D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187">
    <w:name w:val="xl187"/>
    <w:basedOn w:val="Normal"/>
    <w:rsid w:val="00B27D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en-US" w:eastAsia="en-US"/>
    </w:rPr>
  </w:style>
  <w:style w:type="paragraph" w:customStyle="1" w:styleId="xl188">
    <w:name w:val="xl188"/>
    <w:basedOn w:val="Normal"/>
    <w:rsid w:val="00B27D9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en-US" w:eastAsia="en-US"/>
    </w:rPr>
  </w:style>
  <w:style w:type="paragraph" w:customStyle="1" w:styleId="xl189">
    <w:name w:val="xl189"/>
    <w:basedOn w:val="Normal"/>
    <w:rsid w:val="00B27D9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  <w:lang w:val="en-US" w:eastAsia="en-US"/>
    </w:rPr>
  </w:style>
  <w:style w:type="paragraph" w:customStyle="1" w:styleId="xl190">
    <w:name w:val="xl190"/>
    <w:basedOn w:val="Normal"/>
    <w:rsid w:val="00B27D9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://webinstaller.online/upd/typ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4B150E47.htm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2018-10-22T04:24:00Z</dcterms:created>
  <dcterms:modified xsi:type="dcterms:W3CDTF">2021-11-03T09:41:00Z</dcterms:modified>
</cp:coreProperties>
</file>